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05B" w:rsidRPr="00AA5E7A" w:rsidRDefault="0020505B" w:rsidP="00B272B4">
      <w:pPr>
        <w:jc w:val="center"/>
        <w:rPr>
          <w:sz w:val="32"/>
          <w:szCs w:val="32"/>
        </w:rPr>
      </w:pPr>
      <w:r w:rsidRPr="00FF7A83">
        <w:rPr>
          <w:b/>
          <w:color w:val="FFFFFF"/>
        </w:rPr>
        <w:t>ПРО</w:t>
      </w:r>
      <w:r w:rsidRPr="002F70A8">
        <w:rPr>
          <w:shadow/>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49.5pt">
            <v:imagedata r:id="rId7" o:title="" gain="86232f"/>
          </v:shape>
        </w:pict>
      </w:r>
      <w:r w:rsidRPr="00FF7A83">
        <w:rPr>
          <w:b/>
          <w:color w:val="FFFFFF"/>
        </w:rPr>
        <w:t>ЕКТ</w:t>
      </w:r>
    </w:p>
    <w:p w:rsidR="0020505B" w:rsidRPr="00C5501E" w:rsidRDefault="0020505B" w:rsidP="00B272B4">
      <w:pPr>
        <w:pStyle w:val="Heading1"/>
      </w:pPr>
      <w:r w:rsidRPr="00783B81">
        <w:t>УКРАЇНА</w:t>
      </w:r>
    </w:p>
    <w:p w:rsidR="0020505B" w:rsidRDefault="0020505B" w:rsidP="00B272B4">
      <w:pPr>
        <w:jc w:val="center"/>
        <w:rPr>
          <w:b/>
        </w:rPr>
      </w:pPr>
      <w:r>
        <w:rPr>
          <w:b/>
        </w:rPr>
        <w:t>ХОРОЛЬСЬКА МІСЬКА РАД</w:t>
      </w:r>
      <w:r w:rsidRPr="00C5501E">
        <w:rPr>
          <w:b/>
        </w:rPr>
        <w:t>А</w:t>
      </w:r>
    </w:p>
    <w:p w:rsidR="0020505B" w:rsidRPr="00AA5E7A" w:rsidRDefault="0020505B" w:rsidP="00B272B4">
      <w:pPr>
        <w:jc w:val="center"/>
        <w:rPr>
          <w:b/>
        </w:rPr>
      </w:pPr>
      <w:r>
        <w:rPr>
          <w:b/>
        </w:rPr>
        <w:t>ЛУБЕНСЬКОГО РАЙОНУ ПОЛТАВСЬКОЇ ОБЛАСТІ</w:t>
      </w:r>
    </w:p>
    <w:p w:rsidR="0020505B" w:rsidRDefault="0020505B" w:rsidP="00B272B4">
      <w:pPr>
        <w:jc w:val="center"/>
        <w:rPr>
          <w:b/>
        </w:rPr>
      </w:pPr>
      <w:r w:rsidRPr="00645061">
        <w:rPr>
          <w:b/>
        </w:rPr>
        <w:t>ФІНАНСОВЕ УПРАВЛІННЯ</w:t>
      </w:r>
    </w:p>
    <w:p w:rsidR="0020505B" w:rsidRPr="00AA5E7A" w:rsidRDefault="0020505B" w:rsidP="00B272B4">
      <w:pPr>
        <w:jc w:val="center"/>
        <w:rPr>
          <w:b/>
        </w:rPr>
      </w:pPr>
    </w:p>
    <w:p w:rsidR="0020505B" w:rsidRPr="004B7D91" w:rsidRDefault="0020505B" w:rsidP="00B272B4">
      <w:pPr>
        <w:jc w:val="center"/>
        <w:rPr>
          <w:b/>
          <w:sz w:val="36"/>
          <w:szCs w:val="36"/>
        </w:rPr>
      </w:pPr>
      <w:r>
        <w:rPr>
          <w:b/>
          <w:sz w:val="36"/>
          <w:szCs w:val="36"/>
        </w:rPr>
        <w:t>НАКАЗ</w:t>
      </w:r>
    </w:p>
    <w:p w:rsidR="0020505B" w:rsidRPr="00453B40" w:rsidRDefault="0020505B" w:rsidP="00B272B4">
      <w:pPr>
        <w:rPr>
          <w:b/>
        </w:rPr>
      </w:pPr>
    </w:p>
    <w:p w:rsidR="0020505B" w:rsidRDefault="0020505B" w:rsidP="00B272B4">
      <w:pPr>
        <w:jc w:val="both"/>
      </w:pPr>
      <w:r>
        <w:t>11.</w:t>
      </w:r>
      <w:r w:rsidRPr="00326197">
        <w:t>0</w:t>
      </w:r>
      <w:r>
        <w:t>7.2025                                     м. Хорол                                                  № 12</w:t>
      </w:r>
    </w:p>
    <w:p w:rsidR="0020505B" w:rsidRPr="00C11C5C" w:rsidRDefault="0020505B" w:rsidP="00B272B4"/>
    <w:p w:rsidR="0020505B" w:rsidRPr="007F7BE9" w:rsidRDefault="0020505B" w:rsidP="00CB2859">
      <w:pPr>
        <w:pStyle w:val="ParagraphStyle"/>
        <w:rPr>
          <w:rStyle w:val="FontStyle"/>
          <w:rFonts w:ascii="Times New Roman" w:hAnsi="Times New Roman" w:cs="Times New Roman"/>
          <w:sz w:val="28"/>
          <w:szCs w:val="28"/>
          <w:lang w:val="uk-UA"/>
        </w:rPr>
      </w:pPr>
    </w:p>
    <w:p w:rsidR="0020505B" w:rsidRDefault="0020505B" w:rsidP="00CB2859">
      <w:pPr>
        <w:jc w:val="both"/>
      </w:pPr>
    </w:p>
    <w:p w:rsidR="0020505B" w:rsidRDefault="0020505B" w:rsidP="00B6131C">
      <w:pPr>
        <w:jc w:val="both"/>
      </w:pPr>
      <w:r w:rsidRPr="002371F3">
        <w:t xml:space="preserve">Про </w:t>
      </w:r>
      <w:r w:rsidRPr="00B6131C">
        <w:t xml:space="preserve">затвердження </w:t>
      </w:r>
      <w:r>
        <w:t xml:space="preserve">інструкції </w:t>
      </w:r>
    </w:p>
    <w:p w:rsidR="0020505B" w:rsidRDefault="0020505B" w:rsidP="00B6131C">
      <w:pPr>
        <w:jc w:val="both"/>
      </w:pPr>
      <w:r>
        <w:t xml:space="preserve">з підготовки пропозицій до </w:t>
      </w:r>
    </w:p>
    <w:p w:rsidR="0020505B" w:rsidRPr="002371F3" w:rsidRDefault="0020505B" w:rsidP="00B6131C">
      <w:pPr>
        <w:jc w:val="both"/>
      </w:pPr>
      <w:r>
        <w:t>прогнозу місцевого бюджету</w:t>
      </w:r>
    </w:p>
    <w:p w:rsidR="0020505B" w:rsidRDefault="0020505B" w:rsidP="00B6131C">
      <w:pPr>
        <w:jc w:val="both"/>
      </w:pPr>
    </w:p>
    <w:p w:rsidR="0020505B" w:rsidRPr="00B6131C" w:rsidRDefault="0020505B" w:rsidP="00B6131C">
      <w:pPr>
        <w:jc w:val="both"/>
      </w:pPr>
    </w:p>
    <w:p w:rsidR="0020505B" w:rsidRDefault="0020505B" w:rsidP="00B6131C">
      <w:pPr>
        <w:ind w:firstLine="708"/>
        <w:jc w:val="both"/>
      </w:pPr>
      <w:r>
        <w:t xml:space="preserve">Відповідно </w:t>
      </w:r>
      <w:r w:rsidRPr="000C27D3">
        <w:t>до пункту 4</w:t>
      </w:r>
      <w:r>
        <w:t xml:space="preserve"> статті 75</w:t>
      </w:r>
      <w:r w:rsidRPr="00642056">
        <w:rPr>
          <w:vertAlign w:val="superscript"/>
        </w:rPr>
        <w:t>1</w:t>
      </w:r>
      <w:r>
        <w:t xml:space="preserve">  Бюджетного кодексу України, </w:t>
      </w:r>
      <w:r w:rsidRPr="00B6131C">
        <w:t xml:space="preserve"> </w:t>
      </w:r>
      <w:r>
        <w:t>Закону України від 16 січня 2025 року № 4225-ІХ «Про внесення зхмін джо Бюджетного кодексу України щодо актуалізації та удосконалення деяких положень» наказу Міністерства фінансів України  від 06.10.2023 року       № 534 «Про затвердження Інструкції щодо підготовки бюджетної пропозиції» (зі змінами),</w:t>
      </w:r>
    </w:p>
    <w:p w:rsidR="0020505B" w:rsidRPr="00B6131C" w:rsidRDefault="0020505B" w:rsidP="00B6131C">
      <w:pPr>
        <w:ind w:firstLine="708"/>
        <w:jc w:val="both"/>
      </w:pPr>
    </w:p>
    <w:p w:rsidR="0020505B" w:rsidRPr="00B6131C" w:rsidRDefault="0020505B" w:rsidP="00B6131C">
      <w:pPr>
        <w:jc w:val="both"/>
      </w:pPr>
      <w:r w:rsidRPr="00B6131C">
        <w:t>НАКАЗУЮ:</w:t>
      </w:r>
    </w:p>
    <w:p w:rsidR="0020505B" w:rsidRPr="00B6131C" w:rsidRDefault="0020505B" w:rsidP="00B6131C">
      <w:pPr>
        <w:jc w:val="both"/>
      </w:pPr>
    </w:p>
    <w:p w:rsidR="0020505B" w:rsidRDefault="0020505B" w:rsidP="00642056">
      <w:pPr>
        <w:ind w:firstLine="708"/>
        <w:jc w:val="both"/>
      </w:pPr>
      <w:r w:rsidRPr="00B6131C">
        <w:t xml:space="preserve">1. Затвердити </w:t>
      </w:r>
      <w:r>
        <w:t xml:space="preserve">Інструкцію з підготовки бюджетної пропозиції до прогнозу місцевого бюджету </w:t>
      </w:r>
      <w:r w:rsidRPr="00B6131C">
        <w:t>(додається).</w:t>
      </w:r>
    </w:p>
    <w:p w:rsidR="0020505B" w:rsidRDefault="0020505B" w:rsidP="00642056">
      <w:pPr>
        <w:ind w:firstLine="708"/>
        <w:jc w:val="both"/>
      </w:pPr>
    </w:p>
    <w:p w:rsidR="0020505B" w:rsidRDefault="0020505B" w:rsidP="00642056">
      <w:pPr>
        <w:ind w:firstLine="708"/>
        <w:jc w:val="both"/>
      </w:pPr>
      <w:r>
        <w:t>2. Бюджетному відділу фінансового управління довести цей наказ до головних розпорядників коштів.</w:t>
      </w:r>
    </w:p>
    <w:p w:rsidR="0020505B" w:rsidRDefault="0020505B" w:rsidP="00642056">
      <w:pPr>
        <w:ind w:firstLine="708"/>
        <w:jc w:val="both"/>
      </w:pPr>
    </w:p>
    <w:p w:rsidR="0020505B" w:rsidRPr="00B6131C" w:rsidRDefault="0020505B" w:rsidP="00642056">
      <w:pPr>
        <w:ind w:firstLine="708"/>
        <w:jc w:val="both"/>
      </w:pPr>
      <w:r>
        <w:t>3. Фінансово-економічному відділу фінансового управління забезпечити оприлюднення цього наказу.</w:t>
      </w:r>
    </w:p>
    <w:p w:rsidR="0020505B" w:rsidRPr="00B6131C" w:rsidRDefault="0020505B" w:rsidP="00B6131C">
      <w:pPr>
        <w:ind w:firstLine="708"/>
        <w:jc w:val="both"/>
      </w:pPr>
    </w:p>
    <w:p w:rsidR="0020505B" w:rsidRPr="00B6131C" w:rsidRDefault="0020505B" w:rsidP="00B6131C">
      <w:pPr>
        <w:ind w:firstLine="708"/>
        <w:jc w:val="both"/>
      </w:pPr>
      <w:r>
        <w:t>4</w:t>
      </w:r>
      <w:r w:rsidRPr="00B6131C">
        <w:t xml:space="preserve">. </w:t>
      </w:r>
      <w:r w:rsidRPr="00347EEE">
        <w:t>Контроль за виконанням цього наказу залишаю за собою</w:t>
      </w:r>
      <w:r>
        <w:t>.</w:t>
      </w:r>
    </w:p>
    <w:p w:rsidR="0020505B" w:rsidRDefault="0020505B" w:rsidP="00B6131C">
      <w:pPr>
        <w:jc w:val="both"/>
      </w:pPr>
    </w:p>
    <w:p w:rsidR="0020505B" w:rsidRDefault="0020505B" w:rsidP="00CB2859">
      <w:pPr>
        <w:jc w:val="both"/>
        <w:rPr>
          <w:sz w:val="16"/>
          <w:szCs w:val="16"/>
        </w:rPr>
      </w:pPr>
    </w:p>
    <w:tbl>
      <w:tblPr>
        <w:tblW w:w="0" w:type="auto"/>
        <w:tblInd w:w="-106" w:type="dxa"/>
        <w:tblLook w:val="00A0"/>
      </w:tblPr>
      <w:tblGrid>
        <w:gridCol w:w="6753"/>
        <w:gridCol w:w="2640"/>
      </w:tblGrid>
      <w:tr w:rsidR="0020505B">
        <w:tc>
          <w:tcPr>
            <w:tcW w:w="6941" w:type="dxa"/>
          </w:tcPr>
          <w:p w:rsidR="0020505B" w:rsidRPr="00691569" w:rsidRDefault="0020505B" w:rsidP="00691569">
            <w:pPr>
              <w:ind w:hanging="113"/>
              <w:jc w:val="both"/>
              <w:rPr>
                <w:sz w:val="16"/>
                <w:szCs w:val="16"/>
              </w:rPr>
            </w:pPr>
            <w:r>
              <w:t>Начальник управління</w:t>
            </w:r>
          </w:p>
        </w:tc>
        <w:tc>
          <w:tcPr>
            <w:tcW w:w="2687" w:type="dxa"/>
          </w:tcPr>
          <w:p w:rsidR="0020505B" w:rsidRPr="00691569" w:rsidRDefault="0020505B" w:rsidP="00691569">
            <w:pPr>
              <w:jc w:val="both"/>
              <w:rPr>
                <w:sz w:val="16"/>
                <w:szCs w:val="16"/>
              </w:rPr>
            </w:pPr>
            <w:r>
              <w:t>Людмила БРОВКО</w:t>
            </w:r>
          </w:p>
        </w:tc>
      </w:tr>
    </w:tbl>
    <w:p w:rsidR="0020505B" w:rsidRDefault="0020505B" w:rsidP="00CB2859">
      <w:pPr>
        <w:jc w:val="both"/>
        <w:rPr>
          <w:sz w:val="16"/>
          <w:szCs w:val="16"/>
        </w:rPr>
      </w:pPr>
    </w:p>
    <w:p w:rsidR="0020505B" w:rsidRDefault="0020505B" w:rsidP="002D2634">
      <w:pPr>
        <w:jc w:val="both"/>
      </w:pPr>
      <w:r>
        <w:tab/>
      </w:r>
    </w:p>
    <w:p w:rsidR="0020505B" w:rsidRDefault="0020505B" w:rsidP="002D2634">
      <w:pPr>
        <w:jc w:val="both"/>
        <w:rPr>
          <w:sz w:val="16"/>
          <w:szCs w:val="16"/>
        </w:rPr>
      </w:pPr>
    </w:p>
    <w:p w:rsidR="0020505B" w:rsidRDefault="0020505B" w:rsidP="002D2634">
      <w:pPr>
        <w:rPr>
          <w:sz w:val="24"/>
          <w:szCs w:val="24"/>
        </w:rPr>
      </w:pPr>
    </w:p>
    <w:p w:rsidR="0020505B" w:rsidRDefault="0020505B" w:rsidP="002D2634"/>
    <w:p w:rsidR="0020505B" w:rsidRDefault="0020505B" w:rsidP="002D2634">
      <w:r w:rsidRPr="00C75933">
        <w:t>Ознайомлені</w:t>
      </w:r>
      <w:r>
        <w:t>:</w:t>
      </w:r>
    </w:p>
    <w:p w:rsidR="0020505B" w:rsidRDefault="0020505B" w:rsidP="002D2634"/>
    <w:p w:rsidR="0020505B" w:rsidRDefault="0020505B" w:rsidP="002D2634"/>
    <w:p w:rsidR="0020505B" w:rsidRDefault="0020505B" w:rsidP="002D2634"/>
    <w:p w:rsidR="0020505B" w:rsidRDefault="0020505B" w:rsidP="002D2634">
      <w:r>
        <w:t>Начальник бюджетного відділу                                               Н. ФАРИГА</w:t>
      </w:r>
    </w:p>
    <w:p w:rsidR="0020505B" w:rsidRDefault="0020505B" w:rsidP="002D2634"/>
    <w:p w:rsidR="0020505B" w:rsidRDefault="0020505B" w:rsidP="002D2634">
      <w:r>
        <w:t>Головний спеціаліст бюджетного</w:t>
      </w:r>
    </w:p>
    <w:p w:rsidR="0020505B" w:rsidRDefault="0020505B" w:rsidP="002D2634">
      <w:r>
        <w:t>відділу                                                                                        Т. ТИЩЕНКО</w:t>
      </w:r>
    </w:p>
    <w:p w:rsidR="0020505B" w:rsidRDefault="0020505B" w:rsidP="002D2634"/>
    <w:p w:rsidR="0020505B" w:rsidRDefault="0020505B" w:rsidP="002D2634">
      <w:r>
        <w:t>Головний спеціаліст бюджетного</w:t>
      </w:r>
    </w:p>
    <w:p w:rsidR="0020505B" w:rsidRDefault="0020505B" w:rsidP="002D2634">
      <w:r>
        <w:t>відділу                                                                                        Я. ДАЦЕНКО</w:t>
      </w:r>
    </w:p>
    <w:p w:rsidR="0020505B" w:rsidRDefault="0020505B" w:rsidP="002D2634"/>
    <w:p w:rsidR="0020505B" w:rsidRDefault="0020505B" w:rsidP="002D2634">
      <w:r>
        <w:t>Начальник фінансово-економічного</w:t>
      </w:r>
    </w:p>
    <w:p w:rsidR="0020505B" w:rsidRDefault="0020505B" w:rsidP="002D2634">
      <w:r>
        <w:t>відділу                                                                                        Н. БУРЛАКА</w:t>
      </w:r>
    </w:p>
    <w:p w:rsidR="0020505B" w:rsidRDefault="0020505B" w:rsidP="002D2634"/>
    <w:p w:rsidR="0020505B" w:rsidRDefault="0020505B" w:rsidP="002D2634">
      <w:r>
        <w:t>Головний спеціаліст фінансово-</w:t>
      </w:r>
    </w:p>
    <w:p w:rsidR="0020505B" w:rsidRDefault="0020505B" w:rsidP="00851EE9">
      <w:r>
        <w:t>економічного відділу                                                                Д. ГОРБ</w:t>
      </w:r>
    </w:p>
    <w:p w:rsidR="0020505B" w:rsidRDefault="0020505B" w:rsidP="002D2634"/>
    <w:p w:rsidR="0020505B" w:rsidRDefault="0020505B" w:rsidP="002D2634"/>
    <w:p w:rsidR="0020505B" w:rsidRPr="00C75933" w:rsidRDefault="0020505B" w:rsidP="002D2634">
      <w:pPr>
        <w:sectPr w:rsidR="0020505B" w:rsidRPr="00C75933" w:rsidSect="00C906A8">
          <w:headerReference w:type="even" r:id="rId8"/>
          <w:headerReference w:type="default" r:id="rId9"/>
          <w:pgSz w:w="11906" w:h="16838"/>
          <w:pgMar w:top="1134" w:right="1134" w:bottom="851" w:left="1701" w:header="709" w:footer="709" w:gutter="0"/>
          <w:pgNumType w:start="0"/>
          <w:cols w:space="708"/>
          <w:titlePg/>
          <w:docGrid w:linePitch="381"/>
        </w:sectPr>
      </w:pPr>
    </w:p>
    <w:tbl>
      <w:tblPr>
        <w:tblW w:w="0" w:type="auto"/>
        <w:tblInd w:w="-106" w:type="dxa"/>
        <w:tblLook w:val="01E0"/>
      </w:tblPr>
      <w:tblGrid>
        <w:gridCol w:w="4565"/>
        <w:gridCol w:w="4722"/>
      </w:tblGrid>
      <w:tr w:rsidR="0020505B" w:rsidRPr="00097F34" w:rsidTr="00C92DEA">
        <w:tc>
          <w:tcPr>
            <w:tcW w:w="4565" w:type="dxa"/>
          </w:tcPr>
          <w:p w:rsidR="0020505B" w:rsidRPr="00AD10BF" w:rsidRDefault="0020505B" w:rsidP="00760B08">
            <w:pPr>
              <w:pStyle w:val="rvps6"/>
              <w:spacing w:before="0" w:beforeAutospacing="0" w:after="0" w:afterAutospacing="0"/>
              <w:jc w:val="center"/>
              <w:rPr>
                <w:rStyle w:val="rvts23"/>
                <w:sz w:val="28"/>
                <w:szCs w:val="28"/>
              </w:rPr>
            </w:pPr>
          </w:p>
        </w:tc>
        <w:tc>
          <w:tcPr>
            <w:tcW w:w="4722" w:type="dxa"/>
          </w:tcPr>
          <w:p w:rsidR="0020505B" w:rsidRPr="00AD10BF" w:rsidRDefault="0020505B" w:rsidP="00760B08">
            <w:pPr>
              <w:pStyle w:val="rvps6"/>
              <w:spacing w:before="0" w:beforeAutospacing="0" w:after="0" w:afterAutospacing="0"/>
              <w:rPr>
                <w:rStyle w:val="rvts23"/>
                <w:sz w:val="28"/>
                <w:szCs w:val="28"/>
              </w:rPr>
            </w:pPr>
            <w:r w:rsidRPr="00AD10BF">
              <w:rPr>
                <w:rStyle w:val="rvts23"/>
                <w:sz w:val="28"/>
                <w:szCs w:val="28"/>
              </w:rPr>
              <w:t>ЗАТВЕРДЖЕНО</w:t>
            </w:r>
          </w:p>
          <w:p w:rsidR="0020505B" w:rsidRPr="00AD10BF" w:rsidRDefault="0020505B" w:rsidP="00760B08">
            <w:pPr>
              <w:pStyle w:val="rvps6"/>
              <w:spacing w:before="0" w:beforeAutospacing="0" w:after="0" w:afterAutospacing="0"/>
              <w:jc w:val="both"/>
              <w:rPr>
                <w:rStyle w:val="rvts23"/>
                <w:sz w:val="28"/>
                <w:szCs w:val="28"/>
              </w:rPr>
            </w:pPr>
            <w:r w:rsidRPr="00AD10BF">
              <w:rPr>
                <w:rStyle w:val="rvts23"/>
                <w:sz w:val="28"/>
                <w:szCs w:val="28"/>
              </w:rPr>
              <w:t>Наказ фінансового управління Хорольської міської ради</w:t>
            </w:r>
          </w:p>
          <w:p w:rsidR="0020505B" w:rsidRPr="00AD10BF" w:rsidRDefault="0020505B" w:rsidP="00CE4CC3">
            <w:pPr>
              <w:pStyle w:val="rvps6"/>
              <w:spacing w:before="0" w:beforeAutospacing="0" w:after="0" w:afterAutospacing="0"/>
              <w:jc w:val="both"/>
              <w:rPr>
                <w:rStyle w:val="rvts23"/>
                <w:sz w:val="28"/>
                <w:szCs w:val="28"/>
              </w:rPr>
            </w:pPr>
            <w:r w:rsidRPr="00AD10BF">
              <w:rPr>
                <w:rStyle w:val="rvts23"/>
                <w:sz w:val="28"/>
                <w:szCs w:val="28"/>
              </w:rPr>
              <w:t>11 липня 2025 року № 12</w:t>
            </w:r>
          </w:p>
        </w:tc>
      </w:tr>
    </w:tbl>
    <w:p w:rsidR="0020505B" w:rsidRPr="00097F34" w:rsidRDefault="0020505B" w:rsidP="00CE4CC3">
      <w:pPr>
        <w:pStyle w:val="rvps6"/>
        <w:spacing w:before="0" w:beforeAutospacing="0" w:after="0" w:afterAutospacing="0"/>
        <w:jc w:val="center"/>
        <w:rPr>
          <w:rStyle w:val="rvts23"/>
          <w:color w:val="FF6600"/>
          <w:sz w:val="28"/>
          <w:szCs w:val="28"/>
        </w:rPr>
      </w:pPr>
    </w:p>
    <w:p w:rsidR="0020505B" w:rsidRPr="00097F34" w:rsidRDefault="0020505B" w:rsidP="00CE4CC3">
      <w:pPr>
        <w:pStyle w:val="rvps6"/>
        <w:spacing w:before="0" w:beforeAutospacing="0" w:after="0" w:afterAutospacing="0"/>
        <w:jc w:val="center"/>
        <w:rPr>
          <w:rStyle w:val="rvts23"/>
          <w:color w:val="FF6600"/>
          <w:sz w:val="28"/>
          <w:szCs w:val="28"/>
        </w:rPr>
      </w:pPr>
    </w:p>
    <w:p w:rsidR="0020505B" w:rsidRPr="00097F34" w:rsidRDefault="0020505B" w:rsidP="00CE4CC3">
      <w:pPr>
        <w:pStyle w:val="rvps6"/>
        <w:spacing w:before="0" w:beforeAutospacing="0" w:after="0" w:afterAutospacing="0"/>
        <w:jc w:val="center"/>
        <w:rPr>
          <w:rStyle w:val="rvts23"/>
          <w:color w:val="FF6600"/>
          <w:sz w:val="28"/>
          <w:szCs w:val="28"/>
        </w:rPr>
      </w:pPr>
      <w:bookmarkStart w:id="0" w:name="_GoBack"/>
      <w:bookmarkEnd w:id="0"/>
    </w:p>
    <w:p w:rsidR="0020505B" w:rsidRPr="006374F4" w:rsidRDefault="0020505B" w:rsidP="00CE4CC3">
      <w:pPr>
        <w:jc w:val="center"/>
        <w:rPr>
          <w:lang w:val="ru-RU"/>
        </w:rPr>
      </w:pPr>
      <w:r w:rsidRPr="006374F4">
        <w:rPr>
          <w:rStyle w:val="rvts23"/>
          <w:b/>
          <w:bCs/>
        </w:rPr>
        <w:t xml:space="preserve">ІНСТРУКЦІЯ </w:t>
      </w:r>
      <w:r w:rsidRPr="006374F4">
        <w:rPr>
          <w:b/>
          <w:bCs/>
        </w:rPr>
        <w:br/>
        <w:t>щодо підготовки  бюджетної пропозиції</w:t>
      </w:r>
    </w:p>
    <w:p w:rsidR="0020505B" w:rsidRPr="006374F4" w:rsidRDefault="0020505B" w:rsidP="00CE4CC3">
      <w:pPr>
        <w:jc w:val="center"/>
      </w:pPr>
    </w:p>
    <w:p w:rsidR="0020505B" w:rsidRPr="006374F4" w:rsidRDefault="0020505B" w:rsidP="00CE4CC3">
      <w:pPr>
        <w:pStyle w:val="rvps6"/>
        <w:spacing w:before="0" w:beforeAutospacing="0" w:after="0" w:afterAutospacing="0"/>
        <w:jc w:val="center"/>
        <w:rPr>
          <w:b/>
          <w:bCs/>
          <w:sz w:val="28"/>
          <w:szCs w:val="28"/>
        </w:rPr>
      </w:pPr>
    </w:p>
    <w:p w:rsidR="0020505B" w:rsidRPr="006374F4" w:rsidRDefault="0020505B" w:rsidP="00CE4CC3">
      <w:pPr>
        <w:pStyle w:val="rvps7"/>
        <w:spacing w:before="0" w:beforeAutospacing="0" w:after="0" w:afterAutospacing="0"/>
        <w:jc w:val="center"/>
        <w:rPr>
          <w:rStyle w:val="rvts15"/>
          <w:b/>
          <w:bCs/>
          <w:sz w:val="28"/>
          <w:szCs w:val="28"/>
        </w:rPr>
      </w:pPr>
      <w:bookmarkStart w:id="1" w:name="n14"/>
      <w:bookmarkEnd w:id="1"/>
      <w:r w:rsidRPr="006374F4">
        <w:rPr>
          <w:rStyle w:val="rvts15"/>
          <w:b/>
          <w:bCs/>
          <w:sz w:val="28"/>
          <w:szCs w:val="28"/>
        </w:rPr>
        <w:t>І. Загальні положення</w:t>
      </w:r>
    </w:p>
    <w:p w:rsidR="0020505B" w:rsidRPr="00097F34" w:rsidRDefault="0020505B" w:rsidP="00CE4CC3">
      <w:pPr>
        <w:pStyle w:val="rvps7"/>
        <w:spacing w:before="0" w:beforeAutospacing="0" w:after="0" w:afterAutospacing="0"/>
        <w:jc w:val="center"/>
        <w:rPr>
          <w:rStyle w:val="rvts15"/>
          <w:b/>
          <w:bCs/>
          <w:color w:val="FF6600"/>
          <w:sz w:val="28"/>
          <w:szCs w:val="28"/>
        </w:rPr>
      </w:pPr>
    </w:p>
    <w:p w:rsidR="0020505B" w:rsidRPr="002B738D" w:rsidRDefault="0020505B" w:rsidP="00CE4CC3">
      <w:pPr>
        <w:ind w:firstLine="708"/>
        <w:jc w:val="both"/>
      </w:pPr>
      <w:bookmarkStart w:id="2" w:name="n15"/>
      <w:bookmarkEnd w:id="2"/>
      <w:r w:rsidRPr="002B738D">
        <w:t>1. Ця Інструкція розроблена відповідно до пункту 4 статті 75</w:t>
      </w:r>
      <w:r w:rsidRPr="002B738D">
        <w:rPr>
          <w:vertAlign w:val="superscript"/>
        </w:rPr>
        <w:t>1</w:t>
      </w:r>
      <w:r w:rsidRPr="002B738D">
        <w:t xml:space="preserve">  Бюджетного кодексу України, наказу Міністерства фінансів України        № 534 від 06.10.2023 року «Про затвердження Інструкції щодо підготовки бюджетної пропозиції»</w:t>
      </w:r>
      <w:r>
        <w:t xml:space="preserve"> зі змінами внесеними згідно з Наказом Міністерства фінансів України  від 27.10.2023 року № 602, від 14.05.2025 року № 251, від 05.06.2025 року № 290</w:t>
      </w:r>
      <w:r w:rsidRPr="002B738D">
        <w:t xml:space="preserve"> і визначає основні положення про розрахунок орієнтовних граничних показників видатків місцевого бюджету та надання кредитів з місцевого бюджету головному розпоряднику бюджетних коштів  на середньостроковий період та встановлює порядок складання </w:t>
      </w:r>
      <w:r>
        <w:t xml:space="preserve">та аналізу </w:t>
      </w:r>
      <w:r w:rsidRPr="002B738D">
        <w:t>бюджетної пропозиції до прогнозу місцевого бюджету.</w:t>
      </w:r>
    </w:p>
    <w:p w:rsidR="0020505B" w:rsidRPr="00097F34" w:rsidRDefault="0020505B" w:rsidP="00CE4CC3">
      <w:pPr>
        <w:ind w:firstLine="708"/>
        <w:jc w:val="both"/>
        <w:rPr>
          <w:color w:val="FF6600"/>
        </w:rPr>
      </w:pPr>
    </w:p>
    <w:p w:rsidR="0020505B" w:rsidRPr="002B738D" w:rsidRDefault="0020505B" w:rsidP="00CE4CC3">
      <w:pPr>
        <w:ind w:firstLine="708"/>
        <w:jc w:val="both"/>
      </w:pPr>
      <w:r w:rsidRPr="002B738D">
        <w:t>2. У цій Інструкції терміни вживаються у значе</w:t>
      </w:r>
      <w:r>
        <w:t>ннях, наведених</w:t>
      </w:r>
      <w:r w:rsidRPr="002B738D">
        <w:t xml:space="preserve"> у Бюджетному кодексі України та  інших нормативно-правових актах, що регламентують бюджетний процес.</w:t>
      </w:r>
    </w:p>
    <w:p w:rsidR="0020505B" w:rsidRPr="00AD10BF" w:rsidRDefault="0020505B" w:rsidP="00CE4CC3">
      <w:pPr>
        <w:ind w:firstLine="708"/>
        <w:jc w:val="both"/>
      </w:pPr>
      <w:r w:rsidRPr="00AD10BF">
        <w:t>Процес формування  бюджетної пропозиції здійснюється учасниками бюджетного процесу відповідно до бюджетного законодавства.</w:t>
      </w:r>
    </w:p>
    <w:p w:rsidR="0020505B" w:rsidRPr="00AD10BF" w:rsidRDefault="0020505B" w:rsidP="00CE4CC3">
      <w:pPr>
        <w:ind w:firstLine="708"/>
        <w:jc w:val="both"/>
      </w:pPr>
    </w:p>
    <w:p w:rsidR="0020505B" w:rsidRPr="00774BD8" w:rsidRDefault="0020505B" w:rsidP="00C74C5A">
      <w:pPr>
        <w:ind w:firstLine="708"/>
        <w:jc w:val="both"/>
      </w:pPr>
      <w:r w:rsidRPr="00774BD8">
        <w:t>3. Орієнтовні граничні показники видатків місцевого бюджету та надання кредитів з місцевого бюджету на середньостроковий період головному розпоряднику бюджетних коштів та  бюджетна пропозиція складаються з використанням автоматизованої інформаційно – аналітичної системи за такими формами:</w:t>
      </w:r>
    </w:p>
    <w:p w:rsidR="0020505B" w:rsidRPr="00774BD8" w:rsidRDefault="0020505B" w:rsidP="00C74C5A">
      <w:pPr>
        <w:ind w:firstLine="708"/>
        <w:jc w:val="both"/>
      </w:pPr>
    </w:p>
    <w:p w:rsidR="0020505B" w:rsidRPr="00774BD8" w:rsidRDefault="0020505B" w:rsidP="00C74C5A">
      <w:pPr>
        <w:ind w:firstLine="708"/>
        <w:jc w:val="both"/>
      </w:pPr>
      <w:r w:rsidRPr="00774BD8">
        <w:t>Орієнтовні грачині показники видатків місцевого бюджету та надання кредитів місцевого бюджету головному розпоряднику бюджетних коштів на 20__- 20__ роки (далі – орієнтовні граничні показники) (додаток 1);</w:t>
      </w:r>
    </w:p>
    <w:p w:rsidR="0020505B" w:rsidRPr="00774BD8" w:rsidRDefault="0020505B" w:rsidP="0058104A">
      <w:pPr>
        <w:ind w:firstLine="708"/>
        <w:jc w:val="both"/>
      </w:pPr>
      <w:r w:rsidRPr="00774BD8">
        <w:t>Бюджетна пропозиція місцевого бюджету на 20__-20__ роки загальна (Форма БП – 1) (далі – Форма БП – 1), (додаток 2);</w:t>
      </w:r>
    </w:p>
    <w:p w:rsidR="0020505B" w:rsidRPr="00774BD8" w:rsidRDefault="0020505B" w:rsidP="0058104A">
      <w:pPr>
        <w:ind w:firstLine="708"/>
        <w:jc w:val="both"/>
      </w:pPr>
      <w:r w:rsidRPr="00774BD8">
        <w:t>Бюджетна пропозиція місцевого бюджету на 20__-20__ роки індивідуальна  (Форма БП – 2) (далі – Форма БП – 2), (додаток 3);</w:t>
      </w:r>
    </w:p>
    <w:p w:rsidR="0020505B" w:rsidRDefault="0020505B" w:rsidP="0058104A">
      <w:pPr>
        <w:ind w:firstLine="708"/>
        <w:jc w:val="both"/>
      </w:pPr>
      <w:r w:rsidRPr="00774BD8">
        <w:t>Бюджетна пропозиція на 20__-20__ роки додаткова   (Форма БП – 3) (да</w:t>
      </w:r>
      <w:r>
        <w:t>лі – Форма БП – 3), (додаток 4);</w:t>
      </w:r>
    </w:p>
    <w:p w:rsidR="0020505B" w:rsidRDefault="0020505B" w:rsidP="0058104A">
      <w:pPr>
        <w:ind w:firstLine="708"/>
        <w:jc w:val="both"/>
      </w:pPr>
      <w:r>
        <w:t>Показники міжбюджетних трансфертів (іншим місцевим бюджетам), які передбачаються в прогнозі місцевого бюджету, на 20_ - 20_ роки (додаток 5);</w:t>
      </w:r>
    </w:p>
    <w:p w:rsidR="0020505B" w:rsidRDefault="0020505B" w:rsidP="0058104A">
      <w:pPr>
        <w:ind w:firstLine="708"/>
        <w:jc w:val="both"/>
      </w:pPr>
      <w:r>
        <w:t>Орієнтовний граничний сукупний обсяг публічних інвестицій на 20-_20_ роки (додаток 6);</w:t>
      </w:r>
    </w:p>
    <w:p w:rsidR="0020505B" w:rsidRDefault="0020505B" w:rsidP="0058104A">
      <w:pPr>
        <w:ind w:firstLine="708"/>
        <w:jc w:val="both"/>
      </w:pPr>
      <w:r>
        <w:t>Обсяг публічних інвестицій на підготовку та реалізацію публічних інвестиційних проектів та програм публічних інвестицій головному розпоряднику бюджетних коштів на 20_-20_ роки (додаток 7);</w:t>
      </w:r>
    </w:p>
    <w:p w:rsidR="0020505B" w:rsidRPr="00774BD8" w:rsidRDefault="0020505B" w:rsidP="0058104A">
      <w:pPr>
        <w:ind w:firstLine="708"/>
        <w:jc w:val="both"/>
      </w:pPr>
      <w:r>
        <w:t>Обсяг публічних інвестицій на середньостроковий період з урахуванням середньострокового плану пріоритетних публічних інвестицій регіону (територіальної громади) на 20_-20_ роки (додаток 8).</w:t>
      </w:r>
    </w:p>
    <w:p w:rsidR="0020505B" w:rsidRPr="00774BD8" w:rsidRDefault="0020505B" w:rsidP="0058104A">
      <w:pPr>
        <w:ind w:firstLine="708"/>
        <w:jc w:val="both"/>
        <w:rPr>
          <w:color w:val="FF0000"/>
        </w:rPr>
      </w:pPr>
    </w:p>
    <w:p w:rsidR="0020505B" w:rsidRPr="00BD63D2" w:rsidRDefault="0020505B" w:rsidP="00E9760B">
      <w:pPr>
        <w:jc w:val="both"/>
      </w:pPr>
      <w:r w:rsidRPr="00774BD8">
        <w:rPr>
          <w:color w:val="FF0000"/>
        </w:rPr>
        <w:tab/>
      </w:r>
      <w:r w:rsidRPr="00BD63D2">
        <w:t>4. Усі вартісні показники у документах, визначених цією Інструкцією наводяться у гривнях, з округленням до цілого числа.</w:t>
      </w:r>
    </w:p>
    <w:p w:rsidR="0020505B" w:rsidRPr="00BD63D2" w:rsidRDefault="0020505B" w:rsidP="00E9760B">
      <w:pPr>
        <w:jc w:val="both"/>
      </w:pPr>
    </w:p>
    <w:p w:rsidR="0020505B" w:rsidRDefault="0020505B" w:rsidP="00E9760B">
      <w:pPr>
        <w:jc w:val="both"/>
      </w:pPr>
      <w:r w:rsidRPr="00774BD8">
        <w:rPr>
          <w:color w:val="FF0000"/>
        </w:rPr>
        <w:tab/>
      </w:r>
      <w:r w:rsidRPr="00BD63D2">
        <w:t>5. У формі орієнтовних граничних показників видатків місцевого бюджету та надання кредитів зазначається розподіл орієнтовних граничних показників видатків місцевого бюджету та надання кредитів з місцевого бюджету на середньостроковий період.</w:t>
      </w:r>
    </w:p>
    <w:p w:rsidR="0020505B" w:rsidRDefault="0020505B" w:rsidP="00E9760B">
      <w:pPr>
        <w:jc w:val="both"/>
      </w:pPr>
    </w:p>
    <w:p w:rsidR="0020505B" w:rsidRPr="00BD63D2" w:rsidRDefault="0020505B" w:rsidP="00E9760B">
      <w:pPr>
        <w:jc w:val="both"/>
      </w:pPr>
      <w:r>
        <w:tab/>
        <w:t>6. У формі орієнтовного граничного сукупного обсягу публічних інвестицій на 20_ - 20_ роки зазначається розподіл орієнтовного граничного сукупного обсягу публічних інвестицій на середньостроковий період.</w:t>
      </w:r>
    </w:p>
    <w:p w:rsidR="0020505B" w:rsidRPr="00774BD8" w:rsidRDefault="0020505B" w:rsidP="00CE4CC3">
      <w:pPr>
        <w:pStyle w:val="rvps2"/>
        <w:spacing w:before="0" w:beforeAutospacing="0" w:after="0" w:afterAutospacing="0"/>
        <w:jc w:val="both"/>
        <w:rPr>
          <w:color w:val="FF0000"/>
          <w:sz w:val="28"/>
          <w:szCs w:val="28"/>
          <w:lang w:val="uk-UA"/>
        </w:rPr>
      </w:pPr>
    </w:p>
    <w:p w:rsidR="0020505B" w:rsidRPr="00AB449E" w:rsidRDefault="0020505B" w:rsidP="00CE4CC3">
      <w:pPr>
        <w:pStyle w:val="rvps2"/>
        <w:spacing w:before="0" w:beforeAutospacing="0" w:after="0" w:afterAutospacing="0"/>
        <w:jc w:val="both"/>
        <w:rPr>
          <w:sz w:val="28"/>
          <w:szCs w:val="28"/>
          <w:lang w:val="uk-UA"/>
        </w:rPr>
      </w:pPr>
      <w:r w:rsidRPr="00774BD8">
        <w:rPr>
          <w:color w:val="FF0000"/>
          <w:sz w:val="28"/>
          <w:szCs w:val="28"/>
          <w:lang w:val="uk-UA"/>
        </w:rPr>
        <w:tab/>
      </w:r>
      <w:r w:rsidRPr="00AB449E">
        <w:rPr>
          <w:sz w:val="28"/>
          <w:szCs w:val="28"/>
          <w:lang w:val="uk-UA"/>
        </w:rPr>
        <w:t>7. У формах бюджетної пропозиції зазначаються дані:</w:t>
      </w:r>
    </w:p>
    <w:p w:rsidR="0020505B" w:rsidRPr="000372A3" w:rsidRDefault="0020505B" w:rsidP="00CE4CC3">
      <w:pPr>
        <w:pStyle w:val="rvps2"/>
        <w:spacing w:before="0" w:beforeAutospacing="0" w:after="0" w:afterAutospacing="0"/>
        <w:jc w:val="both"/>
        <w:rPr>
          <w:sz w:val="28"/>
          <w:szCs w:val="28"/>
          <w:lang w:val="uk-UA"/>
        </w:rPr>
      </w:pPr>
      <w:r w:rsidRPr="00774BD8">
        <w:rPr>
          <w:color w:val="FF0000"/>
          <w:sz w:val="28"/>
          <w:szCs w:val="28"/>
          <w:lang w:val="uk-UA"/>
        </w:rPr>
        <w:tab/>
      </w:r>
      <w:r w:rsidRPr="000372A3">
        <w:rPr>
          <w:sz w:val="28"/>
          <w:szCs w:val="28"/>
          <w:lang w:val="uk-UA"/>
        </w:rPr>
        <w:t>за попередній бюджетний період (звіт) – дані річного звіту за попередній бюджетний період, наданого органами Казначейства (далі – показники відповідно до річного звіту за попередній бюджетний період);</w:t>
      </w:r>
    </w:p>
    <w:p w:rsidR="0020505B" w:rsidRPr="000372A3" w:rsidRDefault="0020505B" w:rsidP="00CE4CC3">
      <w:pPr>
        <w:pStyle w:val="rvps2"/>
        <w:spacing w:before="0" w:beforeAutospacing="0" w:after="0" w:afterAutospacing="0"/>
        <w:jc w:val="both"/>
        <w:rPr>
          <w:sz w:val="28"/>
          <w:szCs w:val="28"/>
          <w:lang w:val="uk-UA"/>
        </w:rPr>
      </w:pPr>
      <w:r w:rsidRPr="000372A3">
        <w:rPr>
          <w:sz w:val="28"/>
          <w:szCs w:val="28"/>
          <w:lang w:val="uk-UA"/>
        </w:rPr>
        <w:tab/>
        <w:t>на поточний бюджетний період (затверджено) – показники, затверджені розписом місцевого бюджету на поточний бюджетний період (з урахуванням усіх внесених змін станом на 01 липня року, що передує плановому) (далі – показники, затверджені розписом на поточний бюджетний період);</w:t>
      </w:r>
    </w:p>
    <w:p w:rsidR="0020505B" w:rsidRPr="00242A69" w:rsidRDefault="0020505B" w:rsidP="00CE4CC3">
      <w:pPr>
        <w:pStyle w:val="rvps2"/>
        <w:spacing w:before="0" w:beforeAutospacing="0" w:after="0" w:afterAutospacing="0"/>
        <w:jc w:val="both"/>
        <w:rPr>
          <w:sz w:val="28"/>
          <w:szCs w:val="28"/>
          <w:lang w:val="uk-UA"/>
        </w:rPr>
      </w:pPr>
      <w:r w:rsidRPr="00774BD8">
        <w:rPr>
          <w:color w:val="FF0000"/>
          <w:sz w:val="28"/>
          <w:szCs w:val="28"/>
          <w:lang w:val="uk-UA"/>
        </w:rPr>
        <w:tab/>
      </w:r>
      <w:r w:rsidRPr="00242A69">
        <w:rPr>
          <w:sz w:val="28"/>
          <w:szCs w:val="28"/>
          <w:lang w:val="uk-UA"/>
        </w:rPr>
        <w:t>на середньостроковий період (план) – показники за видами надходжень, видатків та надання кредитів з місцевого бюджету на плановий та наступні за плановим два бюджетні  періоди, визначених на основі  орієнтовних граничних показників  видатків місцевого бюджету та надання кредитів з місцевого бюджету, які є основою для складання  прогнозу місцевого бюджету та проєкту рішення про місцевий бюджет на наступний бюджетний період (далі – розподіл орієнтовних граничних показників на середньостроковий бюджетний період).</w:t>
      </w:r>
    </w:p>
    <w:p w:rsidR="0020505B" w:rsidRPr="00774BD8" w:rsidRDefault="0020505B" w:rsidP="00CE4CC3">
      <w:pPr>
        <w:pStyle w:val="rvps2"/>
        <w:spacing w:before="0" w:beforeAutospacing="0" w:after="0" w:afterAutospacing="0"/>
        <w:jc w:val="both"/>
        <w:rPr>
          <w:color w:val="FF0000"/>
          <w:sz w:val="28"/>
          <w:szCs w:val="28"/>
          <w:lang w:val="uk-UA"/>
        </w:rPr>
      </w:pPr>
    </w:p>
    <w:p w:rsidR="0020505B" w:rsidRPr="006C2E39" w:rsidRDefault="0020505B" w:rsidP="00CE4CC3">
      <w:pPr>
        <w:pStyle w:val="rvps2"/>
        <w:spacing w:before="0" w:beforeAutospacing="0" w:after="0" w:afterAutospacing="0"/>
        <w:jc w:val="both"/>
        <w:rPr>
          <w:sz w:val="28"/>
          <w:szCs w:val="28"/>
          <w:lang w:val="uk-UA"/>
        </w:rPr>
      </w:pPr>
      <w:r w:rsidRPr="00774BD8">
        <w:rPr>
          <w:color w:val="FF0000"/>
          <w:sz w:val="28"/>
          <w:szCs w:val="28"/>
          <w:lang w:val="uk-UA"/>
        </w:rPr>
        <w:tab/>
      </w:r>
      <w:r w:rsidRPr="006C2E39">
        <w:rPr>
          <w:sz w:val="28"/>
          <w:szCs w:val="28"/>
          <w:lang w:val="uk-UA"/>
        </w:rPr>
        <w:t>8. У формах, визначених цією Інструкцією, зазначаються код та найменування:</w:t>
      </w:r>
    </w:p>
    <w:p w:rsidR="0020505B" w:rsidRPr="006C2E39" w:rsidRDefault="0020505B" w:rsidP="00CE4CC3">
      <w:pPr>
        <w:pStyle w:val="rvps2"/>
        <w:spacing w:before="0" w:beforeAutospacing="0" w:after="0" w:afterAutospacing="0"/>
        <w:jc w:val="both"/>
        <w:rPr>
          <w:sz w:val="28"/>
          <w:szCs w:val="28"/>
          <w:lang w:val="uk-UA"/>
        </w:rPr>
      </w:pPr>
      <w:r w:rsidRPr="006C2E39">
        <w:rPr>
          <w:sz w:val="28"/>
          <w:szCs w:val="28"/>
          <w:lang w:val="uk-UA"/>
        </w:rPr>
        <w:tab/>
        <w:t>місцевого бюджету – відповідно до Довідника місцевих бюджетів, затвердженого наказом  Міністерства фінансів України від 28 грудня 2009 року № 1539 (у редакції наказу Міністерства фінансів України від 28 лютого 2024 року № 98) (далі – код бюджету);</w:t>
      </w:r>
    </w:p>
    <w:p w:rsidR="0020505B" w:rsidRPr="0055607E" w:rsidRDefault="0020505B" w:rsidP="00CE4CC3">
      <w:pPr>
        <w:pStyle w:val="rvps2"/>
        <w:spacing w:before="0" w:beforeAutospacing="0" w:after="0" w:afterAutospacing="0"/>
        <w:jc w:val="both"/>
        <w:rPr>
          <w:sz w:val="28"/>
          <w:szCs w:val="28"/>
          <w:lang w:val="uk-UA"/>
        </w:rPr>
      </w:pPr>
      <w:r w:rsidRPr="00774BD8">
        <w:rPr>
          <w:color w:val="FF0000"/>
          <w:sz w:val="28"/>
          <w:szCs w:val="28"/>
          <w:lang w:val="uk-UA"/>
        </w:rPr>
        <w:tab/>
      </w:r>
      <w:r w:rsidRPr="0055607E">
        <w:rPr>
          <w:sz w:val="28"/>
          <w:szCs w:val="28"/>
          <w:lang w:val="uk-UA"/>
        </w:rPr>
        <w:t>видів</w:t>
      </w:r>
      <w:r>
        <w:rPr>
          <w:sz w:val="28"/>
          <w:szCs w:val="28"/>
          <w:lang w:val="uk-UA"/>
        </w:rPr>
        <w:t xml:space="preserve"> надходжень місцевого  бюджету</w:t>
      </w:r>
      <w:r w:rsidRPr="0055607E">
        <w:rPr>
          <w:sz w:val="28"/>
          <w:szCs w:val="28"/>
          <w:lang w:val="uk-UA"/>
        </w:rPr>
        <w:t>, фінансування місцевого бюджету та місцевий борг – відповідно до Класифікації доходів бюджету, затвердженої наказом Міністерства фінансів України від 14 січня 2011 року № 11 зі змінами, Класифікації фінансування  бюджету та типом кредитора, затвердженої наказом Міністерства фінансів України від 14 січня 2011 року № 11 зі змінами, Класифікація фінансування бюджету за типом боргового зобов’язання, затвердженої наказом Міністерства фінансів України від 14 січня 2011 року № 11 зі змінами, та відповідно до Типової програмної класифікації видатків та кредитування місцевого бюджету, затвердженої наказом Міністерства фінансів України від 20 вересня 2017 року № 793 (у редакції наказу Міністерства фінансів України від 17 грудня 2020 року №781) (далі – Типова програмна класифікація видатків та кредитування місцевого бюджету) (у частині повернення кредитів до бюджету);</w:t>
      </w:r>
    </w:p>
    <w:p w:rsidR="0020505B" w:rsidRPr="00000B60" w:rsidRDefault="0020505B" w:rsidP="00CE4CC3">
      <w:pPr>
        <w:pStyle w:val="rvps2"/>
        <w:spacing w:before="0" w:beforeAutospacing="0" w:after="0" w:afterAutospacing="0"/>
        <w:jc w:val="both"/>
        <w:rPr>
          <w:sz w:val="28"/>
          <w:szCs w:val="28"/>
          <w:lang w:val="uk-UA"/>
        </w:rPr>
      </w:pPr>
      <w:r w:rsidRPr="00774BD8">
        <w:rPr>
          <w:color w:val="FF0000"/>
          <w:sz w:val="28"/>
          <w:szCs w:val="28"/>
          <w:lang w:val="uk-UA"/>
        </w:rPr>
        <w:tab/>
      </w:r>
      <w:r w:rsidRPr="00000B60">
        <w:rPr>
          <w:sz w:val="28"/>
          <w:szCs w:val="28"/>
          <w:lang w:val="uk-UA"/>
        </w:rPr>
        <w:t>видатків та надання кредитів з місцевого бюджету – відповідно до  Типової програмної класифікації видатків та кредитування місцевого бюджету, затвердженої наказом  Міністерства фінансів України від 20 вересня 2017 року №793 (у редакції наказу Міністерства фінансів України від 17 грудня 2020 року № 781), Функціональної класифікації видатків та кредитування бюджету, затвердженої наказом Міністерства фінансів України від 14 січня 2011 року № 11 (далі – Функціональна класифікація видатків та кредитування бюджету), Економічної класифікації видатків бюджету, затвердженої наказом Міністерства фінансівУкраїни від 14 січня 2011 року № 11 (у редакції наказу Міністерства фінансів України від 26 грудня 2011 року № 1738) (далі – Економічна  класифікація видатків бюджету), та Класифікація кредитування бюджету затвердженої наказом Міністерства фінансів України від 14 січня 2011 року № 11 (далі – Класифікація кредитування бюджету);</w:t>
      </w:r>
    </w:p>
    <w:p w:rsidR="0020505B" w:rsidRPr="00CF41F8" w:rsidRDefault="0020505B" w:rsidP="00CE4CC3">
      <w:pPr>
        <w:pStyle w:val="rvps2"/>
        <w:spacing w:before="0" w:beforeAutospacing="0" w:after="0" w:afterAutospacing="0"/>
        <w:jc w:val="both"/>
        <w:rPr>
          <w:sz w:val="28"/>
          <w:szCs w:val="28"/>
          <w:lang w:val="uk-UA"/>
        </w:rPr>
      </w:pPr>
      <w:r w:rsidRPr="00774BD8">
        <w:rPr>
          <w:color w:val="FF0000"/>
          <w:sz w:val="28"/>
          <w:szCs w:val="28"/>
          <w:lang w:val="uk-UA"/>
        </w:rPr>
        <w:tab/>
      </w:r>
      <w:r w:rsidRPr="00CF41F8">
        <w:rPr>
          <w:sz w:val="28"/>
          <w:szCs w:val="28"/>
          <w:lang w:val="uk-UA"/>
        </w:rPr>
        <w:t>головних розпорядників бюджетних коштів згідно з Типовою відомчою класифікацією видатків та кредитування місцевого бюджету, затвердженою  наказом Міністерства фінансів України від 20 вересня 2017 року № 793, та установчими документами.</w:t>
      </w:r>
    </w:p>
    <w:p w:rsidR="0020505B" w:rsidRPr="00CF41F8" w:rsidRDefault="0020505B" w:rsidP="003264C2">
      <w:pPr>
        <w:pStyle w:val="rvps2"/>
        <w:spacing w:before="0" w:beforeAutospacing="0" w:after="0" w:afterAutospacing="0"/>
        <w:jc w:val="center"/>
        <w:rPr>
          <w:sz w:val="28"/>
          <w:szCs w:val="28"/>
          <w:lang w:val="uk-UA"/>
        </w:rPr>
      </w:pPr>
    </w:p>
    <w:p w:rsidR="0020505B" w:rsidRPr="000A1F9E" w:rsidRDefault="0020505B" w:rsidP="003264C2">
      <w:pPr>
        <w:pStyle w:val="rvps2"/>
        <w:spacing w:before="0" w:beforeAutospacing="0" w:after="0" w:afterAutospacing="0"/>
        <w:jc w:val="center"/>
        <w:rPr>
          <w:b/>
          <w:bCs/>
          <w:sz w:val="28"/>
          <w:szCs w:val="28"/>
          <w:lang w:val="uk-UA"/>
        </w:rPr>
      </w:pPr>
      <w:r w:rsidRPr="000A1F9E">
        <w:rPr>
          <w:b/>
          <w:bCs/>
          <w:sz w:val="28"/>
          <w:szCs w:val="28"/>
          <w:lang w:val="uk-UA"/>
        </w:rPr>
        <w:t xml:space="preserve">ІІ. Основні положення </w:t>
      </w:r>
      <w:r>
        <w:rPr>
          <w:b/>
          <w:bCs/>
          <w:sz w:val="28"/>
          <w:szCs w:val="28"/>
          <w:lang w:val="uk-UA"/>
        </w:rPr>
        <w:t>щодо розрахунку</w:t>
      </w:r>
      <w:r w:rsidRPr="000A1F9E">
        <w:rPr>
          <w:b/>
          <w:bCs/>
          <w:sz w:val="28"/>
          <w:szCs w:val="28"/>
          <w:lang w:val="uk-UA"/>
        </w:rPr>
        <w:t xml:space="preserve"> орієнтовних граничних показників</w:t>
      </w:r>
    </w:p>
    <w:p w:rsidR="0020505B" w:rsidRPr="00774BD8" w:rsidRDefault="0020505B" w:rsidP="003264C2">
      <w:pPr>
        <w:pStyle w:val="rvps2"/>
        <w:spacing w:before="0" w:beforeAutospacing="0" w:after="0" w:afterAutospacing="0"/>
        <w:jc w:val="center"/>
        <w:rPr>
          <w:b/>
          <w:bCs/>
          <w:color w:val="FF0000"/>
          <w:sz w:val="28"/>
          <w:szCs w:val="28"/>
          <w:lang w:val="uk-UA"/>
        </w:rPr>
      </w:pPr>
    </w:p>
    <w:p w:rsidR="0020505B" w:rsidRPr="00B12E59" w:rsidRDefault="0020505B" w:rsidP="007865E9">
      <w:pPr>
        <w:pStyle w:val="rvps2"/>
        <w:spacing w:before="0" w:beforeAutospacing="0" w:after="0" w:afterAutospacing="0"/>
        <w:jc w:val="both"/>
        <w:rPr>
          <w:bCs/>
          <w:sz w:val="28"/>
          <w:szCs w:val="28"/>
          <w:lang w:val="uk-UA"/>
        </w:rPr>
      </w:pPr>
      <w:r w:rsidRPr="00774BD8">
        <w:rPr>
          <w:bCs/>
          <w:color w:val="FF0000"/>
          <w:sz w:val="28"/>
          <w:szCs w:val="28"/>
          <w:lang w:val="uk-UA"/>
        </w:rPr>
        <w:tab/>
      </w:r>
      <w:r w:rsidRPr="00B12E59">
        <w:rPr>
          <w:bCs/>
          <w:sz w:val="28"/>
          <w:szCs w:val="28"/>
          <w:lang w:val="uk-UA"/>
        </w:rPr>
        <w:t>1. Фінансове управління Хорольської міської ради  (далі фінансове управління) на підставі основних прогнозних макропоказників  економічного і соціального розвитку України та основних прогнозних показників економічного і соціального розвитку</w:t>
      </w:r>
      <w:r>
        <w:rPr>
          <w:bCs/>
          <w:sz w:val="28"/>
          <w:szCs w:val="28"/>
          <w:lang w:val="uk-UA"/>
        </w:rPr>
        <w:t xml:space="preserve"> Хорольської міської</w:t>
      </w:r>
      <w:r w:rsidRPr="00B12E59">
        <w:rPr>
          <w:bCs/>
          <w:sz w:val="28"/>
          <w:szCs w:val="28"/>
          <w:lang w:val="uk-UA"/>
        </w:rPr>
        <w:t xml:space="preserve"> територіальної громади на середньостроковий період, Бюджетної декларації, особливостей складання розрахунків до прогнозів місцевих бюджетів, доведених Міністерством фінансів України, </w:t>
      </w:r>
      <w:r w:rsidRPr="00825953">
        <w:rPr>
          <w:bCs/>
          <w:sz w:val="28"/>
          <w:szCs w:val="28"/>
          <w:lang w:val="uk-UA"/>
        </w:rPr>
        <w:t>Стратегії розвитку Хорольської міської територіальної громади, аналізу</w:t>
      </w:r>
      <w:r w:rsidRPr="00B12E59">
        <w:rPr>
          <w:bCs/>
          <w:sz w:val="28"/>
          <w:szCs w:val="28"/>
          <w:lang w:val="uk-UA"/>
        </w:rPr>
        <w:t xml:space="preserve"> виконання місцевого бюджету у попередніх та поточному бюджетних періодах:</w:t>
      </w:r>
    </w:p>
    <w:p w:rsidR="0020505B" w:rsidRPr="00B12E59" w:rsidRDefault="0020505B" w:rsidP="007865E9">
      <w:pPr>
        <w:pStyle w:val="rvps2"/>
        <w:spacing w:before="0" w:beforeAutospacing="0" w:after="0" w:afterAutospacing="0"/>
        <w:jc w:val="both"/>
        <w:rPr>
          <w:bCs/>
          <w:sz w:val="28"/>
          <w:szCs w:val="28"/>
          <w:lang w:val="uk-UA"/>
        </w:rPr>
      </w:pPr>
      <w:r w:rsidRPr="00B12E59">
        <w:rPr>
          <w:bCs/>
          <w:sz w:val="28"/>
          <w:szCs w:val="28"/>
          <w:lang w:val="uk-UA"/>
        </w:rPr>
        <w:tab/>
        <w:t>здійснює прогнозування доходів місцевого бюджету з урахуванням вимог Податкового та Бюджетного кодексів України (на основі даних територіальних органів Державної податкової служби України, пропозицій територіальних органів Державної податкової служби України щодо  збільшення їх обсягу та зменшення витрат бюджету, інших органів, що контролюють справляння надходжень до місцевого бюджету), у тому числі  показників міжбюджетних трансфертів, обсягів фінансування місцевого бюджету, повернення кредитів до місцевого бюджету;</w:t>
      </w:r>
    </w:p>
    <w:p w:rsidR="0020505B" w:rsidRDefault="0020505B" w:rsidP="007865E9">
      <w:pPr>
        <w:pStyle w:val="rvps2"/>
        <w:spacing w:before="0" w:beforeAutospacing="0" w:after="0" w:afterAutospacing="0"/>
        <w:jc w:val="both"/>
        <w:rPr>
          <w:bCs/>
          <w:sz w:val="28"/>
          <w:szCs w:val="28"/>
          <w:lang w:val="uk-UA"/>
        </w:rPr>
      </w:pPr>
      <w:r w:rsidRPr="00B12E59">
        <w:rPr>
          <w:bCs/>
          <w:sz w:val="28"/>
          <w:szCs w:val="28"/>
          <w:lang w:val="uk-UA"/>
        </w:rPr>
        <w:tab/>
        <w:t>розраховує загальні орієнтовні граничні показники видатків місцевого бюджету та надання кредитів з місцевого бюджету на середньостроковий період</w:t>
      </w:r>
      <w:r>
        <w:rPr>
          <w:bCs/>
          <w:sz w:val="28"/>
          <w:szCs w:val="28"/>
          <w:lang w:val="uk-UA"/>
        </w:rPr>
        <w:t xml:space="preserve"> та орієнтовний граничний сукупний обсяг публічних інвестицій (далі орієнтовний сукупний обсяг публічних інвестицій);</w:t>
      </w:r>
    </w:p>
    <w:p w:rsidR="0020505B" w:rsidRDefault="0020505B" w:rsidP="007865E9">
      <w:pPr>
        <w:pStyle w:val="rvps2"/>
        <w:spacing w:before="0" w:beforeAutospacing="0" w:after="0" w:afterAutospacing="0"/>
        <w:jc w:val="both"/>
        <w:rPr>
          <w:bCs/>
          <w:sz w:val="28"/>
          <w:szCs w:val="28"/>
          <w:lang w:val="uk-UA"/>
        </w:rPr>
      </w:pPr>
      <w:r>
        <w:rPr>
          <w:bCs/>
          <w:sz w:val="28"/>
          <w:szCs w:val="28"/>
          <w:lang w:val="uk-UA"/>
        </w:rPr>
        <w:tab/>
        <w:t>розподіляє між головними розпорядниками коштів (далі – головні розпорядники) орієнтовні граничні показники видатків місцевого бюджету та надання кредитів з місцевого бюджету на середньостроковий період (далі орієнтовні граничні показники);</w:t>
      </w:r>
    </w:p>
    <w:p w:rsidR="0020505B" w:rsidRDefault="0020505B" w:rsidP="007865E9">
      <w:pPr>
        <w:pStyle w:val="rvps2"/>
        <w:spacing w:before="0" w:beforeAutospacing="0" w:after="0" w:afterAutospacing="0"/>
        <w:jc w:val="both"/>
        <w:rPr>
          <w:bCs/>
          <w:sz w:val="28"/>
          <w:szCs w:val="28"/>
          <w:lang w:val="uk-UA"/>
        </w:rPr>
      </w:pPr>
      <w:r>
        <w:rPr>
          <w:bCs/>
          <w:sz w:val="28"/>
          <w:szCs w:val="28"/>
          <w:lang w:val="uk-UA"/>
        </w:rPr>
        <w:tab/>
        <w:t>розробляє інструкцію з підготовки бюджетних пропозицій та інші форми до яких складається та подається інформація разом з бюджетною пропозицією;</w:t>
      </w:r>
    </w:p>
    <w:p w:rsidR="0020505B" w:rsidRDefault="0020505B" w:rsidP="007865E9">
      <w:pPr>
        <w:pStyle w:val="rvps2"/>
        <w:spacing w:before="0" w:beforeAutospacing="0" w:after="0" w:afterAutospacing="0"/>
        <w:jc w:val="both"/>
        <w:rPr>
          <w:bCs/>
          <w:sz w:val="28"/>
          <w:szCs w:val="28"/>
          <w:lang w:val="uk-UA"/>
        </w:rPr>
      </w:pPr>
      <w:r>
        <w:rPr>
          <w:bCs/>
          <w:sz w:val="28"/>
          <w:szCs w:val="28"/>
          <w:lang w:val="uk-UA"/>
        </w:rPr>
        <w:tab/>
        <w:t>доводить до головних розпорядників інструкцію з підготовки бюджетних пропозицій, орієнтовні граничні показники та інші форми.</w:t>
      </w:r>
    </w:p>
    <w:p w:rsidR="0020505B" w:rsidRPr="00B12E59" w:rsidRDefault="0020505B" w:rsidP="007865E9">
      <w:pPr>
        <w:pStyle w:val="rvps2"/>
        <w:spacing w:before="0" w:beforeAutospacing="0" w:after="0" w:afterAutospacing="0"/>
        <w:jc w:val="both"/>
        <w:rPr>
          <w:bCs/>
          <w:sz w:val="28"/>
          <w:szCs w:val="28"/>
          <w:lang w:val="uk-UA"/>
        </w:rPr>
      </w:pPr>
    </w:p>
    <w:p w:rsidR="0020505B" w:rsidRPr="00485192" w:rsidRDefault="0020505B" w:rsidP="007865E9">
      <w:pPr>
        <w:pStyle w:val="rvps2"/>
        <w:spacing w:before="0" w:beforeAutospacing="0" w:after="0" w:afterAutospacing="0"/>
        <w:jc w:val="both"/>
        <w:rPr>
          <w:bCs/>
          <w:sz w:val="28"/>
          <w:szCs w:val="28"/>
          <w:lang w:val="uk-UA"/>
        </w:rPr>
      </w:pPr>
      <w:r w:rsidRPr="00774BD8">
        <w:rPr>
          <w:bCs/>
          <w:color w:val="FF0000"/>
          <w:sz w:val="28"/>
          <w:szCs w:val="28"/>
          <w:lang w:val="uk-UA"/>
        </w:rPr>
        <w:tab/>
      </w:r>
      <w:r w:rsidRPr="00825953">
        <w:rPr>
          <w:bCs/>
          <w:sz w:val="28"/>
          <w:szCs w:val="28"/>
          <w:lang w:val="uk-UA"/>
        </w:rPr>
        <w:t>2. Орієнтовні</w:t>
      </w:r>
      <w:r w:rsidRPr="00485192">
        <w:rPr>
          <w:bCs/>
          <w:sz w:val="28"/>
          <w:szCs w:val="28"/>
          <w:lang w:val="uk-UA"/>
        </w:rPr>
        <w:t xml:space="preserve"> граничні показники доводяться  фінансовим управлінням до головних розпорядників загальними сумами на кожний рік середньострокового періоду за формою, наведеною у додатку 1 до цієї Інструкції, та із зазначенням окремо обсягів:</w:t>
      </w:r>
    </w:p>
    <w:p w:rsidR="0020505B" w:rsidRPr="00485192" w:rsidRDefault="0020505B" w:rsidP="007865E9">
      <w:pPr>
        <w:pStyle w:val="rvps2"/>
        <w:spacing w:before="0" w:beforeAutospacing="0" w:after="0" w:afterAutospacing="0"/>
        <w:jc w:val="both"/>
        <w:rPr>
          <w:bCs/>
          <w:sz w:val="28"/>
          <w:szCs w:val="28"/>
          <w:lang w:val="uk-UA"/>
        </w:rPr>
      </w:pPr>
      <w:r w:rsidRPr="00485192">
        <w:rPr>
          <w:bCs/>
          <w:sz w:val="28"/>
          <w:szCs w:val="28"/>
          <w:lang w:val="uk-UA"/>
        </w:rPr>
        <w:tab/>
        <w:t>видатків за загальним фондом, джерелом яких є трансферти з державного та місцевих бюджетів;</w:t>
      </w:r>
    </w:p>
    <w:p w:rsidR="0020505B" w:rsidRPr="00485192" w:rsidRDefault="0020505B" w:rsidP="007865E9">
      <w:pPr>
        <w:pStyle w:val="rvps2"/>
        <w:spacing w:before="0" w:beforeAutospacing="0" w:after="0" w:afterAutospacing="0"/>
        <w:jc w:val="both"/>
        <w:rPr>
          <w:bCs/>
          <w:sz w:val="28"/>
          <w:szCs w:val="28"/>
          <w:lang w:val="uk-UA"/>
        </w:rPr>
      </w:pPr>
      <w:r w:rsidRPr="00485192">
        <w:rPr>
          <w:bCs/>
          <w:sz w:val="28"/>
          <w:szCs w:val="28"/>
          <w:lang w:val="uk-UA"/>
        </w:rPr>
        <w:tab/>
        <w:t>видатків за спеціальним фондом із зазначенням джерела їх надходжень;</w:t>
      </w:r>
    </w:p>
    <w:p w:rsidR="0020505B" w:rsidRPr="00485192" w:rsidRDefault="0020505B" w:rsidP="007865E9">
      <w:pPr>
        <w:pStyle w:val="rvps2"/>
        <w:spacing w:before="0" w:beforeAutospacing="0" w:after="0" w:afterAutospacing="0"/>
        <w:jc w:val="both"/>
        <w:rPr>
          <w:bCs/>
          <w:sz w:val="28"/>
          <w:szCs w:val="28"/>
          <w:lang w:val="uk-UA"/>
        </w:rPr>
      </w:pPr>
      <w:r w:rsidRPr="00485192">
        <w:rPr>
          <w:bCs/>
          <w:sz w:val="28"/>
          <w:szCs w:val="28"/>
          <w:lang w:val="uk-UA"/>
        </w:rPr>
        <w:tab/>
        <w:t>надання кредитів із загального фонду;</w:t>
      </w:r>
    </w:p>
    <w:p w:rsidR="0020505B" w:rsidRDefault="0020505B" w:rsidP="00B46189">
      <w:pPr>
        <w:pStyle w:val="rvps2"/>
        <w:spacing w:before="0" w:beforeAutospacing="0" w:after="0" w:afterAutospacing="0"/>
        <w:ind w:firstLine="708"/>
        <w:jc w:val="both"/>
        <w:rPr>
          <w:bCs/>
          <w:sz w:val="28"/>
          <w:szCs w:val="28"/>
          <w:lang w:val="uk-UA"/>
        </w:rPr>
      </w:pPr>
      <w:r w:rsidRPr="00485192">
        <w:rPr>
          <w:bCs/>
          <w:sz w:val="28"/>
          <w:szCs w:val="28"/>
          <w:lang w:val="uk-UA"/>
        </w:rPr>
        <w:t>надання кредитів із спеціального фонду.</w:t>
      </w:r>
    </w:p>
    <w:p w:rsidR="0020505B" w:rsidRDefault="0020505B" w:rsidP="007865E9">
      <w:pPr>
        <w:pStyle w:val="rvps2"/>
        <w:spacing w:before="0" w:beforeAutospacing="0" w:after="0" w:afterAutospacing="0"/>
        <w:jc w:val="both"/>
        <w:rPr>
          <w:bCs/>
          <w:sz w:val="28"/>
          <w:szCs w:val="28"/>
          <w:lang w:val="uk-UA"/>
        </w:rPr>
      </w:pPr>
    </w:p>
    <w:p w:rsidR="0020505B" w:rsidRDefault="0020505B" w:rsidP="007865E9">
      <w:pPr>
        <w:pStyle w:val="rvps2"/>
        <w:spacing w:before="0" w:beforeAutospacing="0" w:after="0" w:afterAutospacing="0"/>
        <w:jc w:val="both"/>
        <w:rPr>
          <w:bCs/>
          <w:sz w:val="28"/>
          <w:szCs w:val="28"/>
          <w:lang w:val="uk-UA"/>
        </w:rPr>
      </w:pPr>
      <w:r>
        <w:rPr>
          <w:bCs/>
          <w:sz w:val="28"/>
          <w:szCs w:val="28"/>
          <w:lang w:val="uk-UA"/>
        </w:rPr>
        <w:tab/>
      </w:r>
      <w:r w:rsidRPr="00825953">
        <w:rPr>
          <w:bCs/>
          <w:sz w:val="28"/>
          <w:szCs w:val="28"/>
          <w:lang w:val="uk-UA"/>
        </w:rPr>
        <w:t>3. Орієнтовний сукупний обсяг публічних інвестицій доводиться фінансовим управлінням відділу економічного розвитку  та інвестицій виконавчого комітету Хорольської міської ради загальними сумами на кожний рік середньострокового періоду за формою</w:t>
      </w:r>
      <w:r>
        <w:rPr>
          <w:bCs/>
          <w:sz w:val="28"/>
          <w:szCs w:val="28"/>
          <w:lang w:val="uk-UA"/>
        </w:rPr>
        <w:t>, наведеною в додатку 6 до цієї інструкції, із зазначенням окремо обсягів:</w:t>
      </w:r>
    </w:p>
    <w:p w:rsidR="0020505B" w:rsidRPr="00485192" w:rsidRDefault="0020505B" w:rsidP="007865E9">
      <w:pPr>
        <w:pStyle w:val="rvps2"/>
        <w:spacing w:before="0" w:beforeAutospacing="0" w:after="0" w:afterAutospacing="0"/>
        <w:jc w:val="both"/>
        <w:rPr>
          <w:bCs/>
          <w:sz w:val="28"/>
          <w:szCs w:val="28"/>
          <w:lang w:val="uk-UA"/>
        </w:rPr>
      </w:pPr>
      <w:r>
        <w:rPr>
          <w:bCs/>
          <w:sz w:val="28"/>
          <w:szCs w:val="28"/>
          <w:lang w:val="uk-UA"/>
        </w:rPr>
        <w:tab/>
        <w:t>коштів місцевого бюджету, у тому числі співфінансування заходів щодо підготовки та реалізації публічних інвестиційних проектів та програм публічних інвестицій;</w:t>
      </w:r>
    </w:p>
    <w:p w:rsidR="0020505B" w:rsidRPr="00495BC7" w:rsidRDefault="0020505B" w:rsidP="007865E9">
      <w:pPr>
        <w:pStyle w:val="rvps2"/>
        <w:spacing w:before="0" w:beforeAutospacing="0" w:after="0" w:afterAutospacing="0"/>
        <w:jc w:val="both"/>
        <w:rPr>
          <w:bCs/>
          <w:sz w:val="28"/>
          <w:szCs w:val="28"/>
          <w:lang w:val="uk-UA"/>
        </w:rPr>
      </w:pPr>
      <w:r>
        <w:rPr>
          <w:bCs/>
          <w:color w:val="FF0000"/>
          <w:sz w:val="28"/>
          <w:szCs w:val="28"/>
          <w:lang w:val="uk-UA"/>
        </w:rPr>
        <w:tab/>
      </w:r>
      <w:r w:rsidRPr="00495BC7">
        <w:rPr>
          <w:bCs/>
          <w:sz w:val="28"/>
          <w:szCs w:val="28"/>
          <w:lang w:val="uk-UA"/>
        </w:rPr>
        <w:t>міжбюджетних трансфертів з державного бюджету;</w:t>
      </w:r>
    </w:p>
    <w:p w:rsidR="0020505B" w:rsidRPr="00495BC7" w:rsidRDefault="0020505B" w:rsidP="007865E9">
      <w:pPr>
        <w:pStyle w:val="rvps2"/>
        <w:spacing w:before="0" w:beforeAutospacing="0" w:after="0" w:afterAutospacing="0"/>
        <w:jc w:val="both"/>
        <w:rPr>
          <w:bCs/>
          <w:sz w:val="28"/>
          <w:szCs w:val="28"/>
          <w:lang w:val="uk-UA"/>
        </w:rPr>
      </w:pPr>
      <w:r w:rsidRPr="00495BC7">
        <w:rPr>
          <w:bCs/>
          <w:sz w:val="28"/>
          <w:szCs w:val="28"/>
          <w:lang w:val="uk-UA"/>
        </w:rPr>
        <w:tab/>
        <w:t>міжбюджетних трансфертів з інших місцевих бюджетів;</w:t>
      </w:r>
    </w:p>
    <w:p w:rsidR="0020505B" w:rsidRPr="00495BC7" w:rsidRDefault="0020505B" w:rsidP="007865E9">
      <w:pPr>
        <w:pStyle w:val="rvps2"/>
        <w:spacing w:before="0" w:beforeAutospacing="0" w:after="0" w:afterAutospacing="0"/>
        <w:jc w:val="both"/>
        <w:rPr>
          <w:bCs/>
          <w:sz w:val="28"/>
          <w:szCs w:val="28"/>
          <w:lang w:val="uk-UA"/>
        </w:rPr>
      </w:pPr>
      <w:r w:rsidRPr="00495BC7">
        <w:rPr>
          <w:bCs/>
          <w:sz w:val="28"/>
          <w:szCs w:val="28"/>
          <w:lang w:val="uk-UA"/>
        </w:rPr>
        <w:tab/>
        <w:t>місцевих запозичень;</w:t>
      </w:r>
    </w:p>
    <w:p w:rsidR="0020505B" w:rsidRDefault="0020505B" w:rsidP="007865E9">
      <w:pPr>
        <w:pStyle w:val="rvps2"/>
        <w:spacing w:before="0" w:beforeAutospacing="0" w:after="0" w:afterAutospacing="0"/>
        <w:jc w:val="both"/>
        <w:rPr>
          <w:bCs/>
          <w:sz w:val="28"/>
          <w:szCs w:val="28"/>
          <w:lang w:val="uk-UA"/>
        </w:rPr>
      </w:pPr>
      <w:r w:rsidRPr="00495BC7">
        <w:rPr>
          <w:bCs/>
          <w:sz w:val="28"/>
          <w:szCs w:val="28"/>
          <w:lang w:val="uk-UA"/>
        </w:rPr>
        <w:tab/>
        <w:t>інших джерел.</w:t>
      </w:r>
    </w:p>
    <w:p w:rsidR="0020505B" w:rsidRDefault="0020505B" w:rsidP="007865E9">
      <w:pPr>
        <w:pStyle w:val="rvps2"/>
        <w:spacing w:before="0" w:beforeAutospacing="0" w:after="0" w:afterAutospacing="0"/>
        <w:jc w:val="both"/>
        <w:rPr>
          <w:bCs/>
          <w:sz w:val="28"/>
          <w:szCs w:val="28"/>
          <w:lang w:val="uk-UA"/>
        </w:rPr>
      </w:pPr>
      <w:r>
        <w:rPr>
          <w:bCs/>
          <w:sz w:val="28"/>
          <w:szCs w:val="28"/>
          <w:lang w:val="uk-UA"/>
        </w:rPr>
        <w:tab/>
      </w:r>
    </w:p>
    <w:p w:rsidR="0020505B" w:rsidRPr="00495BC7" w:rsidRDefault="0020505B" w:rsidP="007865E9">
      <w:pPr>
        <w:pStyle w:val="rvps2"/>
        <w:spacing w:before="0" w:beforeAutospacing="0" w:after="0" w:afterAutospacing="0"/>
        <w:jc w:val="both"/>
        <w:rPr>
          <w:bCs/>
          <w:sz w:val="28"/>
          <w:szCs w:val="28"/>
          <w:lang w:val="uk-UA"/>
        </w:rPr>
      </w:pPr>
      <w:r>
        <w:rPr>
          <w:bCs/>
          <w:sz w:val="28"/>
          <w:szCs w:val="28"/>
          <w:lang w:val="uk-UA"/>
        </w:rPr>
        <w:tab/>
        <w:t>4. Фінансове управління доводить до головних розпорядників обсяг публічних інвестицій на підготовку та реалізацію публічних інвестиційних проектів та програм публічних інвестицій на середньостроковий період з урахуванням середньострокового плану пріоритетних публічних інвестицій Хорольської міської територіальної громади, схваленого місцевою інвестиційною радою за формою, наведеною в додатку 7 до цієї Інструкції.</w:t>
      </w:r>
    </w:p>
    <w:p w:rsidR="0020505B" w:rsidRDefault="0020505B" w:rsidP="007865E9">
      <w:pPr>
        <w:pStyle w:val="rvps2"/>
        <w:spacing w:before="0" w:beforeAutospacing="0" w:after="0" w:afterAutospacing="0"/>
        <w:jc w:val="both"/>
        <w:rPr>
          <w:bCs/>
          <w:color w:val="FF0000"/>
          <w:sz w:val="28"/>
          <w:szCs w:val="28"/>
          <w:lang w:val="uk-UA"/>
        </w:rPr>
      </w:pPr>
    </w:p>
    <w:p w:rsidR="0020505B" w:rsidRPr="00B97C6A" w:rsidRDefault="0020505B" w:rsidP="00F07DF7">
      <w:pPr>
        <w:pStyle w:val="rvps2"/>
        <w:spacing w:before="0" w:beforeAutospacing="0" w:after="0" w:afterAutospacing="0"/>
        <w:jc w:val="center"/>
        <w:rPr>
          <w:b/>
          <w:bCs/>
          <w:sz w:val="28"/>
          <w:szCs w:val="28"/>
          <w:lang w:val="uk-UA"/>
        </w:rPr>
      </w:pPr>
      <w:r w:rsidRPr="00B97C6A">
        <w:rPr>
          <w:b/>
          <w:bCs/>
          <w:sz w:val="28"/>
          <w:szCs w:val="28"/>
          <w:lang w:val="uk-UA"/>
        </w:rPr>
        <w:t>ІІІ. Складання, розгляд та аналіз бюджетної пропозиції</w:t>
      </w:r>
    </w:p>
    <w:p w:rsidR="0020505B" w:rsidRPr="00B97C6A" w:rsidRDefault="0020505B" w:rsidP="003D7C34">
      <w:pPr>
        <w:pStyle w:val="rvps2"/>
        <w:spacing w:before="0" w:beforeAutospacing="0" w:after="0" w:afterAutospacing="0"/>
        <w:ind w:firstLine="708"/>
        <w:jc w:val="both"/>
        <w:rPr>
          <w:sz w:val="28"/>
          <w:szCs w:val="28"/>
          <w:lang w:val="uk-UA"/>
        </w:rPr>
      </w:pPr>
    </w:p>
    <w:p w:rsidR="0020505B" w:rsidRPr="00B97C6A" w:rsidRDefault="0020505B" w:rsidP="00B97C6A">
      <w:pPr>
        <w:pStyle w:val="rvps2"/>
        <w:spacing w:before="0" w:beforeAutospacing="0" w:after="0" w:afterAutospacing="0"/>
        <w:ind w:firstLine="708"/>
        <w:jc w:val="both"/>
        <w:rPr>
          <w:bCs/>
          <w:sz w:val="28"/>
          <w:szCs w:val="28"/>
          <w:lang w:val="uk-UA"/>
        </w:rPr>
      </w:pPr>
      <w:r w:rsidRPr="00B97C6A">
        <w:rPr>
          <w:sz w:val="28"/>
          <w:szCs w:val="28"/>
          <w:lang w:val="uk-UA"/>
        </w:rPr>
        <w:t xml:space="preserve">1. </w:t>
      </w:r>
      <w:r w:rsidRPr="00B97C6A">
        <w:rPr>
          <w:bCs/>
          <w:sz w:val="28"/>
          <w:szCs w:val="28"/>
          <w:lang w:val="uk-UA"/>
        </w:rPr>
        <w:t xml:space="preserve">Бюджетна пропозиція складається </w:t>
      </w:r>
      <w:r>
        <w:rPr>
          <w:bCs/>
          <w:sz w:val="28"/>
          <w:szCs w:val="28"/>
          <w:lang w:val="uk-UA"/>
        </w:rPr>
        <w:t xml:space="preserve">головними розпорядниками </w:t>
      </w:r>
      <w:r w:rsidRPr="00B97C6A">
        <w:rPr>
          <w:bCs/>
          <w:sz w:val="28"/>
          <w:szCs w:val="28"/>
          <w:lang w:val="uk-UA"/>
        </w:rPr>
        <w:t>на середньостроковий період (плановий та наступні за плановим два бюджетні періоди) з урахуванням положень цієї Інструкції, а також містить інформацію за попередній та поточний бюджетні періоди.</w:t>
      </w:r>
    </w:p>
    <w:p w:rsidR="0020505B" w:rsidRDefault="0020505B" w:rsidP="003D7C34">
      <w:pPr>
        <w:pStyle w:val="rvps2"/>
        <w:spacing w:before="0" w:beforeAutospacing="0" w:after="0" w:afterAutospacing="0"/>
        <w:ind w:firstLine="708"/>
        <w:jc w:val="both"/>
        <w:rPr>
          <w:color w:val="FF0000"/>
          <w:sz w:val="28"/>
          <w:szCs w:val="28"/>
          <w:lang w:val="uk-UA"/>
        </w:rPr>
      </w:pPr>
    </w:p>
    <w:p w:rsidR="0020505B" w:rsidRPr="00CC76A9" w:rsidRDefault="0020505B" w:rsidP="003D7C34">
      <w:pPr>
        <w:pStyle w:val="rvps2"/>
        <w:spacing w:before="0" w:beforeAutospacing="0" w:after="0" w:afterAutospacing="0"/>
        <w:ind w:firstLine="708"/>
        <w:jc w:val="both"/>
        <w:rPr>
          <w:sz w:val="28"/>
          <w:szCs w:val="28"/>
          <w:lang w:val="uk-UA"/>
        </w:rPr>
      </w:pPr>
      <w:r>
        <w:rPr>
          <w:sz w:val="28"/>
          <w:szCs w:val="28"/>
          <w:lang w:val="uk-UA"/>
        </w:rPr>
        <w:t xml:space="preserve">2. </w:t>
      </w:r>
      <w:r w:rsidRPr="00CC76A9">
        <w:rPr>
          <w:sz w:val="28"/>
          <w:szCs w:val="28"/>
          <w:lang w:val="uk-UA"/>
        </w:rPr>
        <w:t>Головні розпорядники організовують та забезпечують складання бюджетної пропозицій і подають її  до фінансового управління з використанням форм, визначених цією інструкцією.</w:t>
      </w:r>
    </w:p>
    <w:p w:rsidR="0020505B" w:rsidRPr="00CC76A9" w:rsidRDefault="0020505B" w:rsidP="003D7C34">
      <w:pPr>
        <w:pStyle w:val="rvps2"/>
        <w:spacing w:before="0" w:beforeAutospacing="0" w:after="0" w:afterAutospacing="0"/>
        <w:ind w:firstLine="708"/>
        <w:jc w:val="both"/>
        <w:rPr>
          <w:sz w:val="28"/>
          <w:szCs w:val="28"/>
          <w:lang w:val="uk-UA"/>
        </w:rPr>
      </w:pPr>
    </w:p>
    <w:p w:rsidR="0020505B" w:rsidRPr="00CC76A9" w:rsidRDefault="0020505B" w:rsidP="003D7C34">
      <w:pPr>
        <w:pStyle w:val="rvps2"/>
        <w:spacing w:before="0" w:beforeAutospacing="0" w:after="0" w:afterAutospacing="0"/>
        <w:ind w:firstLine="708"/>
        <w:jc w:val="both"/>
        <w:rPr>
          <w:sz w:val="28"/>
          <w:szCs w:val="28"/>
          <w:lang w:val="uk-UA"/>
        </w:rPr>
      </w:pPr>
      <w:r w:rsidRPr="00CC76A9">
        <w:rPr>
          <w:sz w:val="28"/>
          <w:szCs w:val="28"/>
          <w:lang w:val="uk-UA"/>
        </w:rPr>
        <w:t>3. Форми бюджетної пропозиції до прогнозу місцевого бюджету заповнюються послідовно. Форма БП- 2 заповнюється на підставі показників Форми БП - 1 і лише після заповнення зазначених форм та за потреби заповнюється Форма БП - 3.</w:t>
      </w:r>
    </w:p>
    <w:p w:rsidR="0020505B" w:rsidRPr="00CC76A9" w:rsidRDefault="0020505B" w:rsidP="001E33F7">
      <w:pPr>
        <w:pStyle w:val="rvps2"/>
        <w:spacing w:before="0" w:beforeAutospacing="0" w:after="0" w:afterAutospacing="0"/>
        <w:jc w:val="both"/>
        <w:rPr>
          <w:sz w:val="28"/>
          <w:szCs w:val="28"/>
          <w:lang w:val="uk-UA"/>
        </w:rPr>
      </w:pPr>
      <w:r w:rsidRPr="00CC76A9">
        <w:rPr>
          <w:sz w:val="28"/>
          <w:szCs w:val="28"/>
          <w:lang w:val="uk-UA"/>
        </w:rPr>
        <w:tab/>
        <w:t xml:space="preserve">В окремих пунктах форм зазначається необхідна кількість показників, визначена головним розпорядником. </w:t>
      </w:r>
    </w:p>
    <w:p w:rsidR="0020505B" w:rsidRPr="00774BD8" w:rsidRDefault="0020505B" w:rsidP="003D7C34">
      <w:pPr>
        <w:pStyle w:val="rvps2"/>
        <w:spacing w:before="0" w:beforeAutospacing="0" w:after="0" w:afterAutospacing="0"/>
        <w:ind w:firstLine="708"/>
        <w:jc w:val="both"/>
        <w:rPr>
          <w:color w:val="FF0000"/>
          <w:sz w:val="28"/>
          <w:szCs w:val="28"/>
          <w:lang w:val="uk-UA"/>
        </w:rPr>
      </w:pPr>
    </w:p>
    <w:p w:rsidR="0020505B" w:rsidRPr="00CC76A9" w:rsidRDefault="0020505B" w:rsidP="003D7C34">
      <w:pPr>
        <w:pStyle w:val="rvps2"/>
        <w:spacing w:before="0" w:beforeAutospacing="0" w:after="0" w:afterAutospacing="0"/>
        <w:ind w:firstLine="708"/>
        <w:jc w:val="both"/>
        <w:rPr>
          <w:sz w:val="28"/>
          <w:szCs w:val="28"/>
          <w:lang w:val="uk-UA"/>
        </w:rPr>
      </w:pPr>
      <w:r w:rsidRPr="00CC76A9">
        <w:rPr>
          <w:sz w:val="28"/>
          <w:szCs w:val="28"/>
          <w:lang w:val="uk-UA"/>
        </w:rPr>
        <w:t>4. Джерелами інформації для заповнення форм бюджетної пропозиції є:</w:t>
      </w:r>
    </w:p>
    <w:p w:rsidR="0020505B" w:rsidRPr="00BF7B95" w:rsidRDefault="0020505B" w:rsidP="003D7C34">
      <w:pPr>
        <w:pStyle w:val="rvps2"/>
        <w:spacing w:before="0" w:beforeAutospacing="0" w:after="0" w:afterAutospacing="0"/>
        <w:ind w:firstLine="708"/>
        <w:jc w:val="both"/>
        <w:rPr>
          <w:sz w:val="28"/>
          <w:szCs w:val="28"/>
          <w:lang w:val="uk-UA"/>
        </w:rPr>
      </w:pPr>
      <w:r w:rsidRPr="00FA2271">
        <w:rPr>
          <w:sz w:val="28"/>
          <w:szCs w:val="28"/>
          <w:lang w:val="uk-UA"/>
        </w:rPr>
        <w:t>Державна стратегія</w:t>
      </w:r>
      <w:r>
        <w:rPr>
          <w:sz w:val="28"/>
          <w:szCs w:val="28"/>
          <w:lang w:val="uk-UA"/>
        </w:rPr>
        <w:t xml:space="preserve"> регіонального розвитку України</w:t>
      </w:r>
      <w:r w:rsidRPr="00FA2271">
        <w:rPr>
          <w:sz w:val="28"/>
          <w:szCs w:val="28"/>
          <w:lang w:val="uk-UA"/>
        </w:rPr>
        <w:t xml:space="preserve">, регіональна стратегія розвитку, </w:t>
      </w:r>
      <w:r w:rsidRPr="00825953">
        <w:rPr>
          <w:sz w:val="28"/>
          <w:szCs w:val="28"/>
          <w:lang w:val="uk-UA"/>
        </w:rPr>
        <w:t>стратегія розвитку Хрольської міської територіальної громади, план заходів з Державної стратегії регіонального розвитку України, плани заходів з регіональних стратегій розвитку, реалізації стратегії розвитку Хорольської міської територіальної громади</w:t>
      </w:r>
      <w:r w:rsidRPr="00BF7B95">
        <w:rPr>
          <w:sz w:val="28"/>
          <w:szCs w:val="28"/>
          <w:lang w:val="uk-UA"/>
        </w:rPr>
        <w:t xml:space="preserve"> плани відновлення та розвитку регіонів відповідно, галузеві стратегії, у тому числі гендерної рівності та кліматичної політики;</w:t>
      </w:r>
    </w:p>
    <w:p w:rsidR="0020505B" w:rsidRPr="00AD10BF" w:rsidRDefault="0020505B" w:rsidP="003D7C34">
      <w:pPr>
        <w:pStyle w:val="rvps2"/>
        <w:spacing w:before="0" w:beforeAutospacing="0" w:after="0" w:afterAutospacing="0"/>
        <w:ind w:firstLine="708"/>
        <w:jc w:val="both"/>
        <w:rPr>
          <w:sz w:val="28"/>
          <w:szCs w:val="28"/>
          <w:lang w:val="uk-UA"/>
        </w:rPr>
      </w:pPr>
      <w:r w:rsidRPr="00AD10BF">
        <w:rPr>
          <w:sz w:val="28"/>
          <w:szCs w:val="28"/>
          <w:lang w:val="uk-UA"/>
        </w:rPr>
        <w:t>програми соціально-економічного розвитку Хорольської міської територіальної громади;</w:t>
      </w:r>
    </w:p>
    <w:p w:rsidR="0020505B" w:rsidRPr="00825953" w:rsidRDefault="0020505B" w:rsidP="003D7C34">
      <w:pPr>
        <w:pStyle w:val="rvps2"/>
        <w:spacing w:before="0" w:beforeAutospacing="0" w:after="0" w:afterAutospacing="0"/>
        <w:ind w:firstLine="708"/>
        <w:jc w:val="both"/>
        <w:rPr>
          <w:sz w:val="28"/>
          <w:szCs w:val="28"/>
          <w:lang w:val="uk-UA"/>
        </w:rPr>
      </w:pPr>
      <w:r w:rsidRPr="00825953">
        <w:rPr>
          <w:sz w:val="28"/>
          <w:szCs w:val="28"/>
          <w:lang w:val="uk-UA"/>
        </w:rPr>
        <w:t>цільові програми з інших питань місцевого самоврядування;</w:t>
      </w:r>
    </w:p>
    <w:p w:rsidR="0020505B" w:rsidRPr="00825953" w:rsidRDefault="0020505B" w:rsidP="003D7C34">
      <w:pPr>
        <w:pStyle w:val="rvps2"/>
        <w:spacing w:before="0" w:beforeAutospacing="0" w:after="0" w:afterAutospacing="0"/>
        <w:ind w:firstLine="708"/>
        <w:jc w:val="both"/>
        <w:rPr>
          <w:sz w:val="28"/>
          <w:szCs w:val="28"/>
          <w:lang w:val="uk-UA"/>
        </w:rPr>
      </w:pPr>
      <w:r w:rsidRPr="00825953">
        <w:rPr>
          <w:sz w:val="28"/>
          <w:szCs w:val="28"/>
          <w:lang w:val="uk-UA"/>
        </w:rPr>
        <w:t>місцеві/регіональні програми розвитку;</w:t>
      </w:r>
    </w:p>
    <w:p w:rsidR="0020505B" w:rsidRPr="00BF7B95" w:rsidRDefault="0020505B" w:rsidP="003D7C34">
      <w:pPr>
        <w:pStyle w:val="rvps2"/>
        <w:spacing w:before="0" w:beforeAutospacing="0" w:after="0" w:afterAutospacing="0"/>
        <w:ind w:firstLine="708"/>
        <w:jc w:val="both"/>
        <w:rPr>
          <w:sz w:val="28"/>
          <w:szCs w:val="28"/>
          <w:lang w:val="uk-UA"/>
        </w:rPr>
      </w:pPr>
      <w:r w:rsidRPr="00825953">
        <w:rPr>
          <w:sz w:val="28"/>
          <w:szCs w:val="28"/>
          <w:lang w:val="uk-UA"/>
        </w:rPr>
        <w:t>середньострокові плани пріоритетних публічних інвестицій Хорольської міської територіальної громади;</w:t>
      </w:r>
    </w:p>
    <w:p w:rsidR="0020505B" w:rsidRPr="00BF7B95" w:rsidRDefault="0020505B" w:rsidP="003D7C34">
      <w:pPr>
        <w:pStyle w:val="rvps2"/>
        <w:spacing w:before="0" w:beforeAutospacing="0" w:after="0" w:afterAutospacing="0"/>
        <w:ind w:firstLine="708"/>
        <w:jc w:val="both"/>
        <w:rPr>
          <w:sz w:val="28"/>
          <w:szCs w:val="28"/>
          <w:lang w:val="uk-UA"/>
        </w:rPr>
      </w:pPr>
      <w:r w:rsidRPr="00BF7B95">
        <w:rPr>
          <w:sz w:val="28"/>
          <w:szCs w:val="28"/>
          <w:lang w:val="uk-UA"/>
        </w:rPr>
        <w:t>програми публічних інвестицій;</w:t>
      </w:r>
    </w:p>
    <w:p w:rsidR="0020505B" w:rsidRPr="008C4B5E" w:rsidRDefault="0020505B" w:rsidP="003D7C34">
      <w:pPr>
        <w:pStyle w:val="rvps2"/>
        <w:spacing w:before="0" w:beforeAutospacing="0" w:after="0" w:afterAutospacing="0"/>
        <w:ind w:firstLine="708"/>
        <w:jc w:val="both"/>
        <w:rPr>
          <w:sz w:val="28"/>
          <w:szCs w:val="28"/>
          <w:lang w:val="uk-UA"/>
        </w:rPr>
      </w:pPr>
      <w:r w:rsidRPr="008C4B5E">
        <w:rPr>
          <w:sz w:val="28"/>
          <w:szCs w:val="28"/>
          <w:lang w:val="uk-UA"/>
        </w:rPr>
        <w:t xml:space="preserve">річний  звіт про виконання місцевого бюджету за попередній бюджетний період; </w:t>
      </w:r>
    </w:p>
    <w:p w:rsidR="0020505B" w:rsidRPr="008C4B5E" w:rsidRDefault="0020505B" w:rsidP="003D7C34">
      <w:pPr>
        <w:pStyle w:val="rvps2"/>
        <w:spacing w:before="0" w:beforeAutospacing="0" w:after="0" w:afterAutospacing="0"/>
        <w:ind w:firstLine="708"/>
        <w:jc w:val="both"/>
        <w:rPr>
          <w:sz w:val="28"/>
          <w:szCs w:val="28"/>
          <w:lang w:val="uk-UA"/>
        </w:rPr>
      </w:pPr>
      <w:r w:rsidRPr="008C4B5E">
        <w:rPr>
          <w:sz w:val="28"/>
          <w:szCs w:val="28"/>
          <w:lang w:val="uk-UA"/>
        </w:rPr>
        <w:t>інформація про досягнення цілей державної, регіональної та місцевої політик з показниками досягнення цілей за результатами попереднього бюджетного періоду;</w:t>
      </w:r>
    </w:p>
    <w:p w:rsidR="0020505B" w:rsidRPr="008C4B5E" w:rsidRDefault="0020505B" w:rsidP="003D7C34">
      <w:pPr>
        <w:pStyle w:val="rvps2"/>
        <w:spacing w:before="0" w:beforeAutospacing="0" w:after="0" w:afterAutospacing="0"/>
        <w:ind w:firstLine="708"/>
        <w:jc w:val="both"/>
        <w:rPr>
          <w:sz w:val="28"/>
          <w:szCs w:val="28"/>
          <w:lang w:val="uk-UA"/>
        </w:rPr>
      </w:pPr>
      <w:r w:rsidRPr="008C4B5E">
        <w:rPr>
          <w:sz w:val="28"/>
          <w:szCs w:val="28"/>
          <w:lang w:val="uk-UA"/>
        </w:rPr>
        <w:t>звіти про виконання паспортів бюджетних програм за попередній бюджетний період;</w:t>
      </w:r>
    </w:p>
    <w:p w:rsidR="0020505B" w:rsidRPr="008C4B5E" w:rsidRDefault="0020505B" w:rsidP="003D7C34">
      <w:pPr>
        <w:pStyle w:val="rvps2"/>
        <w:spacing w:before="0" w:beforeAutospacing="0" w:after="0" w:afterAutospacing="0"/>
        <w:ind w:firstLine="708"/>
        <w:jc w:val="both"/>
        <w:rPr>
          <w:sz w:val="28"/>
          <w:szCs w:val="28"/>
          <w:lang w:val="uk-UA"/>
        </w:rPr>
      </w:pPr>
      <w:r w:rsidRPr="008C4B5E">
        <w:rPr>
          <w:sz w:val="28"/>
          <w:szCs w:val="28"/>
          <w:lang w:val="uk-UA"/>
        </w:rPr>
        <w:t>розпис місцевого бюджету на поточний бюджетний період (з урахуванням усіх внесених змін станом на 01 липня року, що передує плановому);</w:t>
      </w:r>
    </w:p>
    <w:p w:rsidR="0020505B" w:rsidRPr="008C4B5E" w:rsidRDefault="0020505B" w:rsidP="003D7C34">
      <w:pPr>
        <w:pStyle w:val="rvps2"/>
        <w:spacing w:before="0" w:beforeAutospacing="0" w:after="0" w:afterAutospacing="0"/>
        <w:ind w:firstLine="708"/>
        <w:jc w:val="both"/>
        <w:rPr>
          <w:sz w:val="28"/>
          <w:szCs w:val="28"/>
          <w:lang w:val="uk-UA"/>
        </w:rPr>
      </w:pPr>
      <w:r w:rsidRPr="008C4B5E">
        <w:rPr>
          <w:sz w:val="28"/>
          <w:szCs w:val="28"/>
          <w:lang w:val="uk-UA"/>
        </w:rPr>
        <w:t>паспорти бюджетних програм на поточний бюджетний період;</w:t>
      </w:r>
    </w:p>
    <w:p w:rsidR="0020505B" w:rsidRPr="008C4B5E" w:rsidRDefault="0020505B" w:rsidP="003D7C34">
      <w:pPr>
        <w:pStyle w:val="rvps2"/>
        <w:spacing w:before="0" w:beforeAutospacing="0" w:after="0" w:afterAutospacing="0"/>
        <w:ind w:firstLine="708"/>
        <w:jc w:val="both"/>
        <w:rPr>
          <w:sz w:val="28"/>
          <w:szCs w:val="28"/>
          <w:lang w:val="uk-UA"/>
        </w:rPr>
      </w:pPr>
      <w:r w:rsidRPr="008C4B5E">
        <w:rPr>
          <w:sz w:val="28"/>
          <w:szCs w:val="28"/>
          <w:lang w:val="uk-UA"/>
        </w:rPr>
        <w:t>прогноз місцевого бюджету, схвалений у попередньому бюджетному періоді;</w:t>
      </w:r>
    </w:p>
    <w:p w:rsidR="0020505B" w:rsidRPr="00FA2271" w:rsidRDefault="0020505B" w:rsidP="003D7C34">
      <w:pPr>
        <w:pStyle w:val="rvps2"/>
        <w:spacing w:before="0" w:beforeAutospacing="0" w:after="0" w:afterAutospacing="0"/>
        <w:ind w:firstLine="708"/>
        <w:jc w:val="both"/>
        <w:rPr>
          <w:sz w:val="28"/>
          <w:szCs w:val="28"/>
          <w:lang w:val="uk-UA"/>
        </w:rPr>
      </w:pPr>
      <w:r w:rsidRPr="00FA2271">
        <w:rPr>
          <w:sz w:val="28"/>
          <w:szCs w:val="28"/>
          <w:lang w:val="uk-UA"/>
        </w:rPr>
        <w:t>план діяльності головного розпорядника на середньостроковий період (включно із заходами щодо підготовки та реалізації публічних інвестиційних проектів та програм публічних інвестицій);</w:t>
      </w:r>
    </w:p>
    <w:p w:rsidR="0020505B" w:rsidRPr="00FA2271" w:rsidRDefault="0020505B" w:rsidP="003D7C34">
      <w:pPr>
        <w:pStyle w:val="rvps2"/>
        <w:spacing w:before="0" w:beforeAutospacing="0" w:after="0" w:afterAutospacing="0"/>
        <w:ind w:firstLine="708"/>
        <w:jc w:val="both"/>
        <w:rPr>
          <w:sz w:val="28"/>
          <w:szCs w:val="28"/>
          <w:lang w:val="uk-UA"/>
        </w:rPr>
      </w:pPr>
      <w:r w:rsidRPr="00FA2271">
        <w:rPr>
          <w:sz w:val="28"/>
          <w:szCs w:val="28"/>
          <w:lang w:val="uk-UA"/>
        </w:rPr>
        <w:t>прогнозні макропоказники економічного і соціального розвитку України;</w:t>
      </w:r>
    </w:p>
    <w:p w:rsidR="0020505B" w:rsidRPr="00FA2271" w:rsidRDefault="0020505B" w:rsidP="003D7C34">
      <w:pPr>
        <w:pStyle w:val="rvps2"/>
        <w:spacing w:before="0" w:beforeAutospacing="0" w:after="0" w:afterAutospacing="0"/>
        <w:ind w:firstLine="708"/>
        <w:jc w:val="both"/>
        <w:rPr>
          <w:sz w:val="28"/>
          <w:szCs w:val="28"/>
          <w:lang w:val="uk-UA"/>
        </w:rPr>
      </w:pPr>
      <w:r w:rsidRPr="00FA2271">
        <w:rPr>
          <w:sz w:val="28"/>
          <w:szCs w:val="28"/>
          <w:lang w:val="uk-UA"/>
        </w:rPr>
        <w:t xml:space="preserve">основні прогнозні показники економічного і соціального розвитку </w:t>
      </w:r>
      <w:r>
        <w:rPr>
          <w:sz w:val="28"/>
          <w:szCs w:val="28"/>
          <w:lang w:val="uk-UA"/>
        </w:rPr>
        <w:t>Хорольської міської територіальної громади</w:t>
      </w:r>
      <w:r w:rsidRPr="00FA2271">
        <w:rPr>
          <w:sz w:val="28"/>
          <w:szCs w:val="28"/>
          <w:lang w:val="uk-UA"/>
        </w:rPr>
        <w:t>;</w:t>
      </w:r>
    </w:p>
    <w:p w:rsidR="0020505B" w:rsidRPr="00FA2271" w:rsidRDefault="0020505B" w:rsidP="003D7C34">
      <w:pPr>
        <w:pStyle w:val="rvps2"/>
        <w:spacing w:before="0" w:beforeAutospacing="0" w:after="0" w:afterAutospacing="0"/>
        <w:ind w:firstLine="708"/>
        <w:jc w:val="both"/>
        <w:rPr>
          <w:sz w:val="28"/>
          <w:szCs w:val="28"/>
          <w:lang w:val="uk-UA"/>
        </w:rPr>
      </w:pPr>
      <w:r w:rsidRPr="00FA2271">
        <w:rPr>
          <w:sz w:val="28"/>
          <w:szCs w:val="28"/>
          <w:lang w:val="uk-UA"/>
        </w:rPr>
        <w:t>Бюджетна декларація;</w:t>
      </w:r>
    </w:p>
    <w:p w:rsidR="0020505B" w:rsidRPr="00FA2271" w:rsidRDefault="0020505B" w:rsidP="003D7C34">
      <w:pPr>
        <w:pStyle w:val="rvps2"/>
        <w:spacing w:before="0" w:beforeAutospacing="0" w:after="0" w:afterAutospacing="0"/>
        <w:ind w:firstLine="708"/>
        <w:jc w:val="both"/>
        <w:rPr>
          <w:sz w:val="28"/>
          <w:szCs w:val="28"/>
          <w:lang w:val="uk-UA"/>
        </w:rPr>
      </w:pPr>
      <w:r w:rsidRPr="00FA2271">
        <w:rPr>
          <w:sz w:val="28"/>
          <w:szCs w:val="28"/>
          <w:lang w:val="uk-UA"/>
        </w:rPr>
        <w:t xml:space="preserve">особливості складання </w:t>
      </w:r>
      <w:r>
        <w:rPr>
          <w:sz w:val="28"/>
          <w:szCs w:val="28"/>
          <w:lang w:val="uk-UA"/>
        </w:rPr>
        <w:t xml:space="preserve">розрахунків до прогнозів </w:t>
      </w:r>
      <w:r w:rsidRPr="00FA2271">
        <w:rPr>
          <w:sz w:val="28"/>
          <w:szCs w:val="28"/>
          <w:lang w:val="uk-UA"/>
        </w:rPr>
        <w:t>прогнозів місцевих бюджетів, доведених Міністерством фінансів України;</w:t>
      </w:r>
    </w:p>
    <w:p w:rsidR="0020505B" w:rsidRPr="00FA2271" w:rsidRDefault="0020505B" w:rsidP="003D7C34">
      <w:pPr>
        <w:pStyle w:val="rvps2"/>
        <w:spacing w:before="0" w:beforeAutospacing="0" w:after="0" w:afterAutospacing="0"/>
        <w:ind w:firstLine="708"/>
        <w:jc w:val="both"/>
        <w:rPr>
          <w:sz w:val="28"/>
          <w:szCs w:val="28"/>
          <w:lang w:val="uk-UA"/>
        </w:rPr>
      </w:pPr>
      <w:r w:rsidRPr="00FA2271">
        <w:rPr>
          <w:sz w:val="28"/>
          <w:szCs w:val="28"/>
          <w:lang w:val="uk-UA"/>
        </w:rPr>
        <w:t xml:space="preserve">інструкції з підготовки бюджетних пропозицій фінансового управління; </w:t>
      </w:r>
    </w:p>
    <w:p w:rsidR="0020505B" w:rsidRPr="00FA2271" w:rsidRDefault="0020505B" w:rsidP="003D7C34">
      <w:pPr>
        <w:pStyle w:val="rvps2"/>
        <w:spacing w:before="0" w:beforeAutospacing="0" w:after="0" w:afterAutospacing="0"/>
        <w:ind w:firstLine="708"/>
        <w:jc w:val="both"/>
        <w:rPr>
          <w:sz w:val="28"/>
          <w:szCs w:val="28"/>
          <w:lang w:val="uk-UA"/>
        </w:rPr>
      </w:pPr>
      <w:r w:rsidRPr="00FA2271">
        <w:rPr>
          <w:sz w:val="28"/>
          <w:szCs w:val="28"/>
          <w:lang w:val="uk-UA"/>
        </w:rPr>
        <w:t>- інша інформація визначена фінансовим управлінням.</w:t>
      </w:r>
    </w:p>
    <w:p w:rsidR="0020505B" w:rsidRPr="00774BD8" w:rsidRDefault="0020505B" w:rsidP="003D7C34">
      <w:pPr>
        <w:pStyle w:val="rvps2"/>
        <w:spacing w:before="0" w:beforeAutospacing="0" w:after="0" w:afterAutospacing="0"/>
        <w:ind w:firstLine="708"/>
        <w:jc w:val="both"/>
        <w:rPr>
          <w:color w:val="FF0000"/>
          <w:sz w:val="28"/>
          <w:szCs w:val="28"/>
          <w:lang w:val="uk-UA"/>
        </w:rPr>
      </w:pPr>
    </w:p>
    <w:p w:rsidR="0020505B" w:rsidRPr="000C3BDE" w:rsidRDefault="0020505B" w:rsidP="003D7C34">
      <w:pPr>
        <w:pStyle w:val="rvps2"/>
        <w:spacing w:before="0" w:beforeAutospacing="0" w:after="0" w:afterAutospacing="0"/>
        <w:ind w:firstLine="708"/>
        <w:jc w:val="both"/>
        <w:rPr>
          <w:sz w:val="28"/>
          <w:szCs w:val="28"/>
          <w:lang w:val="uk-UA"/>
        </w:rPr>
      </w:pPr>
      <w:r w:rsidRPr="000C3BDE">
        <w:rPr>
          <w:sz w:val="28"/>
          <w:szCs w:val="28"/>
          <w:lang w:val="uk-UA"/>
        </w:rPr>
        <w:t xml:space="preserve">5. З метою зіставлення показників за бюджетними програмами у разі змін у структурі бюджетних програм головного розпорядника звітні показники за попередній бюджетний період та показники поточного бюджетного періоду приводяться у відповідність до Програмної класифікації видатків та кредитування місцевого бюджету, що формується у бюджетній пропозиції на середньостроковий період згідно з Типовою програмною класифікацією видатків та кредитування місцевого бюджету. </w:t>
      </w:r>
    </w:p>
    <w:p w:rsidR="0020505B" w:rsidRPr="000C3BDE" w:rsidRDefault="0020505B" w:rsidP="003D7C34">
      <w:pPr>
        <w:pStyle w:val="rvps2"/>
        <w:spacing w:before="0" w:beforeAutospacing="0" w:after="0" w:afterAutospacing="0"/>
        <w:ind w:firstLine="708"/>
        <w:jc w:val="both"/>
        <w:rPr>
          <w:sz w:val="28"/>
          <w:szCs w:val="28"/>
          <w:lang w:val="uk-UA"/>
        </w:rPr>
      </w:pPr>
    </w:p>
    <w:p w:rsidR="0020505B" w:rsidRPr="00922E90" w:rsidRDefault="0020505B" w:rsidP="003D7C34">
      <w:pPr>
        <w:pStyle w:val="rvps2"/>
        <w:spacing w:before="0" w:beforeAutospacing="0" w:after="0" w:afterAutospacing="0"/>
        <w:ind w:firstLine="708"/>
        <w:jc w:val="both"/>
        <w:rPr>
          <w:sz w:val="28"/>
          <w:szCs w:val="28"/>
          <w:lang w:val="uk-UA"/>
        </w:rPr>
      </w:pPr>
      <w:r w:rsidRPr="00922E90">
        <w:rPr>
          <w:sz w:val="28"/>
          <w:szCs w:val="28"/>
          <w:lang w:val="uk-UA"/>
        </w:rPr>
        <w:t>6. У разі якщо бюджетна програма не передбачається на середньостроковий період:</w:t>
      </w:r>
    </w:p>
    <w:p w:rsidR="0020505B" w:rsidRPr="00922E90" w:rsidRDefault="0020505B" w:rsidP="003D7C34">
      <w:pPr>
        <w:pStyle w:val="rvps2"/>
        <w:spacing w:before="0" w:beforeAutospacing="0" w:after="0" w:afterAutospacing="0"/>
        <w:ind w:firstLine="708"/>
        <w:jc w:val="both"/>
        <w:rPr>
          <w:sz w:val="28"/>
          <w:szCs w:val="28"/>
          <w:lang w:val="uk-UA"/>
        </w:rPr>
      </w:pPr>
      <w:r w:rsidRPr="00922E90">
        <w:rPr>
          <w:sz w:val="28"/>
          <w:szCs w:val="28"/>
          <w:lang w:val="uk-UA"/>
        </w:rPr>
        <w:t>показники за бюджетною програмою поточного бюджетного періоду зазначаються окремим рядком у формі БП-1;</w:t>
      </w:r>
    </w:p>
    <w:p w:rsidR="0020505B" w:rsidRPr="00922E90" w:rsidRDefault="0020505B" w:rsidP="003D7C34">
      <w:pPr>
        <w:pStyle w:val="rvps2"/>
        <w:spacing w:before="0" w:beforeAutospacing="0" w:after="0" w:afterAutospacing="0"/>
        <w:ind w:firstLine="708"/>
        <w:jc w:val="both"/>
        <w:rPr>
          <w:sz w:val="28"/>
          <w:szCs w:val="28"/>
          <w:lang w:val="uk-UA"/>
        </w:rPr>
      </w:pPr>
      <w:r w:rsidRPr="00922E90">
        <w:rPr>
          <w:sz w:val="28"/>
          <w:szCs w:val="28"/>
          <w:lang w:val="uk-UA"/>
        </w:rPr>
        <w:t>показники за бюджетною програмою попереднього бюджетного періоду приводяться у відповідність до Програмної класифікації видатків та кредитування місцевого бюджету поточного бюджетного періоду, а у разі, якщо бюджетної програми у поточному бюджетному періоді не передбачено,  то такі показники зазначаються окремим рядком у формі БП-1.</w:t>
      </w:r>
    </w:p>
    <w:p w:rsidR="0020505B" w:rsidRPr="00774BD8" w:rsidRDefault="0020505B" w:rsidP="003D7C34">
      <w:pPr>
        <w:pStyle w:val="rvps2"/>
        <w:spacing w:before="0" w:beforeAutospacing="0" w:after="0" w:afterAutospacing="0"/>
        <w:ind w:firstLine="708"/>
        <w:jc w:val="both"/>
        <w:rPr>
          <w:color w:val="FF0000"/>
          <w:sz w:val="28"/>
          <w:szCs w:val="28"/>
          <w:lang w:val="uk-UA"/>
        </w:rPr>
      </w:pPr>
    </w:p>
    <w:p w:rsidR="0020505B" w:rsidRPr="0031016B" w:rsidRDefault="0020505B" w:rsidP="00D178C0">
      <w:pPr>
        <w:pStyle w:val="rvps2"/>
        <w:spacing w:before="0" w:beforeAutospacing="0" w:after="0" w:afterAutospacing="0"/>
        <w:ind w:firstLine="708"/>
        <w:jc w:val="both"/>
        <w:rPr>
          <w:sz w:val="28"/>
          <w:szCs w:val="28"/>
          <w:lang w:val="uk-UA"/>
        </w:rPr>
      </w:pPr>
      <w:r w:rsidRPr="0031016B">
        <w:rPr>
          <w:sz w:val="28"/>
          <w:szCs w:val="28"/>
          <w:lang w:val="uk-UA"/>
        </w:rPr>
        <w:t>7. Разом з бюджетною пропозицією  головний розпорядник подає необхідні для здійснення фінансовим управлінням аналізу документи та матеріали, до складу яких входять:</w:t>
      </w:r>
    </w:p>
    <w:p w:rsidR="0020505B" w:rsidRPr="0031016B" w:rsidRDefault="0020505B" w:rsidP="00D178C0">
      <w:pPr>
        <w:pStyle w:val="rvps2"/>
        <w:spacing w:before="0" w:beforeAutospacing="0" w:after="0" w:afterAutospacing="0"/>
        <w:ind w:firstLine="708"/>
        <w:jc w:val="both"/>
        <w:rPr>
          <w:sz w:val="28"/>
          <w:szCs w:val="28"/>
          <w:lang w:val="uk-UA"/>
        </w:rPr>
      </w:pPr>
      <w:r w:rsidRPr="0031016B">
        <w:rPr>
          <w:sz w:val="28"/>
          <w:szCs w:val="28"/>
          <w:lang w:val="uk-UA"/>
        </w:rPr>
        <w:t>розрахунки показників, включених до бюджетної пропозиції, зокрема щодо капітальних видатків, із зазначенням факторів, що впливають на обсяг видатків та надання кредитів, визначених з урахуванням галузевих особливостей;</w:t>
      </w:r>
    </w:p>
    <w:p w:rsidR="0020505B" w:rsidRPr="0031016B" w:rsidRDefault="0020505B" w:rsidP="00D178C0">
      <w:pPr>
        <w:pStyle w:val="rvps2"/>
        <w:spacing w:before="0" w:beforeAutospacing="0" w:after="0" w:afterAutospacing="0"/>
        <w:ind w:firstLine="708"/>
        <w:jc w:val="both"/>
        <w:rPr>
          <w:sz w:val="28"/>
          <w:szCs w:val="28"/>
          <w:lang w:val="uk-UA"/>
        </w:rPr>
      </w:pPr>
      <w:r w:rsidRPr="0031016B">
        <w:rPr>
          <w:sz w:val="28"/>
          <w:szCs w:val="28"/>
          <w:lang w:val="uk-UA"/>
        </w:rPr>
        <w:t>інформація щодо врахування гендерного підходу та кліматичних пріоритетів під час формування бюджетних показників з метою реалізації відповідних завдань і цілей на регіональному/місцевому рівні;</w:t>
      </w:r>
    </w:p>
    <w:p w:rsidR="0020505B" w:rsidRPr="0031016B" w:rsidRDefault="0020505B" w:rsidP="00D178C0">
      <w:pPr>
        <w:pStyle w:val="rvps2"/>
        <w:spacing w:before="0" w:beforeAutospacing="0" w:after="0" w:afterAutospacing="0"/>
        <w:ind w:firstLine="708"/>
        <w:jc w:val="both"/>
        <w:rPr>
          <w:sz w:val="28"/>
          <w:szCs w:val="28"/>
          <w:lang w:val="uk-UA"/>
        </w:rPr>
      </w:pPr>
      <w:r w:rsidRPr="0031016B">
        <w:rPr>
          <w:sz w:val="28"/>
          <w:szCs w:val="28"/>
          <w:lang w:val="uk-UA"/>
        </w:rPr>
        <w:t>обсяг публічних інвестицій на середньостроковий період з урахуванням середньострокового плану пріоритетних публічних інвестицій Хорольської міської територіальної громади за формою, наведеною у додатку 8 до цієї Інструкції.</w:t>
      </w:r>
    </w:p>
    <w:p w:rsidR="0020505B" w:rsidRDefault="0020505B" w:rsidP="00D178C0">
      <w:pPr>
        <w:pStyle w:val="rvps2"/>
        <w:spacing w:before="0" w:beforeAutospacing="0" w:after="0" w:afterAutospacing="0"/>
        <w:ind w:firstLine="708"/>
        <w:jc w:val="both"/>
        <w:rPr>
          <w:color w:val="FF0000"/>
          <w:sz w:val="28"/>
          <w:szCs w:val="28"/>
          <w:lang w:val="uk-UA"/>
        </w:rPr>
      </w:pPr>
    </w:p>
    <w:p w:rsidR="0020505B" w:rsidRPr="004F1A4F" w:rsidRDefault="0020505B" w:rsidP="00D178C0">
      <w:pPr>
        <w:pStyle w:val="rvps2"/>
        <w:spacing w:before="0" w:beforeAutospacing="0" w:after="0" w:afterAutospacing="0"/>
        <w:ind w:firstLine="708"/>
        <w:jc w:val="both"/>
        <w:rPr>
          <w:sz w:val="28"/>
          <w:szCs w:val="28"/>
          <w:lang w:val="uk-UA"/>
        </w:rPr>
      </w:pPr>
      <w:r w:rsidRPr="004F1A4F">
        <w:rPr>
          <w:sz w:val="28"/>
          <w:szCs w:val="28"/>
          <w:lang w:val="uk-UA"/>
        </w:rPr>
        <w:t xml:space="preserve">8. У разі  передбачення у бюджетних пропозиціях, поданих головними розпорядниками, надання міжбюджетних трансфертів іншим місцевим бюджетам, фінансове управління у триденний строк з дня отримання таких бюджетних пропозицій повинно надіслати обсяги міжбюджетних трансфертів на середньостроковий період іншим фінорганам за формою, наведеною у додатку 5 до цієї Інструкції, для врахування ними під час складання прогнозу місцевого бюджету. </w:t>
      </w:r>
    </w:p>
    <w:p w:rsidR="0020505B" w:rsidRPr="00774BD8" w:rsidRDefault="0020505B" w:rsidP="00D178C0">
      <w:pPr>
        <w:pStyle w:val="rvps2"/>
        <w:spacing w:before="0" w:beforeAutospacing="0" w:after="0" w:afterAutospacing="0"/>
        <w:ind w:firstLine="708"/>
        <w:jc w:val="both"/>
        <w:rPr>
          <w:color w:val="FF0000"/>
          <w:sz w:val="28"/>
          <w:szCs w:val="28"/>
          <w:lang w:val="uk-UA"/>
        </w:rPr>
      </w:pPr>
    </w:p>
    <w:p w:rsidR="0020505B" w:rsidRPr="004F1A4F" w:rsidRDefault="0020505B" w:rsidP="00D178C0">
      <w:pPr>
        <w:pStyle w:val="rvps2"/>
        <w:spacing w:before="0" w:beforeAutospacing="0" w:after="0" w:afterAutospacing="0"/>
        <w:ind w:firstLine="708"/>
        <w:jc w:val="both"/>
        <w:rPr>
          <w:sz w:val="28"/>
          <w:szCs w:val="28"/>
          <w:lang w:val="uk-UA"/>
        </w:rPr>
      </w:pPr>
      <w:r w:rsidRPr="004F1A4F">
        <w:rPr>
          <w:sz w:val="28"/>
          <w:szCs w:val="28"/>
          <w:lang w:val="uk-UA"/>
        </w:rPr>
        <w:t>9. Фінансове управління здійснює аналіз отриманих  від головних розпорядників, бюджетних пропозицій щодо відповідності загальним орієнтовним граничним показникам, дотримання доведених фінансовим управлінням фінансових обмежень, організаційних та інших вимог, визначених цією Інструкцією.</w:t>
      </w:r>
    </w:p>
    <w:p w:rsidR="0020505B" w:rsidRPr="00774BD8" w:rsidRDefault="0020505B" w:rsidP="00D178C0">
      <w:pPr>
        <w:pStyle w:val="rvps2"/>
        <w:spacing w:before="0" w:beforeAutospacing="0" w:after="0" w:afterAutospacing="0"/>
        <w:ind w:firstLine="708"/>
        <w:jc w:val="both"/>
        <w:rPr>
          <w:color w:val="FF0000"/>
          <w:sz w:val="28"/>
          <w:szCs w:val="28"/>
          <w:lang w:val="uk-UA"/>
        </w:rPr>
      </w:pPr>
    </w:p>
    <w:p w:rsidR="0020505B" w:rsidRPr="00A33175" w:rsidRDefault="0020505B" w:rsidP="00D178C0">
      <w:pPr>
        <w:pStyle w:val="rvps2"/>
        <w:spacing w:before="0" w:beforeAutospacing="0" w:after="0" w:afterAutospacing="0"/>
        <w:ind w:firstLine="708"/>
        <w:jc w:val="both"/>
        <w:rPr>
          <w:sz w:val="28"/>
          <w:szCs w:val="28"/>
          <w:lang w:val="uk-UA"/>
        </w:rPr>
      </w:pPr>
      <w:r>
        <w:rPr>
          <w:sz w:val="28"/>
          <w:szCs w:val="28"/>
          <w:lang w:val="uk-UA"/>
        </w:rPr>
        <w:t>10</w:t>
      </w:r>
      <w:r w:rsidRPr="00A33175">
        <w:rPr>
          <w:sz w:val="28"/>
          <w:szCs w:val="28"/>
          <w:lang w:val="uk-UA"/>
        </w:rPr>
        <w:t>. Фінансове управління вживає заходи для усунення розбіжностей з головними розпорядниками щодо показників, що містяться у бюджетних пропозиціях (шляхом проведення погоджувальних нарад, консультацій, робочих зустрічей тощо).</w:t>
      </w:r>
    </w:p>
    <w:p w:rsidR="0020505B" w:rsidRPr="00774BD8" w:rsidRDefault="0020505B" w:rsidP="00D178C0">
      <w:pPr>
        <w:pStyle w:val="rvps2"/>
        <w:spacing w:before="0" w:beforeAutospacing="0" w:after="0" w:afterAutospacing="0"/>
        <w:ind w:firstLine="708"/>
        <w:jc w:val="both"/>
        <w:rPr>
          <w:color w:val="FF0000"/>
          <w:sz w:val="28"/>
          <w:szCs w:val="28"/>
          <w:lang w:val="uk-UA"/>
        </w:rPr>
      </w:pPr>
    </w:p>
    <w:p w:rsidR="0020505B" w:rsidRPr="00A33175" w:rsidRDefault="0020505B" w:rsidP="00D178C0">
      <w:pPr>
        <w:pStyle w:val="rvps2"/>
        <w:spacing w:before="0" w:beforeAutospacing="0" w:after="0" w:afterAutospacing="0"/>
        <w:ind w:firstLine="708"/>
        <w:jc w:val="both"/>
        <w:rPr>
          <w:sz w:val="28"/>
          <w:szCs w:val="28"/>
          <w:lang w:val="uk-UA"/>
        </w:rPr>
      </w:pPr>
      <w:r w:rsidRPr="00A33175">
        <w:rPr>
          <w:sz w:val="28"/>
          <w:szCs w:val="28"/>
          <w:lang w:val="uk-UA"/>
        </w:rPr>
        <w:t>11. За результатами вжитих заходів, а також у разі наявності інформації щодо отримання міжбюджетних трансфертів з інших місцевих бюджетів фінансове управління доводить до окремих головних розпорядників уточнені орієнтовні  граничні показники, відповідно до яких головний розпорядник має надати уточнену бюджетну пропозицію у терміни визначені, фінансовим управлінням.</w:t>
      </w:r>
    </w:p>
    <w:p w:rsidR="0020505B" w:rsidRPr="00A33175" w:rsidRDefault="0020505B" w:rsidP="00D178C0">
      <w:pPr>
        <w:pStyle w:val="rvps2"/>
        <w:spacing w:before="0" w:beforeAutospacing="0" w:after="0" w:afterAutospacing="0"/>
        <w:ind w:firstLine="708"/>
        <w:jc w:val="both"/>
        <w:rPr>
          <w:sz w:val="28"/>
          <w:szCs w:val="28"/>
          <w:lang w:val="uk-UA"/>
        </w:rPr>
      </w:pPr>
    </w:p>
    <w:p w:rsidR="0020505B" w:rsidRPr="00A33175" w:rsidRDefault="0020505B" w:rsidP="00D178C0">
      <w:pPr>
        <w:pStyle w:val="rvps2"/>
        <w:spacing w:before="0" w:beforeAutospacing="0" w:after="0" w:afterAutospacing="0"/>
        <w:ind w:firstLine="708"/>
        <w:jc w:val="both"/>
        <w:rPr>
          <w:sz w:val="28"/>
          <w:szCs w:val="28"/>
          <w:lang w:val="uk-UA"/>
        </w:rPr>
      </w:pPr>
      <w:r w:rsidRPr="00A33175">
        <w:rPr>
          <w:sz w:val="28"/>
          <w:szCs w:val="28"/>
          <w:lang w:val="uk-UA"/>
        </w:rPr>
        <w:t>12. Головний розпорядник забезпечує відповідність бюджетної пропозиції, складеної з використанням автоматизованої  інформаційно-аналітичної системи, бюджетній пропозиції, поданій до фінансового управління.</w:t>
      </w:r>
    </w:p>
    <w:p w:rsidR="0020505B" w:rsidRPr="00A33175" w:rsidRDefault="0020505B" w:rsidP="00D178C0">
      <w:pPr>
        <w:pStyle w:val="rvps2"/>
        <w:spacing w:before="0" w:beforeAutospacing="0" w:after="0" w:afterAutospacing="0"/>
        <w:ind w:firstLine="708"/>
        <w:jc w:val="both"/>
        <w:rPr>
          <w:sz w:val="28"/>
          <w:szCs w:val="28"/>
          <w:lang w:val="uk-UA"/>
        </w:rPr>
      </w:pPr>
    </w:p>
    <w:p w:rsidR="0020505B" w:rsidRPr="00A33175" w:rsidRDefault="0020505B" w:rsidP="00D178C0">
      <w:pPr>
        <w:pStyle w:val="rvps2"/>
        <w:spacing w:before="0" w:beforeAutospacing="0" w:after="0" w:afterAutospacing="0"/>
        <w:ind w:firstLine="708"/>
        <w:jc w:val="both"/>
        <w:rPr>
          <w:sz w:val="28"/>
          <w:szCs w:val="28"/>
          <w:lang w:val="uk-UA"/>
        </w:rPr>
      </w:pPr>
      <w:r w:rsidRPr="00A33175">
        <w:rPr>
          <w:sz w:val="28"/>
          <w:szCs w:val="28"/>
          <w:lang w:val="uk-UA"/>
        </w:rPr>
        <w:t>13. Інформація, яка міститься у бюджетних пропозиціях головних розпорядників, є основою для складання прогнозу місцевого бюджету.</w:t>
      </w:r>
    </w:p>
    <w:p w:rsidR="0020505B" w:rsidRPr="00774BD8" w:rsidRDefault="0020505B" w:rsidP="00D178C0">
      <w:pPr>
        <w:pStyle w:val="rvps2"/>
        <w:spacing w:before="0" w:beforeAutospacing="0" w:after="0" w:afterAutospacing="0"/>
        <w:ind w:firstLine="708"/>
        <w:jc w:val="both"/>
        <w:rPr>
          <w:color w:val="FF0000"/>
          <w:sz w:val="28"/>
          <w:szCs w:val="28"/>
          <w:lang w:val="uk-UA"/>
        </w:rPr>
      </w:pPr>
    </w:p>
    <w:p w:rsidR="0020505B" w:rsidRPr="00A33175" w:rsidRDefault="0020505B" w:rsidP="00D61514">
      <w:pPr>
        <w:pStyle w:val="rvps2"/>
        <w:spacing w:before="0" w:beforeAutospacing="0" w:after="0" w:afterAutospacing="0"/>
        <w:ind w:firstLine="708"/>
        <w:jc w:val="center"/>
        <w:rPr>
          <w:b/>
          <w:bCs/>
          <w:sz w:val="28"/>
          <w:szCs w:val="28"/>
          <w:lang w:val="uk-UA"/>
        </w:rPr>
      </w:pPr>
      <w:r w:rsidRPr="00A33175">
        <w:rPr>
          <w:b/>
          <w:bCs/>
          <w:sz w:val="28"/>
          <w:szCs w:val="28"/>
          <w:lang w:val="uk-UA"/>
        </w:rPr>
        <w:t>І</w:t>
      </w:r>
      <w:r w:rsidRPr="00A33175">
        <w:rPr>
          <w:b/>
          <w:bCs/>
          <w:sz w:val="28"/>
          <w:szCs w:val="28"/>
          <w:lang w:val="en-US"/>
        </w:rPr>
        <w:t>V</w:t>
      </w:r>
      <w:r w:rsidRPr="00A33175">
        <w:rPr>
          <w:b/>
          <w:bCs/>
          <w:sz w:val="28"/>
          <w:szCs w:val="28"/>
          <w:lang w:val="uk-UA"/>
        </w:rPr>
        <w:t xml:space="preserve">. Заповнення </w:t>
      </w:r>
      <w:r w:rsidRPr="00A33175">
        <w:rPr>
          <w:b/>
          <w:bCs/>
          <w:sz w:val="28"/>
          <w:szCs w:val="28"/>
        </w:rPr>
        <w:t>Ф</w:t>
      </w:r>
      <w:r w:rsidRPr="00A33175">
        <w:rPr>
          <w:b/>
          <w:bCs/>
          <w:sz w:val="28"/>
          <w:szCs w:val="28"/>
          <w:lang w:val="uk-UA"/>
        </w:rPr>
        <w:t>орми БП – 1</w:t>
      </w:r>
    </w:p>
    <w:p w:rsidR="0020505B" w:rsidRPr="00774BD8" w:rsidRDefault="0020505B" w:rsidP="00D61514">
      <w:pPr>
        <w:pStyle w:val="rvps2"/>
        <w:spacing w:before="0" w:beforeAutospacing="0" w:after="0" w:afterAutospacing="0"/>
        <w:ind w:firstLine="708"/>
        <w:jc w:val="center"/>
        <w:rPr>
          <w:b/>
          <w:bCs/>
          <w:color w:val="FF0000"/>
          <w:sz w:val="28"/>
          <w:szCs w:val="28"/>
          <w:lang w:val="uk-UA"/>
        </w:rPr>
      </w:pPr>
    </w:p>
    <w:p w:rsidR="0020505B" w:rsidRPr="006F7AF2" w:rsidRDefault="0020505B" w:rsidP="00D61514">
      <w:pPr>
        <w:pStyle w:val="rvps2"/>
        <w:spacing w:before="0" w:beforeAutospacing="0" w:after="0" w:afterAutospacing="0"/>
        <w:ind w:firstLine="708"/>
        <w:jc w:val="both"/>
        <w:rPr>
          <w:sz w:val="28"/>
          <w:szCs w:val="28"/>
          <w:lang w:val="uk-UA"/>
        </w:rPr>
      </w:pPr>
      <w:r w:rsidRPr="006F7AF2">
        <w:rPr>
          <w:sz w:val="28"/>
          <w:szCs w:val="28"/>
          <w:lang w:val="uk-UA"/>
        </w:rPr>
        <w:t>1. У Формі БП – 1  використовується  для наведення інформації про досягнення цілей державної, регіональної та місцевої  політик,  за рахунок коштів загального та спеціального фондів у межах орієнтовних граничних показників на середньостроковий період, доведених фінансовим управлінням та розрахованих головним розпорядником надходжень спеціального фонду.</w:t>
      </w:r>
    </w:p>
    <w:p w:rsidR="0020505B" w:rsidRPr="006F7AF2" w:rsidRDefault="0020505B" w:rsidP="00D61514">
      <w:pPr>
        <w:pStyle w:val="rvps2"/>
        <w:spacing w:before="0" w:beforeAutospacing="0" w:after="0" w:afterAutospacing="0"/>
        <w:ind w:firstLine="708"/>
        <w:jc w:val="both"/>
        <w:rPr>
          <w:sz w:val="28"/>
          <w:szCs w:val="28"/>
          <w:lang w:val="uk-UA"/>
        </w:rPr>
      </w:pPr>
      <w:r w:rsidRPr="006F7AF2">
        <w:rPr>
          <w:sz w:val="28"/>
          <w:szCs w:val="28"/>
          <w:lang w:val="uk-UA"/>
        </w:rPr>
        <w:t>Інформація, що наводиться у Формі БП – 1, повною мірою повинна характеризувати діяльність головного розпорядника та охоплювати всі сфери, у яких він забезпечує формува</w:t>
      </w:r>
      <w:r>
        <w:rPr>
          <w:sz w:val="28"/>
          <w:szCs w:val="28"/>
          <w:lang w:val="uk-UA"/>
        </w:rPr>
        <w:t>ння та/або реалізацію державної</w:t>
      </w:r>
      <w:r w:rsidRPr="006F7AF2">
        <w:rPr>
          <w:sz w:val="28"/>
          <w:szCs w:val="28"/>
          <w:lang w:val="uk-UA"/>
        </w:rPr>
        <w:t>, регіональної та місцевої політик, висвітлювати найбільш суспільно значущі результати його діяльності та враховувати відповідні показники діяльності як відповідальних виконавців бюджетних програм, а також відображати вплив реалізованих заходів на якість життя населення Хорольськ</w:t>
      </w:r>
      <w:r>
        <w:rPr>
          <w:sz w:val="28"/>
          <w:szCs w:val="28"/>
          <w:lang w:val="uk-UA"/>
        </w:rPr>
        <w:t>ої міської територіальної громад</w:t>
      </w:r>
      <w:r w:rsidRPr="006F7AF2">
        <w:rPr>
          <w:sz w:val="28"/>
          <w:szCs w:val="28"/>
          <w:lang w:val="uk-UA"/>
        </w:rPr>
        <w:t>и, в тому числі на дітей та мо</w:t>
      </w:r>
      <w:r>
        <w:rPr>
          <w:sz w:val="28"/>
          <w:szCs w:val="28"/>
          <w:lang w:val="uk-UA"/>
        </w:rPr>
        <w:t>л</w:t>
      </w:r>
      <w:r w:rsidRPr="006F7AF2">
        <w:rPr>
          <w:sz w:val="28"/>
          <w:szCs w:val="28"/>
          <w:lang w:val="uk-UA"/>
        </w:rPr>
        <w:t xml:space="preserve">одь. </w:t>
      </w:r>
    </w:p>
    <w:p w:rsidR="0020505B" w:rsidRPr="006F7AF2" w:rsidRDefault="0020505B" w:rsidP="00D61514">
      <w:pPr>
        <w:pStyle w:val="rvps2"/>
        <w:spacing w:before="0" w:beforeAutospacing="0" w:after="0" w:afterAutospacing="0"/>
        <w:ind w:firstLine="708"/>
        <w:jc w:val="both"/>
        <w:rPr>
          <w:sz w:val="28"/>
          <w:szCs w:val="28"/>
          <w:lang w:val="uk-UA"/>
        </w:rPr>
      </w:pPr>
      <w:r w:rsidRPr="006F7AF2">
        <w:rPr>
          <w:sz w:val="28"/>
          <w:szCs w:val="28"/>
          <w:lang w:val="uk-UA"/>
        </w:rPr>
        <w:t xml:space="preserve">2. У пункті 1 зазначається найменування головного розпорядника коштів місцевого бюджету, код Типової відомчої класифікації видатків та кредитування місцевого бюджету, код за ЄДРПОУ, а також код бюджету. </w:t>
      </w:r>
    </w:p>
    <w:p w:rsidR="0020505B" w:rsidRPr="006F7AF2" w:rsidRDefault="0020505B" w:rsidP="00D61514">
      <w:pPr>
        <w:pStyle w:val="rvps2"/>
        <w:spacing w:before="0" w:beforeAutospacing="0" w:after="0" w:afterAutospacing="0"/>
        <w:ind w:firstLine="708"/>
        <w:jc w:val="both"/>
        <w:rPr>
          <w:sz w:val="28"/>
          <w:szCs w:val="28"/>
          <w:lang w:val="uk-UA"/>
        </w:rPr>
      </w:pPr>
    </w:p>
    <w:p w:rsidR="0020505B" w:rsidRPr="00850652" w:rsidRDefault="0020505B" w:rsidP="00D61514">
      <w:pPr>
        <w:pStyle w:val="rvps2"/>
        <w:spacing w:before="0" w:beforeAutospacing="0" w:after="0" w:afterAutospacing="0"/>
        <w:ind w:firstLine="708"/>
        <w:jc w:val="both"/>
        <w:rPr>
          <w:sz w:val="28"/>
          <w:szCs w:val="28"/>
          <w:lang w:val="uk-UA"/>
        </w:rPr>
      </w:pPr>
      <w:r w:rsidRPr="00850652">
        <w:rPr>
          <w:sz w:val="28"/>
          <w:szCs w:val="28"/>
          <w:lang w:val="uk-UA"/>
        </w:rPr>
        <w:t>3. У пункті 2 зазначається мета діяльності головного розпорядника,  яка повинна відповідати його повноваженням, визначеним законодавством, а також функціям і завданням, закріпленим в установчих документах.</w:t>
      </w:r>
    </w:p>
    <w:p w:rsidR="0020505B" w:rsidRPr="00850652" w:rsidRDefault="0020505B" w:rsidP="00D61514">
      <w:pPr>
        <w:pStyle w:val="rvps2"/>
        <w:spacing w:before="0" w:beforeAutospacing="0" w:after="0" w:afterAutospacing="0"/>
        <w:ind w:firstLine="708"/>
        <w:jc w:val="both"/>
        <w:rPr>
          <w:sz w:val="28"/>
          <w:szCs w:val="28"/>
          <w:lang w:val="uk-UA"/>
        </w:rPr>
      </w:pPr>
    </w:p>
    <w:p w:rsidR="0020505B" w:rsidRPr="00850652" w:rsidRDefault="0020505B" w:rsidP="00D61514">
      <w:pPr>
        <w:pStyle w:val="rvps2"/>
        <w:spacing w:before="0" w:beforeAutospacing="0" w:after="0" w:afterAutospacing="0"/>
        <w:ind w:firstLine="708"/>
        <w:jc w:val="both"/>
        <w:rPr>
          <w:sz w:val="28"/>
          <w:szCs w:val="28"/>
          <w:lang w:val="uk-UA"/>
        </w:rPr>
      </w:pPr>
      <w:r w:rsidRPr="00850652">
        <w:rPr>
          <w:sz w:val="28"/>
          <w:szCs w:val="28"/>
          <w:lang w:val="uk-UA"/>
        </w:rPr>
        <w:t xml:space="preserve">4. У пункті 3 наводиться перелік цілей державної, регіональної та місцевої політик у сферах діяльності, реалізацію яких забезпечує головний розпорядник, зокрема таких, що враховують гендерний підхід та кліматичні пріоритети, а також показники їх досягнення за рахунок коштів загального та спеціального фондів разом: </w:t>
      </w:r>
    </w:p>
    <w:p w:rsidR="0020505B" w:rsidRPr="00850652" w:rsidRDefault="0020505B" w:rsidP="00D61514">
      <w:pPr>
        <w:pStyle w:val="rvps2"/>
        <w:spacing w:before="0" w:beforeAutospacing="0" w:after="0" w:afterAutospacing="0"/>
        <w:ind w:firstLine="708"/>
        <w:jc w:val="both"/>
        <w:rPr>
          <w:sz w:val="28"/>
          <w:szCs w:val="28"/>
          <w:lang w:val="uk-UA"/>
        </w:rPr>
      </w:pPr>
      <w:r w:rsidRPr="00850652">
        <w:rPr>
          <w:sz w:val="28"/>
          <w:szCs w:val="28"/>
          <w:lang w:val="uk-UA"/>
        </w:rPr>
        <w:t>у графах 1, 2 – порядковий номер та найменування цілі державної , регіональної та місцевої політик;</w:t>
      </w:r>
    </w:p>
    <w:p w:rsidR="0020505B" w:rsidRPr="00850652" w:rsidRDefault="0020505B" w:rsidP="00D61514">
      <w:pPr>
        <w:pStyle w:val="rvps2"/>
        <w:spacing w:before="0" w:beforeAutospacing="0" w:after="0" w:afterAutospacing="0"/>
        <w:ind w:firstLine="708"/>
        <w:jc w:val="both"/>
        <w:rPr>
          <w:sz w:val="28"/>
          <w:szCs w:val="28"/>
          <w:lang w:val="uk-UA"/>
        </w:rPr>
      </w:pPr>
      <w:r w:rsidRPr="00850652">
        <w:rPr>
          <w:sz w:val="28"/>
          <w:szCs w:val="28"/>
          <w:lang w:val="uk-UA"/>
        </w:rPr>
        <w:t>у графі 3 - одиниця виміру показника досягнення цілей;</w:t>
      </w:r>
    </w:p>
    <w:p w:rsidR="0020505B" w:rsidRPr="00850652" w:rsidRDefault="0020505B" w:rsidP="00D61514">
      <w:pPr>
        <w:pStyle w:val="rvps2"/>
        <w:spacing w:before="0" w:beforeAutospacing="0" w:after="0" w:afterAutospacing="0"/>
        <w:ind w:firstLine="708"/>
        <w:jc w:val="both"/>
        <w:rPr>
          <w:sz w:val="28"/>
          <w:szCs w:val="28"/>
          <w:lang w:val="uk-UA"/>
        </w:rPr>
      </w:pPr>
      <w:r w:rsidRPr="00850652">
        <w:rPr>
          <w:sz w:val="28"/>
          <w:szCs w:val="28"/>
          <w:lang w:val="uk-UA"/>
        </w:rPr>
        <w:t>у графі 4 – показники відповідно річного звіту за попередній бюджетний період;</w:t>
      </w:r>
    </w:p>
    <w:p w:rsidR="0020505B" w:rsidRPr="00850652" w:rsidRDefault="0020505B" w:rsidP="00D61514">
      <w:pPr>
        <w:pStyle w:val="rvps2"/>
        <w:spacing w:before="0" w:beforeAutospacing="0" w:after="0" w:afterAutospacing="0"/>
        <w:ind w:firstLine="708"/>
        <w:jc w:val="both"/>
        <w:rPr>
          <w:sz w:val="28"/>
          <w:szCs w:val="28"/>
          <w:lang w:val="uk-UA"/>
        </w:rPr>
      </w:pPr>
      <w:r w:rsidRPr="00850652">
        <w:rPr>
          <w:sz w:val="28"/>
          <w:szCs w:val="28"/>
          <w:lang w:val="uk-UA"/>
        </w:rPr>
        <w:t>у графі 5 – показники, затверджені розписом на поточний бюджетний період;</w:t>
      </w:r>
    </w:p>
    <w:p w:rsidR="0020505B" w:rsidRPr="00850652" w:rsidRDefault="0020505B" w:rsidP="00D61514">
      <w:pPr>
        <w:pStyle w:val="rvps2"/>
        <w:spacing w:before="0" w:beforeAutospacing="0" w:after="0" w:afterAutospacing="0"/>
        <w:ind w:firstLine="708"/>
        <w:jc w:val="both"/>
        <w:rPr>
          <w:sz w:val="28"/>
          <w:szCs w:val="28"/>
          <w:lang w:val="uk-UA"/>
        </w:rPr>
      </w:pPr>
      <w:r>
        <w:rPr>
          <w:sz w:val="28"/>
          <w:szCs w:val="28"/>
          <w:lang w:val="uk-UA"/>
        </w:rPr>
        <w:t>у графі 6-</w:t>
      </w:r>
      <w:r w:rsidRPr="00850652">
        <w:rPr>
          <w:sz w:val="28"/>
          <w:szCs w:val="28"/>
          <w:lang w:val="uk-UA"/>
        </w:rPr>
        <w:t>8 – розподіл орієнтовних граничних показників на середньостроковий бюджетний період.</w:t>
      </w:r>
    </w:p>
    <w:p w:rsidR="0020505B" w:rsidRPr="00850652" w:rsidRDefault="0020505B" w:rsidP="00D61514">
      <w:pPr>
        <w:pStyle w:val="rvps2"/>
        <w:spacing w:before="0" w:beforeAutospacing="0" w:after="0" w:afterAutospacing="0"/>
        <w:ind w:firstLine="708"/>
        <w:jc w:val="both"/>
        <w:rPr>
          <w:sz w:val="28"/>
          <w:szCs w:val="28"/>
          <w:lang w:val="uk-UA"/>
        </w:rPr>
      </w:pPr>
      <w:r w:rsidRPr="00850652">
        <w:rPr>
          <w:sz w:val="28"/>
          <w:szCs w:val="28"/>
          <w:lang w:val="uk-UA"/>
        </w:rPr>
        <w:t>У разі, якщо на середньостроковий період не передбачаються цілі державної, регіональної та місцевої політик, досягнення яких здійснюється в межах бюджетних програм поточного бюджетного періоду та/або здійснюються  в межах бюджетних програм попереднього бюджетного періоду, такі цілі повинні включатися із зазначенням показників їх досягнення на відповідні бюджетні періоди.</w:t>
      </w:r>
    </w:p>
    <w:p w:rsidR="0020505B" w:rsidRDefault="0020505B" w:rsidP="00D61514">
      <w:pPr>
        <w:pStyle w:val="rvps2"/>
        <w:spacing w:before="0" w:beforeAutospacing="0" w:after="0" w:afterAutospacing="0"/>
        <w:ind w:firstLine="708"/>
        <w:jc w:val="both"/>
        <w:rPr>
          <w:sz w:val="28"/>
          <w:szCs w:val="28"/>
          <w:lang w:val="uk-UA"/>
        </w:rPr>
      </w:pPr>
      <w:r w:rsidRPr="00850652">
        <w:rPr>
          <w:sz w:val="28"/>
          <w:szCs w:val="28"/>
          <w:lang w:val="uk-UA"/>
        </w:rPr>
        <w:t>Не доцільно включати окремими рядками цілі державної, регіональної та місцевої політик поточного та попереднього бюджетних періодів, які по суті є тотожними до цілей на середньостроковий період (змінено їх формулювання), а показники їх досягнення аналогічні показникам досягнення цілей на середньостроковий період.</w:t>
      </w:r>
    </w:p>
    <w:p w:rsidR="0020505B" w:rsidRPr="00850652" w:rsidRDefault="0020505B" w:rsidP="00D61514">
      <w:pPr>
        <w:pStyle w:val="rvps2"/>
        <w:spacing w:before="0" w:beforeAutospacing="0" w:after="0" w:afterAutospacing="0"/>
        <w:ind w:firstLine="708"/>
        <w:jc w:val="both"/>
        <w:rPr>
          <w:sz w:val="28"/>
          <w:szCs w:val="28"/>
          <w:lang w:val="uk-UA"/>
        </w:rPr>
      </w:pPr>
      <w:r>
        <w:rPr>
          <w:sz w:val="28"/>
          <w:szCs w:val="28"/>
          <w:lang w:val="uk-UA"/>
        </w:rPr>
        <w:t>У разі зміни формулювання цілі державної, регіональної та місцевої політик у цьому пункті наводиться ціль у редакції, що передбачається на середньостроковий період.</w:t>
      </w:r>
    </w:p>
    <w:p w:rsidR="0020505B" w:rsidRPr="00692AAC" w:rsidRDefault="0020505B" w:rsidP="00D61514">
      <w:pPr>
        <w:pStyle w:val="rvps2"/>
        <w:spacing w:before="0" w:beforeAutospacing="0" w:after="0" w:afterAutospacing="0"/>
        <w:ind w:firstLine="708"/>
        <w:jc w:val="both"/>
        <w:rPr>
          <w:sz w:val="28"/>
          <w:szCs w:val="28"/>
          <w:lang w:val="uk-UA"/>
        </w:rPr>
      </w:pPr>
      <w:r w:rsidRPr="00692AAC">
        <w:rPr>
          <w:sz w:val="28"/>
          <w:szCs w:val="28"/>
          <w:lang w:val="uk-UA"/>
        </w:rPr>
        <w:t>Цілі  державної, регіональної та місцевої політик мають:</w:t>
      </w:r>
    </w:p>
    <w:p w:rsidR="0020505B" w:rsidRPr="00692AAC" w:rsidRDefault="0020505B" w:rsidP="00CA4CF0">
      <w:pPr>
        <w:pStyle w:val="rvps2"/>
        <w:spacing w:before="0" w:beforeAutospacing="0" w:after="0" w:afterAutospacing="0"/>
        <w:ind w:firstLine="708"/>
        <w:jc w:val="both"/>
        <w:rPr>
          <w:sz w:val="28"/>
          <w:szCs w:val="28"/>
          <w:lang w:val="uk-UA"/>
        </w:rPr>
      </w:pPr>
      <w:r w:rsidRPr="00692AAC">
        <w:rPr>
          <w:sz w:val="28"/>
          <w:szCs w:val="28"/>
          <w:lang w:val="uk-UA"/>
        </w:rPr>
        <w:t>відповідати пріоритетним цілям, визначеним стратегічними та програними документами, актами законодавства та іншими нормативно - правовими актами, планами діяльності головних розпорядників на середньостроковий період;</w:t>
      </w:r>
    </w:p>
    <w:p w:rsidR="0020505B" w:rsidRPr="00692AAC" w:rsidRDefault="0020505B" w:rsidP="00CA4CF0">
      <w:pPr>
        <w:pStyle w:val="rvps2"/>
        <w:spacing w:before="0" w:beforeAutospacing="0" w:after="0" w:afterAutospacing="0"/>
        <w:jc w:val="both"/>
        <w:rPr>
          <w:sz w:val="28"/>
          <w:szCs w:val="28"/>
          <w:lang w:val="uk-UA"/>
        </w:rPr>
      </w:pPr>
      <w:r w:rsidRPr="00774BD8">
        <w:rPr>
          <w:color w:val="FF0000"/>
          <w:sz w:val="28"/>
          <w:szCs w:val="28"/>
          <w:lang w:val="uk-UA"/>
        </w:rPr>
        <w:tab/>
      </w:r>
      <w:r w:rsidRPr="00692AAC">
        <w:rPr>
          <w:sz w:val="28"/>
          <w:szCs w:val="28"/>
          <w:lang w:val="uk-UA"/>
        </w:rPr>
        <w:t>спрямовуватися на досягнення певного результату;</w:t>
      </w:r>
    </w:p>
    <w:p w:rsidR="0020505B" w:rsidRDefault="0020505B" w:rsidP="00CA4CF0">
      <w:pPr>
        <w:pStyle w:val="rvps2"/>
        <w:spacing w:before="0" w:beforeAutospacing="0" w:after="0" w:afterAutospacing="0"/>
        <w:jc w:val="both"/>
        <w:rPr>
          <w:sz w:val="28"/>
          <w:szCs w:val="28"/>
          <w:lang w:val="uk-UA"/>
        </w:rPr>
      </w:pPr>
      <w:r w:rsidRPr="00692AAC">
        <w:rPr>
          <w:sz w:val="28"/>
          <w:szCs w:val="28"/>
          <w:lang w:val="uk-UA"/>
        </w:rPr>
        <w:tab/>
        <w:t>оцінюватися за допомо</w:t>
      </w:r>
      <w:r>
        <w:rPr>
          <w:sz w:val="28"/>
          <w:szCs w:val="28"/>
          <w:lang w:val="uk-UA"/>
        </w:rPr>
        <w:t>гою показників досягнення цілей;</w:t>
      </w:r>
    </w:p>
    <w:p w:rsidR="0020505B" w:rsidRPr="00692AAC" w:rsidRDefault="0020505B" w:rsidP="00CA4CF0">
      <w:pPr>
        <w:pStyle w:val="rvps2"/>
        <w:spacing w:before="0" w:beforeAutospacing="0" w:after="0" w:afterAutospacing="0"/>
        <w:jc w:val="both"/>
        <w:rPr>
          <w:sz w:val="28"/>
          <w:szCs w:val="28"/>
          <w:lang w:val="uk-UA"/>
        </w:rPr>
      </w:pPr>
      <w:r>
        <w:rPr>
          <w:sz w:val="28"/>
          <w:szCs w:val="28"/>
          <w:lang w:val="uk-UA"/>
        </w:rPr>
        <w:tab/>
        <w:t>давати розуміння кінцевого результату діяльності головного розпорядника у відповідній сфері або чітко визначати напрям руху змін, спрямованих на покращення ситуації або вирішення проблем у сфері діяльності.</w:t>
      </w:r>
    </w:p>
    <w:p w:rsidR="0020505B" w:rsidRDefault="0020505B" w:rsidP="00CA4CF0">
      <w:pPr>
        <w:pStyle w:val="rvps2"/>
        <w:spacing w:before="0" w:beforeAutospacing="0" w:after="0" w:afterAutospacing="0"/>
        <w:jc w:val="both"/>
        <w:rPr>
          <w:sz w:val="28"/>
          <w:szCs w:val="28"/>
          <w:lang w:val="uk-UA"/>
        </w:rPr>
      </w:pPr>
      <w:r w:rsidRPr="00774BD8">
        <w:rPr>
          <w:color w:val="FF0000"/>
          <w:sz w:val="28"/>
          <w:szCs w:val="28"/>
          <w:lang w:val="uk-UA"/>
        </w:rPr>
        <w:tab/>
      </w:r>
      <w:r w:rsidRPr="001B27D9">
        <w:rPr>
          <w:sz w:val="28"/>
          <w:szCs w:val="28"/>
          <w:lang w:val="uk-UA"/>
        </w:rPr>
        <w:t>Не допускати під час визначення цілей такі формулювання, як «реалізація державної, регіональної та місцевої політик», «забезпечення діяльності», «виконання зобов’язань».</w:t>
      </w:r>
    </w:p>
    <w:p w:rsidR="0020505B" w:rsidRPr="001B27D9" w:rsidRDefault="0020505B" w:rsidP="00CA4CF0">
      <w:pPr>
        <w:pStyle w:val="rvps2"/>
        <w:spacing w:before="0" w:beforeAutospacing="0" w:after="0" w:afterAutospacing="0"/>
        <w:jc w:val="both"/>
        <w:rPr>
          <w:sz w:val="28"/>
          <w:szCs w:val="28"/>
          <w:lang w:val="uk-UA"/>
        </w:rPr>
      </w:pPr>
      <w:r>
        <w:rPr>
          <w:sz w:val="28"/>
          <w:szCs w:val="28"/>
          <w:lang w:val="uk-UA"/>
        </w:rPr>
        <w:tab/>
        <w:t>Кількість цілей державної, регіональної та місцевої політик не має перевищувати п’яти. Одна ціль державної, регіональної та місцевої політики може виконуватися в межах декількох бюджетних програм.</w:t>
      </w:r>
    </w:p>
    <w:p w:rsidR="0020505B" w:rsidRPr="001B27D9" w:rsidRDefault="0020505B" w:rsidP="00CA4CF0">
      <w:pPr>
        <w:pStyle w:val="rvps2"/>
        <w:spacing w:before="0" w:beforeAutospacing="0" w:after="0" w:afterAutospacing="0"/>
        <w:jc w:val="both"/>
        <w:rPr>
          <w:sz w:val="28"/>
          <w:szCs w:val="28"/>
          <w:lang w:val="uk-UA"/>
        </w:rPr>
      </w:pPr>
      <w:r w:rsidRPr="00774BD8">
        <w:rPr>
          <w:color w:val="FF0000"/>
          <w:sz w:val="28"/>
          <w:szCs w:val="28"/>
          <w:lang w:val="uk-UA"/>
        </w:rPr>
        <w:tab/>
      </w:r>
      <w:r w:rsidRPr="001B27D9">
        <w:rPr>
          <w:sz w:val="28"/>
          <w:szCs w:val="28"/>
          <w:lang w:val="uk-UA"/>
        </w:rPr>
        <w:t>Для кожної цілі державної, регіональної та місцевої політик необхідно визначати показники її досягнення.</w:t>
      </w:r>
    </w:p>
    <w:p w:rsidR="0020505B" w:rsidRPr="001B27D9" w:rsidRDefault="0020505B" w:rsidP="00D93EB0">
      <w:pPr>
        <w:pStyle w:val="rvps2"/>
        <w:spacing w:before="0" w:beforeAutospacing="0" w:after="0" w:afterAutospacing="0"/>
        <w:ind w:firstLine="708"/>
        <w:jc w:val="both"/>
        <w:rPr>
          <w:sz w:val="28"/>
          <w:szCs w:val="28"/>
          <w:lang w:val="uk-UA"/>
        </w:rPr>
      </w:pPr>
      <w:r w:rsidRPr="001B27D9">
        <w:rPr>
          <w:sz w:val="28"/>
          <w:szCs w:val="28"/>
          <w:lang w:val="uk-UA"/>
        </w:rPr>
        <w:t>Показники досягнення цілей доцільно визначати як інтегровані показники, що враховують результати, отримання за рахунок реалізації усіх або декількох бюджетних програм.</w:t>
      </w:r>
    </w:p>
    <w:p w:rsidR="0020505B" w:rsidRPr="001B27D9" w:rsidRDefault="0020505B" w:rsidP="00D93EB0">
      <w:pPr>
        <w:pStyle w:val="rvps2"/>
        <w:spacing w:before="0" w:beforeAutospacing="0" w:after="0" w:afterAutospacing="0"/>
        <w:ind w:firstLine="708"/>
        <w:jc w:val="both"/>
        <w:rPr>
          <w:sz w:val="28"/>
          <w:szCs w:val="28"/>
          <w:lang w:val="uk-UA"/>
        </w:rPr>
      </w:pPr>
      <w:r w:rsidRPr="001B27D9">
        <w:rPr>
          <w:sz w:val="28"/>
          <w:szCs w:val="28"/>
          <w:lang w:val="uk-UA"/>
        </w:rPr>
        <w:t xml:space="preserve">Показники досягнення цілей виконавчих органів місцевої ради </w:t>
      </w:r>
      <w:r>
        <w:rPr>
          <w:sz w:val="28"/>
          <w:szCs w:val="28"/>
          <w:lang w:val="uk-UA"/>
        </w:rPr>
        <w:t>повинні характеризуват</w:t>
      </w:r>
      <w:r w:rsidRPr="001B27D9">
        <w:rPr>
          <w:sz w:val="28"/>
          <w:szCs w:val="28"/>
          <w:lang w:val="uk-UA"/>
        </w:rPr>
        <w:t xml:space="preserve">и досягнення та зрушення, що відбулися на території </w:t>
      </w:r>
      <w:r>
        <w:rPr>
          <w:sz w:val="28"/>
          <w:szCs w:val="28"/>
          <w:lang w:val="uk-UA"/>
        </w:rPr>
        <w:t>Хорольської міської територіальної громади</w:t>
      </w:r>
      <w:r w:rsidRPr="001B27D9">
        <w:rPr>
          <w:sz w:val="28"/>
          <w:szCs w:val="28"/>
          <w:lang w:val="uk-UA"/>
        </w:rPr>
        <w:t>, а також їх вплив на добробут і якість населення.</w:t>
      </w:r>
    </w:p>
    <w:p w:rsidR="0020505B" w:rsidRPr="00E92A00" w:rsidRDefault="0020505B" w:rsidP="00D93EB0">
      <w:pPr>
        <w:pStyle w:val="rvps2"/>
        <w:spacing w:before="0" w:beforeAutospacing="0" w:after="0" w:afterAutospacing="0"/>
        <w:ind w:firstLine="708"/>
        <w:jc w:val="both"/>
        <w:rPr>
          <w:sz w:val="28"/>
          <w:szCs w:val="28"/>
          <w:lang w:val="uk-UA"/>
        </w:rPr>
      </w:pPr>
      <w:r w:rsidRPr="00E92A00">
        <w:rPr>
          <w:sz w:val="28"/>
          <w:szCs w:val="28"/>
          <w:lang w:val="uk-UA"/>
        </w:rPr>
        <w:t>Показники досягнення цілей мають:</w:t>
      </w:r>
    </w:p>
    <w:p w:rsidR="0020505B" w:rsidRPr="00E92A00" w:rsidRDefault="0020505B" w:rsidP="00D93EB0">
      <w:pPr>
        <w:pStyle w:val="rvps2"/>
        <w:spacing w:before="0" w:beforeAutospacing="0" w:after="0" w:afterAutospacing="0"/>
        <w:ind w:firstLine="708"/>
        <w:jc w:val="both"/>
        <w:rPr>
          <w:sz w:val="28"/>
          <w:szCs w:val="28"/>
          <w:lang w:val="uk-UA"/>
        </w:rPr>
      </w:pPr>
      <w:r w:rsidRPr="00E92A00">
        <w:rPr>
          <w:sz w:val="28"/>
          <w:szCs w:val="28"/>
          <w:lang w:val="uk-UA"/>
        </w:rPr>
        <w:t>бути кількісно вимірюваними та реалістичними;</w:t>
      </w:r>
    </w:p>
    <w:p w:rsidR="0020505B" w:rsidRPr="00E92A00" w:rsidRDefault="0020505B" w:rsidP="004C69E1">
      <w:pPr>
        <w:pStyle w:val="rvps2"/>
        <w:spacing w:before="0" w:beforeAutospacing="0" w:after="0" w:afterAutospacing="0"/>
        <w:jc w:val="both"/>
        <w:rPr>
          <w:sz w:val="28"/>
          <w:szCs w:val="28"/>
          <w:lang w:val="uk-UA"/>
        </w:rPr>
      </w:pPr>
      <w:r w:rsidRPr="00E92A00">
        <w:rPr>
          <w:sz w:val="28"/>
          <w:szCs w:val="28"/>
          <w:lang w:val="uk-UA"/>
        </w:rPr>
        <w:tab/>
        <w:t>характеризувати прогрес досягнення цілей державної, регіональної та місцевої політик у середньостроковому періоді;</w:t>
      </w:r>
    </w:p>
    <w:p w:rsidR="0020505B" w:rsidRPr="00E92A00" w:rsidRDefault="0020505B" w:rsidP="004C69E1">
      <w:pPr>
        <w:pStyle w:val="rvps2"/>
        <w:spacing w:before="0" w:beforeAutospacing="0" w:after="0" w:afterAutospacing="0"/>
        <w:jc w:val="both"/>
        <w:rPr>
          <w:sz w:val="28"/>
          <w:szCs w:val="28"/>
          <w:lang w:val="uk-UA"/>
        </w:rPr>
      </w:pPr>
      <w:r w:rsidRPr="00E92A00">
        <w:rPr>
          <w:sz w:val="28"/>
          <w:szCs w:val="28"/>
          <w:lang w:val="uk-UA"/>
        </w:rPr>
        <w:tab/>
        <w:t>характеризувати стан та зміни у сфері діяльності головного розпорядника;</w:t>
      </w:r>
    </w:p>
    <w:p w:rsidR="0020505B" w:rsidRPr="00E92A00" w:rsidRDefault="0020505B" w:rsidP="004C69E1">
      <w:pPr>
        <w:pStyle w:val="rvps2"/>
        <w:spacing w:before="0" w:beforeAutospacing="0" w:after="0" w:afterAutospacing="0"/>
        <w:jc w:val="both"/>
        <w:rPr>
          <w:sz w:val="28"/>
          <w:szCs w:val="28"/>
          <w:lang w:val="uk-UA"/>
        </w:rPr>
      </w:pPr>
      <w:r w:rsidRPr="00E92A00">
        <w:rPr>
          <w:sz w:val="28"/>
          <w:szCs w:val="28"/>
          <w:lang w:val="uk-UA"/>
        </w:rPr>
        <w:tab/>
        <w:t>надавати можливість відстеж</w:t>
      </w:r>
      <w:r>
        <w:rPr>
          <w:sz w:val="28"/>
          <w:szCs w:val="28"/>
          <w:lang w:val="uk-UA"/>
        </w:rPr>
        <w:t>ення досягнення цілей державної</w:t>
      </w:r>
      <w:r w:rsidRPr="00E92A00">
        <w:rPr>
          <w:sz w:val="28"/>
          <w:szCs w:val="28"/>
          <w:lang w:val="uk-UA"/>
        </w:rPr>
        <w:t>, регіональної та місцевої політик у динаміці та порівнянності показників досягнення цілей за роками;</w:t>
      </w:r>
    </w:p>
    <w:p w:rsidR="0020505B" w:rsidRPr="00E92A00" w:rsidRDefault="0020505B" w:rsidP="004C69E1">
      <w:pPr>
        <w:pStyle w:val="rvps2"/>
        <w:spacing w:before="0" w:beforeAutospacing="0" w:after="0" w:afterAutospacing="0"/>
        <w:jc w:val="both"/>
        <w:rPr>
          <w:sz w:val="28"/>
          <w:szCs w:val="28"/>
          <w:lang w:val="uk-UA"/>
        </w:rPr>
      </w:pPr>
      <w:r w:rsidRPr="00E92A00">
        <w:rPr>
          <w:sz w:val="28"/>
          <w:szCs w:val="28"/>
          <w:lang w:val="uk-UA"/>
        </w:rPr>
        <w:tab/>
        <w:t xml:space="preserve">висвітлювати ефект, який отримують економіка, суспільство та населення Хорольської </w:t>
      </w:r>
      <w:r>
        <w:rPr>
          <w:sz w:val="28"/>
          <w:szCs w:val="28"/>
          <w:lang w:val="uk-UA"/>
        </w:rPr>
        <w:t xml:space="preserve">міської </w:t>
      </w:r>
      <w:r w:rsidRPr="00E92A00">
        <w:rPr>
          <w:sz w:val="28"/>
          <w:szCs w:val="28"/>
          <w:lang w:val="uk-UA"/>
        </w:rPr>
        <w:t>територіальної громади завдяки діяльності головного розпорядника;</w:t>
      </w:r>
    </w:p>
    <w:p w:rsidR="0020505B" w:rsidRPr="00E92A00" w:rsidRDefault="0020505B" w:rsidP="001532A2">
      <w:pPr>
        <w:pStyle w:val="rvps2"/>
        <w:spacing w:before="0" w:beforeAutospacing="0" w:after="0" w:afterAutospacing="0"/>
        <w:ind w:firstLine="708"/>
        <w:jc w:val="both"/>
        <w:rPr>
          <w:sz w:val="28"/>
          <w:szCs w:val="28"/>
          <w:lang w:val="uk-UA"/>
        </w:rPr>
      </w:pPr>
      <w:r w:rsidRPr="00E92A00">
        <w:rPr>
          <w:sz w:val="28"/>
          <w:szCs w:val="28"/>
          <w:lang w:val="uk-UA"/>
        </w:rPr>
        <w:t>перевірятися та підтверджуватися офіційною державною статистичною, фінансовою та іншою звітністю, даними бухгалтерського, статистичного та внутрішньогосподарського (управлінського) обліку.</w:t>
      </w:r>
    </w:p>
    <w:p w:rsidR="0020505B" w:rsidRPr="00E92A00" w:rsidRDefault="0020505B" w:rsidP="001532A2">
      <w:pPr>
        <w:pStyle w:val="rvps2"/>
        <w:spacing w:before="0" w:beforeAutospacing="0" w:after="0" w:afterAutospacing="0"/>
        <w:ind w:firstLine="708"/>
        <w:jc w:val="both"/>
        <w:rPr>
          <w:sz w:val="28"/>
          <w:szCs w:val="28"/>
          <w:lang w:val="uk-UA"/>
        </w:rPr>
      </w:pPr>
      <w:r w:rsidRPr="00E92A00">
        <w:rPr>
          <w:sz w:val="28"/>
          <w:szCs w:val="28"/>
          <w:lang w:val="uk-UA"/>
        </w:rPr>
        <w:t>Під час визначення показників досягнення цілей державної, регіональної та місцевої політик необхідно враховувати усі витрати головного розпорядника на відповідну сферу діяльності,  включаючи міжбюджетні  трансферти.</w:t>
      </w:r>
    </w:p>
    <w:p w:rsidR="0020505B" w:rsidRPr="00E92A00" w:rsidRDefault="0020505B" w:rsidP="001532A2">
      <w:pPr>
        <w:pStyle w:val="rvps2"/>
        <w:spacing w:before="0" w:beforeAutospacing="0" w:after="0" w:afterAutospacing="0"/>
        <w:ind w:firstLine="708"/>
        <w:jc w:val="both"/>
        <w:rPr>
          <w:sz w:val="28"/>
          <w:szCs w:val="28"/>
          <w:lang w:val="uk-UA"/>
        </w:rPr>
      </w:pPr>
      <w:r w:rsidRPr="00E92A00">
        <w:rPr>
          <w:sz w:val="28"/>
          <w:szCs w:val="28"/>
          <w:lang w:val="uk-UA"/>
        </w:rPr>
        <w:t xml:space="preserve">Кількість показників досягнення однієї цілі має бути мінімальною, як правило не перевищувати трьох, але достатньою для висвітлення досягнення відповідної цілі. </w:t>
      </w:r>
    </w:p>
    <w:p w:rsidR="0020505B" w:rsidRPr="00E92A00" w:rsidRDefault="0020505B" w:rsidP="001532A2">
      <w:pPr>
        <w:pStyle w:val="rvps2"/>
        <w:spacing w:before="0" w:beforeAutospacing="0" w:after="0" w:afterAutospacing="0"/>
        <w:ind w:firstLine="708"/>
        <w:jc w:val="both"/>
        <w:rPr>
          <w:sz w:val="28"/>
          <w:szCs w:val="28"/>
          <w:lang w:val="uk-UA"/>
        </w:rPr>
      </w:pPr>
      <w:r w:rsidRPr="00E92A00">
        <w:rPr>
          <w:sz w:val="28"/>
          <w:szCs w:val="28"/>
          <w:lang w:val="uk-UA"/>
        </w:rPr>
        <w:t>Показники досягнення цілей, визн</w:t>
      </w:r>
      <w:r>
        <w:rPr>
          <w:sz w:val="28"/>
          <w:szCs w:val="28"/>
          <w:lang w:val="uk-UA"/>
        </w:rPr>
        <w:t>ачені для однієї цілі державної</w:t>
      </w:r>
      <w:r w:rsidRPr="00E92A00">
        <w:rPr>
          <w:sz w:val="28"/>
          <w:szCs w:val="28"/>
          <w:lang w:val="uk-UA"/>
        </w:rPr>
        <w:t>, регіональної та місцевої політик, не повинні дублювалися для іншої.</w:t>
      </w:r>
    </w:p>
    <w:p w:rsidR="0020505B" w:rsidRPr="00E92A00" w:rsidRDefault="0020505B" w:rsidP="001532A2">
      <w:pPr>
        <w:pStyle w:val="rvps2"/>
        <w:spacing w:before="0" w:beforeAutospacing="0" w:after="0" w:afterAutospacing="0"/>
        <w:ind w:firstLine="708"/>
        <w:jc w:val="both"/>
        <w:rPr>
          <w:sz w:val="28"/>
          <w:szCs w:val="28"/>
          <w:lang w:val="uk-UA"/>
        </w:rPr>
      </w:pPr>
      <w:r w:rsidRPr="00E92A00">
        <w:rPr>
          <w:sz w:val="28"/>
          <w:szCs w:val="28"/>
          <w:lang w:val="uk-UA"/>
        </w:rPr>
        <w:t xml:space="preserve"> Для показників досягнення цілей, що потребують методологічних роз’яснень їх змісту, головному розпоряднику необхідно розробити методику їх розрахунку.</w:t>
      </w:r>
    </w:p>
    <w:p w:rsidR="0020505B" w:rsidRPr="00774BD8" w:rsidRDefault="0020505B" w:rsidP="001532A2">
      <w:pPr>
        <w:pStyle w:val="rvps2"/>
        <w:spacing w:before="0" w:beforeAutospacing="0" w:after="0" w:afterAutospacing="0"/>
        <w:ind w:firstLine="708"/>
        <w:jc w:val="both"/>
        <w:rPr>
          <w:color w:val="FF0000"/>
          <w:sz w:val="28"/>
          <w:szCs w:val="28"/>
          <w:lang w:val="uk-UA"/>
        </w:rPr>
      </w:pPr>
    </w:p>
    <w:p w:rsidR="0020505B" w:rsidRPr="005E15FB" w:rsidRDefault="0020505B" w:rsidP="001532A2">
      <w:pPr>
        <w:pStyle w:val="rvps2"/>
        <w:spacing w:before="0" w:beforeAutospacing="0" w:after="0" w:afterAutospacing="0"/>
        <w:ind w:firstLine="708"/>
        <w:jc w:val="both"/>
        <w:rPr>
          <w:sz w:val="28"/>
          <w:szCs w:val="28"/>
          <w:lang w:val="uk-UA"/>
        </w:rPr>
      </w:pPr>
      <w:r w:rsidRPr="005E15FB">
        <w:rPr>
          <w:sz w:val="28"/>
          <w:szCs w:val="28"/>
          <w:lang w:val="uk-UA"/>
        </w:rPr>
        <w:t>5. У пункті 4 наводиться інформація щодо обсягів та структури видатків та надання кредитів за бюджетними програмами.</w:t>
      </w:r>
    </w:p>
    <w:p w:rsidR="0020505B" w:rsidRPr="005E15FB" w:rsidRDefault="0020505B" w:rsidP="001532A2">
      <w:pPr>
        <w:pStyle w:val="rvps2"/>
        <w:spacing w:before="0" w:beforeAutospacing="0" w:after="0" w:afterAutospacing="0"/>
        <w:ind w:firstLine="708"/>
        <w:jc w:val="both"/>
        <w:rPr>
          <w:sz w:val="28"/>
          <w:szCs w:val="28"/>
          <w:lang w:val="uk-UA"/>
        </w:rPr>
      </w:pPr>
      <w:r w:rsidRPr="005E15FB">
        <w:rPr>
          <w:sz w:val="28"/>
          <w:szCs w:val="28"/>
          <w:lang w:val="uk-UA"/>
        </w:rPr>
        <w:t>У підпункті 4.1 зазначаються відповідальні викон</w:t>
      </w:r>
      <w:r>
        <w:rPr>
          <w:sz w:val="28"/>
          <w:szCs w:val="28"/>
          <w:lang w:val="uk-UA"/>
        </w:rPr>
        <w:t>авці бюджетних програм і видатки</w:t>
      </w:r>
      <w:r w:rsidRPr="005E15FB">
        <w:rPr>
          <w:sz w:val="28"/>
          <w:szCs w:val="28"/>
          <w:lang w:val="uk-UA"/>
        </w:rPr>
        <w:t xml:space="preserve"> та надання кредитів за бюджетними програмами за загальним та спеціальним фондами:</w:t>
      </w:r>
    </w:p>
    <w:p w:rsidR="0020505B" w:rsidRPr="005E15FB" w:rsidRDefault="0020505B" w:rsidP="001532A2">
      <w:pPr>
        <w:pStyle w:val="rvps2"/>
        <w:spacing w:before="0" w:beforeAutospacing="0" w:after="0" w:afterAutospacing="0"/>
        <w:ind w:firstLine="708"/>
        <w:jc w:val="both"/>
        <w:rPr>
          <w:sz w:val="28"/>
          <w:szCs w:val="28"/>
          <w:lang w:val="uk-UA"/>
        </w:rPr>
      </w:pPr>
      <w:r w:rsidRPr="005E15FB">
        <w:rPr>
          <w:sz w:val="28"/>
          <w:szCs w:val="28"/>
          <w:lang w:val="uk-UA"/>
        </w:rPr>
        <w:t>у графі 1 – номер цілі державної, регіональної та місцевої політик, визначеної у пункті 3 цієї форми;</w:t>
      </w:r>
    </w:p>
    <w:p w:rsidR="0020505B" w:rsidRPr="005E15FB" w:rsidRDefault="0020505B" w:rsidP="001532A2">
      <w:pPr>
        <w:pStyle w:val="rvps2"/>
        <w:spacing w:before="0" w:beforeAutospacing="0" w:after="0" w:afterAutospacing="0"/>
        <w:ind w:firstLine="708"/>
        <w:jc w:val="both"/>
        <w:rPr>
          <w:sz w:val="28"/>
          <w:szCs w:val="28"/>
          <w:lang w:val="uk-UA"/>
        </w:rPr>
      </w:pPr>
      <w:r>
        <w:rPr>
          <w:sz w:val="28"/>
          <w:szCs w:val="28"/>
          <w:lang w:val="uk-UA"/>
        </w:rPr>
        <w:t xml:space="preserve">у графах 2 – </w:t>
      </w:r>
      <w:r w:rsidRPr="005E15FB">
        <w:rPr>
          <w:sz w:val="28"/>
          <w:szCs w:val="28"/>
          <w:lang w:val="uk-UA"/>
        </w:rPr>
        <w:t>4 – код відповідної класифікації видатків та кредитування бюджету;</w:t>
      </w:r>
    </w:p>
    <w:p w:rsidR="0020505B" w:rsidRPr="005E15FB" w:rsidRDefault="0020505B" w:rsidP="001532A2">
      <w:pPr>
        <w:pStyle w:val="rvps2"/>
        <w:spacing w:before="0" w:beforeAutospacing="0" w:after="0" w:afterAutospacing="0"/>
        <w:ind w:firstLine="708"/>
        <w:jc w:val="both"/>
        <w:rPr>
          <w:sz w:val="28"/>
          <w:szCs w:val="28"/>
          <w:lang w:val="uk-UA"/>
        </w:rPr>
      </w:pPr>
      <w:r w:rsidRPr="005E15FB">
        <w:rPr>
          <w:sz w:val="28"/>
          <w:szCs w:val="28"/>
          <w:lang w:val="uk-UA"/>
        </w:rPr>
        <w:t>у графі 5 – найменування відповідального виконавця, найменування бюджетної програми згідно з Типовою програмною класифікацією видатків та кредитування місцевого бюджету;</w:t>
      </w:r>
    </w:p>
    <w:p w:rsidR="0020505B" w:rsidRPr="005E15FB" w:rsidRDefault="0020505B" w:rsidP="001532A2">
      <w:pPr>
        <w:pStyle w:val="rvps2"/>
        <w:spacing w:before="0" w:beforeAutospacing="0" w:after="0" w:afterAutospacing="0"/>
        <w:ind w:firstLine="708"/>
        <w:jc w:val="both"/>
        <w:rPr>
          <w:sz w:val="28"/>
          <w:szCs w:val="28"/>
          <w:lang w:val="uk-UA"/>
        </w:rPr>
      </w:pPr>
      <w:r w:rsidRPr="005E15FB">
        <w:rPr>
          <w:sz w:val="28"/>
          <w:szCs w:val="28"/>
          <w:lang w:val="uk-UA"/>
        </w:rPr>
        <w:t>у графі 6 (20_ рік (звіт)) – показники відповідно до річного звіту за попередній бюджетний період;</w:t>
      </w:r>
    </w:p>
    <w:p w:rsidR="0020505B" w:rsidRPr="005E15FB" w:rsidRDefault="0020505B" w:rsidP="001532A2">
      <w:pPr>
        <w:pStyle w:val="rvps2"/>
        <w:spacing w:before="0" w:beforeAutospacing="0" w:after="0" w:afterAutospacing="0"/>
        <w:ind w:firstLine="708"/>
        <w:jc w:val="both"/>
        <w:rPr>
          <w:sz w:val="28"/>
          <w:szCs w:val="28"/>
          <w:lang w:val="uk-UA"/>
        </w:rPr>
      </w:pPr>
      <w:r w:rsidRPr="005E15FB">
        <w:rPr>
          <w:sz w:val="28"/>
          <w:szCs w:val="28"/>
          <w:lang w:val="uk-UA"/>
        </w:rPr>
        <w:t>у графі 7 (20_ рік (затверджено)) – показники, затверджені розписом на поточний бюджетний період;</w:t>
      </w:r>
    </w:p>
    <w:p w:rsidR="0020505B" w:rsidRPr="005E15FB" w:rsidRDefault="0020505B" w:rsidP="001532A2">
      <w:pPr>
        <w:pStyle w:val="rvps2"/>
        <w:spacing w:before="0" w:beforeAutospacing="0" w:after="0" w:afterAutospacing="0"/>
        <w:ind w:firstLine="708"/>
        <w:jc w:val="both"/>
        <w:rPr>
          <w:sz w:val="28"/>
          <w:szCs w:val="28"/>
        </w:rPr>
      </w:pPr>
      <w:r w:rsidRPr="005E15FB">
        <w:rPr>
          <w:sz w:val="28"/>
          <w:szCs w:val="28"/>
          <w:lang w:val="uk-UA"/>
        </w:rPr>
        <w:t>у графах 8 – 10 (20_ рік (план)) – розподіл орієнтовних граничних  показників на середньостроковий бюджетний період.</w:t>
      </w:r>
    </w:p>
    <w:p w:rsidR="0020505B" w:rsidRPr="005E15FB" w:rsidRDefault="0020505B" w:rsidP="001532A2">
      <w:pPr>
        <w:pStyle w:val="rvps2"/>
        <w:spacing w:before="0" w:beforeAutospacing="0" w:after="0" w:afterAutospacing="0"/>
        <w:ind w:firstLine="708"/>
        <w:jc w:val="both"/>
        <w:rPr>
          <w:sz w:val="28"/>
          <w:szCs w:val="28"/>
        </w:rPr>
      </w:pPr>
    </w:p>
    <w:p w:rsidR="0020505B" w:rsidRPr="00CC1B81" w:rsidRDefault="0020505B" w:rsidP="001532A2">
      <w:pPr>
        <w:pStyle w:val="rvps2"/>
        <w:spacing w:before="0" w:beforeAutospacing="0" w:after="0" w:afterAutospacing="0"/>
        <w:ind w:firstLine="708"/>
        <w:jc w:val="both"/>
        <w:rPr>
          <w:sz w:val="28"/>
          <w:szCs w:val="28"/>
          <w:lang w:val="uk-UA"/>
        </w:rPr>
      </w:pPr>
      <w:r w:rsidRPr="00CC1B81">
        <w:rPr>
          <w:sz w:val="28"/>
          <w:szCs w:val="28"/>
          <w:lang w:val="uk-UA"/>
        </w:rPr>
        <w:t>6</w:t>
      </w:r>
      <w:r w:rsidRPr="00CC1B81">
        <w:rPr>
          <w:sz w:val="28"/>
          <w:szCs w:val="28"/>
        </w:rPr>
        <w:t>.</w:t>
      </w:r>
      <w:r w:rsidRPr="00CC1B81">
        <w:rPr>
          <w:sz w:val="28"/>
          <w:szCs w:val="28"/>
          <w:lang w:val="uk-UA"/>
        </w:rPr>
        <w:t xml:space="preserve"> </w:t>
      </w:r>
      <w:r w:rsidRPr="00CC1B81">
        <w:rPr>
          <w:sz w:val="28"/>
          <w:szCs w:val="28"/>
        </w:rPr>
        <w:t xml:space="preserve">Загальний обсяг </w:t>
      </w:r>
      <w:r w:rsidRPr="00CC1B81">
        <w:rPr>
          <w:sz w:val="28"/>
          <w:szCs w:val="28"/>
          <w:lang w:val="uk-UA"/>
        </w:rPr>
        <w:t xml:space="preserve">видатків та надання кредитів (рядок «УСЬОГО, у тому числі:») дорівнює сумі видатків та надання кредитів за відповідними виконавцями та дорівнює сумі за усіма бюджетними програмами за загальним та спеціальним фондами. </w:t>
      </w:r>
    </w:p>
    <w:p w:rsidR="0020505B" w:rsidRPr="00CC1B81" w:rsidRDefault="0020505B" w:rsidP="001532A2">
      <w:pPr>
        <w:pStyle w:val="rvps2"/>
        <w:spacing w:before="0" w:beforeAutospacing="0" w:after="0" w:afterAutospacing="0"/>
        <w:ind w:firstLine="708"/>
        <w:jc w:val="both"/>
        <w:rPr>
          <w:sz w:val="28"/>
          <w:szCs w:val="28"/>
          <w:lang w:val="uk-UA"/>
        </w:rPr>
      </w:pPr>
      <w:r w:rsidRPr="00CC1B81">
        <w:rPr>
          <w:sz w:val="28"/>
          <w:szCs w:val="28"/>
          <w:lang w:val="uk-UA"/>
        </w:rPr>
        <w:t>У разі якщо реалізація бюджетної програми не передбачається у середньостроковому періоді, здійснюється зіставлення показників відповідно до пункту 6 розділу третього цієї Інструкції.</w:t>
      </w:r>
    </w:p>
    <w:p w:rsidR="0020505B" w:rsidRPr="00CC1B81" w:rsidRDefault="0020505B" w:rsidP="001532A2">
      <w:pPr>
        <w:pStyle w:val="rvps2"/>
        <w:spacing w:before="0" w:beforeAutospacing="0" w:after="0" w:afterAutospacing="0"/>
        <w:ind w:firstLine="708"/>
        <w:jc w:val="both"/>
        <w:rPr>
          <w:sz w:val="28"/>
          <w:szCs w:val="28"/>
        </w:rPr>
      </w:pPr>
      <w:r w:rsidRPr="00CC1B81">
        <w:rPr>
          <w:sz w:val="28"/>
          <w:szCs w:val="28"/>
          <w:lang w:val="uk-UA"/>
        </w:rPr>
        <w:t>У підпункті 4.2 зазначається пояснення щодо запропонованих головним розпорядником основних змін у структурі видатків та надання кредитів за бюджетними програмами на середньостроковий період порівняно із поточним бюджетним періодом.</w:t>
      </w:r>
      <w:r w:rsidRPr="00CC1B81">
        <w:rPr>
          <w:sz w:val="28"/>
          <w:szCs w:val="28"/>
        </w:rPr>
        <w:t xml:space="preserve"> </w:t>
      </w:r>
    </w:p>
    <w:p w:rsidR="0020505B" w:rsidRPr="00774BD8" w:rsidRDefault="0020505B" w:rsidP="001532A2">
      <w:pPr>
        <w:pStyle w:val="rvps2"/>
        <w:spacing w:before="0" w:beforeAutospacing="0" w:after="0" w:afterAutospacing="0"/>
        <w:ind w:firstLine="708"/>
        <w:jc w:val="both"/>
        <w:rPr>
          <w:color w:val="FF0000"/>
          <w:sz w:val="28"/>
          <w:szCs w:val="28"/>
        </w:rPr>
      </w:pPr>
    </w:p>
    <w:p w:rsidR="0020505B" w:rsidRPr="00977E1A" w:rsidRDefault="0020505B" w:rsidP="001532A2">
      <w:pPr>
        <w:pStyle w:val="rvps2"/>
        <w:spacing w:before="0" w:beforeAutospacing="0" w:after="0" w:afterAutospacing="0"/>
        <w:ind w:firstLine="708"/>
        <w:jc w:val="both"/>
        <w:rPr>
          <w:sz w:val="28"/>
          <w:szCs w:val="28"/>
          <w:lang w:val="uk-UA"/>
        </w:rPr>
      </w:pPr>
      <w:r w:rsidRPr="00977E1A">
        <w:rPr>
          <w:sz w:val="28"/>
          <w:szCs w:val="28"/>
          <w:lang w:val="uk-UA"/>
        </w:rPr>
        <w:t>7</w:t>
      </w:r>
      <w:r w:rsidRPr="00977E1A">
        <w:rPr>
          <w:sz w:val="28"/>
          <w:szCs w:val="28"/>
        </w:rPr>
        <w:t xml:space="preserve">. У пункті </w:t>
      </w:r>
      <w:r w:rsidRPr="00977E1A">
        <w:rPr>
          <w:sz w:val="28"/>
          <w:szCs w:val="28"/>
          <w:lang w:val="uk-UA"/>
        </w:rPr>
        <w:t>5 наводиться інформація щодо відмінностей показників на перший та другий роки середньострокового періоду, включених до бюджетної пропозиції, від показників на другий та третій роки середньострокового періоду, передбачених прогнозом місцевого бюджету</w:t>
      </w:r>
      <w:r w:rsidRPr="00977E1A">
        <w:rPr>
          <w:sz w:val="28"/>
          <w:szCs w:val="28"/>
        </w:rPr>
        <w:t xml:space="preserve">, схваленого у попередньому бюджетному періоді. </w:t>
      </w:r>
      <w:r w:rsidRPr="00977E1A">
        <w:rPr>
          <w:sz w:val="28"/>
          <w:szCs w:val="28"/>
          <w:lang w:val="uk-UA"/>
        </w:rPr>
        <w:t xml:space="preserve">   </w:t>
      </w:r>
    </w:p>
    <w:p w:rsidR="0020505B" w:rsidRPr="00977E1A" w:rsidRDefault="0020505B" w:rsidP="001532A2">
      <w:pPr>
        <w:pStyle w:val="rvps2"/>
        <w:spacing w:before="0" w:beforeAutospacing="0" w:after="0" w:afterAutospacing="0"/>
        <w:ind w:firstLine="708"/>
        <w:jc w:val="both"/>
        <w:rPr>
          <w:sz w:val="28"/>
          <w:szCs w:val="28"/>
          <w:lang w:val="uk-UA"/>
        </w:rPr>
      </w:pPr>
      <w:r w:rsidRPr="00977E1A">
        <w:rPr>
          <w:sz w:val="28"/>
          <w:szCs w:val="28"/>
          <w:lang w:val="uk-UA"/>
        </w:rPr>
        <w:t>У підпункті 5.1 наводиться інформація щодо обсягів видатків та надання кредитів, цілі державної, регіональної та місцевої політик та показників їх досягнення:</w:t>
      </w:r>
    </w:p>
    <w:p w:rsidR="0020505B" w:rsidRPr="00977E1A" w:rsidRDefault="0020505B" w:rsidP="001532A2">
      <w:pPr>
        <w:pStyle w:val="rvps2"/>
        <w:spacing w:before="0" w:beforeAutospacing="0" w:after="0" w:afterAutospacing="0"/>
        <w:ind w:firstLine="708"/>
        <w:jc w:val="both"/>
        <w:rPr>
          <w:sz w:val="28"/>
          <w:szCs w:val="28"/>
          <w:lang w:val="uk-UA"/>
        </w:rPr>
      </w:pPr>
      <w:r w:rsidRPr="00977E1A">
        <w:rPr>
          <w:sz w:val="28"/>
          <w:szCs w:val="28"/>
          <w:lang w:val="uk-UA"/>
        </w:rPr>
        <w:t>у графі 1 – найменування цілей державної, регіональної та місцевої політик та показників їх досягнення;</w:t>
      </w:r>
    </w:p>
    <w:p w:rsidR="0020505B" w:rsidRPr="00977E1A" w:rsidRDefault="0020505B" w:rsidP="001532A2">
      <w:pPr>
        <w:pStyle w:val="rvps2"/>
        <w:spacing w:before="0" w:beforeAutospacing="0" w:after="0" w:afterAutospacing="0"/>
        <w:ind w:firstLine="708"/>
        <w:jc w:val="both"/>
        <w:rPr>
          <w:sz w:val="28"/>
          <w:szCs w:val="28"/>
          <w:lang w:val="uk-UA"/>
        </w:rPr>
      </w:pPr>
      <w:r w:rsidRPr="00977E1A">
        <w:rPr>
          <w:sz w:val="28"/>
          <w:szCs w:val="28"/>
          <w:lang w:val="uk-UA"/>
        </w:rPr>
        <w:t>у графах 2 – одиниця виміру показника досягнення цілей;</w:t>
      </w:r>
    </w:p>
    <w:p w:rsidR="0020505B" w:rsidRPr="00977E1A" w:rsidRDefault="0020505B" w:rsidP="001532A2">
      <w:pPr>
        <w:pStyle w:val="rvps2"/>
        <w:spacing w:before="0" w:beforeAutospacing="0" w:after="0" w:afterAutospacing="0"/>
        <w:ind w:firstLine="708"/>
        <w:jc w:val="both"/>
        <w:rPr>
          <w:sz w:val="28"/>
          <w:szCs w:val="28"/>
          <w:lang w:val="uk-UA"/>
        </w:rPr>
      </w:pPr>
      <w:r w:rsidRPr="00977E1A">
        <w:rPr>
          <w:sz w:val="28"/>
          <w:szCs w:val="28"/>
          <w:lang w:val="uk-UA"/>
        </w:rPr>
        <w:t>у графах 3, 6 - показники видатків/надання кредитів, передбачені прогнозом місцевого бюджету, схваленого у попередньому бюджетному періоді;</w:t>
      </w:r>
    </w:p>
    <w:p w:rsidR="0020505B" w:rsidRPr="00977E1A" w:rsidRDefault="0020505B" w:rsidP="001532A2">
      <w:pPr>
        <w:pStyle w:val="rvps2"/>
        <w:spacing w:before="0" w:beforeAutospacing="0" w:after="0" w:afterAutospacing="0"/>
        <w:ind w:firstLine="708"/>
        <w:jc w:val="both"/>
        <w:rPr>
          <w:sz w:val="28"/>
          <w:szCs w:val="28"/>
          <w:lang w:val="uk-UA"/>
        </w:rPr>
      </w:pPr>
      <w:r w:rsidRPr="00977E1A">
        <w:rPr>
          <w:sz w:val="28"/>
          <w:szCs w:val="28"/>
          <w:lang w:val="uk-UA"/>
        </w:rPr>
        <w:t>у графах 4, 7 – показники видатків/надання кредитів, включені до пропозиції до прогнозу місцевого бюджету;</w:t>
      </w:r>
    </w:p>
    <w:p w:rsidR="0020505B" w:rsidRPr="00977E1A" w:rsidRDefault="0020505B" w:rsidP="001532A2">
      <w:pPr>
        <w:pStyle w:val="rvps2"/>
        <w:spacing w:before="0" w:beforeAutospacing="0" w:after="0" w:afterAutospacing="0"/>
        <w:ind w:firstLine="708"/>
        <w:jc w:val="both"/>
        <w:rPr>
          <w:sz w:val="28"/>
          <w:szCs w:val="28"/>
          <w:lang w:val="uk-UA"/>
        </w:rPr>
      </w:pPr>
      <w:r w:rsidRPr="00977E1A">
        <w:rPr>
          <w:sz w:val="28"/>
          <w:szCs w:val="28"/>
          <w:lang w:val="uk-UA"/>
        </w:rPr>
        <w:t>у графах 5, 8</w:t>
      </w:r>
      <w:r>
        <w:rPr>
          <w:sz w:val="28"/>
          <w:szCs w:val="28"/>
          <w:lang w:val="uk-UA"/>
        </w:rPr>
        <w:t xml:space="preserve"> </w:t>
      </w:r>
      <w:r w:rsidRPr="00977E1A">
        <w:rPr>
          <w:sz w:val="28"/>
          <w:szCs w:val="28"/>
          <w:lang w:val="uk-UA"/>
        </w:rPr>
        <w:t>розраховується відхилення показників видатків/надання кредитів, включених до бюджетної пропозиції, від відповідних показників прогнозу місцевого бюджету, схваленого у попередньому бюджетному періоді.</w:t>
      </w:r>
    </w:p>
    <w:p w:rsidR="0020505B" w:rsidRPr="00977E1A" w:rsidRDefault="0020505B" w:rsidP="00F61B81">
      <w:pPr>
        <w:pStyle w:val="rvps2"/>
        <w:spacing w:before="0" w:beforeAutospacing="0" w:after="0" w:afterAutospacing="0"/>
        <w:ind w:firstLine="708"/>
        <w:jc w:val="both"/>
        <w:rPr>
          <w:sz w:val="28"/>
          <w:szCs w:val="28"/>
          <w:lang w:val="uk-UA"/>
        </w:rPr>
      </w:pPr>
      <w:r w:rsidRPr="00977E1A">
        <w:rPr>
          <w:sz w:val="28"/>
          <w:szCs w:val="28"/>
          <w:lang w:val="uk-UA"/>
        </w:rPr>
        <w:t xml:space="preserve">У підпункті 5.2 необхідно зазначити пояснення відмінностей показників, включених до бюджетної пропозиції, від відповідних показників прогнозу місцевого бюджету, схваленого у попередньому бюджетному періоді. </w:t>
      </w:r>
    </w:p>
    <w:p w:rsidR="0020505B" w:rsidRPr="00774BD8" w:rsidRDefault="0020505B" w:rsidP="00F61B81">
      <w:pPr>
        <w:pStyle w:val="rvps2"/>
        <w:spacing w:before="0" w:beforeAutospacing="0" w:after="0" w:afterAutospacing="0"/>
        <w:ind w:firstLine="708"/>
        <w:jc w:val="both"/>
        <w:rPr>
          <w:color w:val="FF0000"/>
          <w:sz w:val="28"/>
          <w:szCs w:val="28"/>
          <w:lang w:val="uk-UA"/>
        </w:rPr>
      </w:pPr>
    </w:p>
    <w:p w:rsidR="0020505B" w:rsidRPr="00427F59" w:rsidRDefault="0020505B" w:rsidP="00F61B81">
      <w:pPr>
        <w:pStyle w:val="rvps2"/>
        <w:spacing w:before="0" w:beforeAutospacing="0" w:after="0" w:afterAutospacing="0"/>
        <w:ind w:firstLine="708"/>
        <w:jc w:val="center"/>
        <w:rPr>
          <w:b/>
          <w:bCs/>
          <w:sz w:val="28"/>
          <w:szCs w:val="28"/>
          <w:lang w:val="uk-UA"/>
        </w:rPr>
      </w:pPr>
      <w:r w:rsidRPr="00427F59">
        <w:rPr>
          <w:b/>
          <w:bCs/>
          <w:sz w:val="28"/>
          <w:szCs w:val="28"/>
          <w:lang w:val="en-US"/>
        </w:rPr>
        <w:t>V</w:t>
      </w:r>
      <w:r w:rsidRPr="00427F59">
        <w:rPr>
          <w:b/>
          <w:bCs/>
          <w:sz w:val="28"/>
          <w:szCs w:val="28"/>
          <w:lang w:val="uk-UA"/>
        </w:rPr>
        <w:t xml:space="preserve">. Заповнення форми БП – </w:t>
      </w:r>
      <w:r w:rsidRPr="00427F59">
        <w:rPr>
          <w:b/>
          <w:bCs/>
          <w:sz w:val="28"/>
          <w:szCs w:val="28"/>
        </w:rPr>
        <w:t>2</w:t>
      </w:r>
    </w:p>
    <w:p w:rsidR="0020505B" w:rsidRPr="00427F59" w:rsidRDefault="0020505B" w:rsidP="002D318C">
      <w:pPr>
        <w:pStyle w:val="rvps2"/>
        <w:spacing w:before="0" w:beforeAutospacing="0" w:after="0" w:afterAutospacing="0"/>
        <w:rPr>
          <w:b/>
          <w:bCs/>
          <w:sz w:val="28"/>
          <w:szCs w:val="28"/>
          <w:lang w:val="uk-UA"/>
        </w:rPr>
      </w:pPr>
    </w:p>
    <w:p w:rsidR="0020505B" w:rsidRDefault="0020505B" w:rsidP="002D318C">
      <w:pPr>
        <w:pStyle w:val="rvps2"/>
        <w:spacing w:before="0" w:beforeAutospacing="0" w:after="0" w:afterAutospacing="0"/>
        <w:ind w:firstLine="708"/>
        <w:jc w:val="both"/>
        <w:rPr>
          <w:sz w:val="28"/>
          <w:szCs w:val="28"/>
          <w:lang w:val="uk-UA"/>
        </w:rPr>
      </w:pPr>
      <w:r w:rsidRPr="00427F59">
        <w:rPr>
          <w:sz w:val="28"/>
          <w:szCs w:val="28"/>
          <w:lang w:val="uk-UA"/>
        </w:rPr>
        <w:t>1</w:t>
      </w:r>
      <w:r w:rsidRPr="00427F59">
        <w:rPr>
          <w:b/>
          <w:bCs/>
          <w:sz w:val="28"/>
          <w:szCs w:val="28"/>
          <w:lang w:val="uk-UA"/>
        </w:rPr>
        <w:t xml:space="preserve">. </w:t>
      </w:r>
      <w:r w:rsidRPr="00427F59">
        <w:rPr>
          <w:bCs/>
          <w:sz w:val="28"/>
          <w:szCs w:val="28"/>
          <w:lang w:val="uk-UA"/>
        </w:rPr>
        <w:t>У</w:t>
      </w:r>
      <w:r w:rsidRPr="00427F59">
        <w:rPr>
          <w:b/>
          <w:bCs/>
          <w:sz w:val="28"/>
          <w:szCs w:val="28"/>
          <w:lang w:val="uk-UA"/>
        </w:rPr>
        <w:t xml:space="preserve"> </w:t>
      </w:r>
      <w:r w:rsidRPr="00427F59">
        <w:rPr>
          <w:sz w:val="28"/>
          <w:szCs w:val="28"/>
          <w:lang w:val="uk-UA"/>
        </w:rPr>
        <w:t>Формі БП-2 необхідно наводити детальну інформацію за  кожною бюджетною програмою, що пропонуються до виконання у середньостроковому періоді.</w:t>
      </w:r>
    </w:p>
    <w:p w:rsidR="0020505B" w:rsidRPr="00427F59" w:rsidRDefault="0020505B" w:rsidP="002D318C">
      <w:pPr>
        <w:pStyle w:val="rvps2"/>
        <w:spacing w:before="0" w:beforeAutospacing="0" w:after="0" w:afterAutospacing="0"/>
        <w:ind w:firstLine="708"/>
        <w:jc w:val="both"/>
        <w:rPr>
          <w:sz w:val="28"/>
          <w:szCs w:val="28"/>
          <w:lang w:val="uk-UA"/>
        </w:rPr>
      </w:pPr>
    </w:p>
    <w:p w:rsidR="0020505B" w:rsidRPr="00427F59" w:rsidRDefault="0020505B" w:rsidP="002D318C">
      <w:pPr>
        <w:pStyle w:val="rvps2"/>
        <w:spacing w:before="0" w:beforeAutospacing="0" w:after="0" w:afterAutospacing="0"/>
        <w:ind w:firstLine="708"/>
        <w:jc w:val="both"/>
        <w:rPr>
          <w:sz w:val="28"/>
          <w:szCs w:val="28"/>
          <w:lang w:val="uk-UA"/>
        </w:rPr>
      </w:pPr>
      <w:r w:rsidRPr="00427F59">
        <w:rPr>
          <w:sz w:val="28"/>
          <w:szCs w:val="28"/>
          <w:lang w:val="uk-UA"/>
        </w:rPr>
        <w:t>2. Форм</w:t>
      </w:r>
      <w:r>
        <w:rPr>
          <w:sz w:val="28"/>
          <w:szCs w:val="28"/>
          <w:lang w:val="uk-UA"/>
        </w:rPr>
        <w:t>а</w:t>
      </w:r>
      <w:r w:rsidRPr="00427F59">
        <w:rPr>
          <w:sz w:val="28"/>
          <w:szCs w:val="28"/>
          <w:lang w:val="uk-UA"/>
        </w:rPr>
        <w:t xml:space="preserve"> БП-2 заповнюється за кожною бюджетною програмою окремо, крім бюджетних програм, які не передбачаються на середньостроковий період та резервного фонду місцевого бюджету. </w:t>
      </w:r>
      <w:r>
        <w:rPr>
          <w:sz w:val="28"/>
          <w:szCs w:val="28"/>
          <w:lang w:val="uk-UA"/>
        </w:rPr>
        <w:t xml:space="preserve">   </w:t>
      </w:r>
      <w:r w:rsidRPr="00427F59">
        <w:rPr>
          <w:sz w:val="28"/>
          <w:szCs w:val="28"/>
          <w:lang w:val="uk-UA"/>
        </w:rPr>
        <w:t xml:space="preserve">Інформація, що наводиться у Формі БП-2, узгоджується з інформацією, наведеною у Формі БП-1. </w:t>
      </w:r>
    </w:p>
    <w:p w:rsidR="0020505B" w:rsidRPr="00774BD8" w:rsidRDefault="0020505B" w:rsidP="002D318C">
      <w:pPr>
        <w:pStyle w:val="rvps2"/>
        <w:spacing w:before="0" w:beforeAutospacing="0" w:after="0" w:afterAutospacing="0"/>
        <w:ind w:firstLine="708"/>
        <w:jc w:val="both"/>
        <w:rPr>
          <w:color w:val="FF0000"/>
          <w:sz w:val="28"/>
          <w:szCs w:val="28"/>
          <w:lang w:val="uk-UA"/>
        </w:rPr>
      </w:pPr>
    </w:p>
    <w:p w:rsidR="0020505B" w:rsidRPr="00427F59" w:rsidRDefault="0020505B" w:rsidP="002D318C">
      <w:pPr>
        <w:pStyle w:val="rvps2"/>
        <w:spacing w:before="0" w:beforeAutospacing="0" w:after="0" w:afterAutospacing="0"/>
        <w:ind w:firstLine="708"/>
        <w:jc w:val="both"/>
        <w:rPr>
          <w:sz w:val="28"/>
          <w:szCs w:val="28"/>
          <w:lang w:val="uk-UA"/>
        </w:rPr>
      </w:pPr>
      <w:r w:rsidRPr="00427F59">
        <w:rPr>
          <w:sz w:val="28"/>
          <w:szCs w:val="28"/>
          <w:lang w:val="uk-UA"/>
        </w:rPr>
        <w:t xml:space="preserve">3. </w:t>
      </w:r>
      <w:r w:rsidRPr="00427F59">
        <w:rPr>
          <w:sz w:val="28"/>
          <w:szCs w:val="28"/>
        </w:rPr>
        <w:t>У разі</w:t>
      </w:r>
      <w:r w:rsidRPr="00427F59">
        <w:rPr>
          <w:sz w:val="28"/>
          <w:szCs w:val="28"/>
          <w:lang w:val="uk-UA"/>
        </w:rPr>
        <w:t>,</w:t>
      </w:r>
      <w:r w:rsidRPr="00427F59">
        <w:rPr>
          <w:sz w:val="28"/>
          <w:szCs w:val="28"/>
        </w:rPr>
        <w:t xml:space="preserve"> якщо повноваження на виконання функцій, завдань або надання послуг передано відповідно </w:t>
      </w:r>
      <w:r w:rsidRPr="00427F59">
        <w:rPr>
          <w:sz w:val="28"/>
          <w:szCs w:val="28"/>
          <w:lang w:val="uk-UA"/>
        </w:rPr>
        <w:t xml:space="preserve">до законодавства від одного головного розпорядника до іншого головного розпорядника, головному розпоряднику, який включає до бюджетної пропозиції показники за відповідною бюджетною програмою на середньостроковий період, під час заповнення Форми БП-2 необхідно навести інформацію та показники бюджетної програми за попередні бюджетні періоди з урахуванням паспортів відповідної бюджетної програми та звітів про їх виконання, інших документів, оприлюднених або переданих в установленому законодавством порядку, забезпечуючи послідовність та сумісність цієї інформації та показників. </w:t>
      </w:r>
    </w:p>
    <w:p w:rsidR="0020505B" w:rsidRPr="00774BD8" w:rsidRDefault="0020505B" w:rsidP="002D318C">
      <w:pPr>
        <w:pStyle w:val="rvps2"/>
        <w:spacing w:before="0" w:beforeAutospacing="0" w:after="0" w:afterAutospacing="0"/>
        <w:ind w:firstLine="708"/>
        <w:jc w:val="both"/>
        <w:rPr>
          <w:color w:val="FF0000"/>
          <w:sz w:val="28"/>
          <w:szCs w:val="28"/>
          <w:lang w:val="uk-UA"/>
        </w:rPr>
      </w:pPr>
    </w:p>
    <w:p w:rsidR="0020505B" w:rsidRPr="00427F59" w:rsidRDefault="0020505B" w:rsidP="002D318C">
      <w:pPr>
        <w:pStyle w:val="rvps2"/>
        <w:spacing w:before="0" w:beforeAutospacing="0" w:after="0" w:afterAutospacing="0"/>
        <w:ind w:firstLine="708"/>
        <w:jc w:val="both"/>
        <w:rPr>
          <w:sz w:val="28"/>
          <w:szCs w:val="28"/>
          <w:lang w:val="uk-UA"/>
        </w:rPr>
      </w:pPr>
      <w:r w:rsidRPr="00427F59">
        <w:rPr>
          <w:sz w:val="28"/>
          <w:szCs w:val="28"/>
          <w:lang w:val="uk-UA"/>
        </w:rPr>
        <w:t>4. Мету, завдання та напрями бюджетної програми необхідно визначати відповідно до положень наказу МФУ від 26.08.2014 року № 836 «Про деякі питання запровадження програмно-цільового методу складання та виконання місцевих бюджетів», зареєстрованого в Міністерстві юстиції України 10 вересня 2014 року за №1103/25880, мають відповідати цілям державної, регіональної та місцевої політик у відповідній сфері діяльності, у тому числі у сфері гендерної рівності та кліматичної стійкості, та показникам їх досягнення, наведеними у пункті 3 Форми БП-1.</w:t>
      </w:r>
    </w:p>
    <w:p w:rsidR="0020505B" w:rsidRPr="00774BD8" w:rsidRDefault="0020505B" w:rsidP="002D318C">
      <w:pPr>
        <w:pStyle w:val="rvps2"/>
        <w:spacing w:before="0" w:beforeAutospacing="0" w:after="0" w:afterAutospacing="0"/>
        <w:ind w:firstLine="708"/>
        <w:jc w:val="both"/>
        <w:rPr>
          <w:color w:val="FF0000"/>
          <w:sz w:val="28"/>
          <w:szCs w:val="28"/>
          <w:lang w:val="uk-UA"/>
        </w:rPr>
      </w:pPr>
    </w:p>
    <w:p w:rsidR="0020505B" w:rsidRPr="00981361" w:rsidRDefault="0020505B" w:rsidP="002D318C">
      <w:pPr>
        <w:pStyle w:val="rvps2"/>
        <w:spacing w:before="0" w:beforeAutospacing="0" w:after="0" w:afterAutospacing="0"/>
        <w:ind w:firstLine="708"/>
        <w:jc w:val="both"/>
        <w:rPr>
          <w:sz w:val="28"/>
          <w:szCs w:val="28"/>
          <w:lang w:val="uk-UA"/>
        </w:rPr>
      </w:pPr>
      <w:r w:rsidRPr="00981361">
        <w:rPr>
          <w:sz w:val="28"/>
          <w:szCs w:val="28"/>
          <w:lang w:val="uk-UA"/>
        </w:rPr>
        <w:t>5. У пункті 1 зазначаються найменування головного розпорядника коштів, код Типової відомчої класифікації видатків та кредитування місцевого бюджету, код за ЄДРПОУ, а також код бюджету.</w:t>
      </w:r>
    </w:p>
    <w:p w:rsidR="0020505B" w:rsidRPr="00774BD8" w:rsidRDefault="0020505B" w:rsidP="002D318C">
      <w:pPr>
        <w:pStyle w:val="rvps2"/>
        <w:spacing w:before="0" w:beforeAutospacing="0" w:after="0" w:afterAutospacing="0"/>
        <w:ind w:firstLine="708"/>
        <w:jc w:val="both"/>
        <w:rPr>
          <w:color w:val="FF0000"/>
          <w:sz w:val="28"/>
          <w:szCs w:val="28"/>
          <w:lang w:val="uk-UA"/>
        </w:rPr>
      </w:pPr>
    </w:p>
    <w:p w:rsidR="0020505B" w:rsidRPr="00981361" w:rsidRDefault="0020505B" w:rsidP="002D318C">
      <w:pPr>
        <w:pStyle w:val="rvps2"/>
        <w:spacing w:before="0" w:beforeAutospacing="0" w:after="0" w:afterAutospacing="0"/>
        <w:ind w:firstLine="708"/>
        <w:jc w:val="both"/>
        <w:rPr>
          <w:sz w:val="28"/>
          <w:szCs w:val="28"/>
          <w:lang w:val="uk-UA"/>
        </w:rPr>
      </w:pPr>
      <w:r w:rsidRPr="00981361">
        <w:rPr>
          <w:sz w:val="28"/>
          <w:szCs w:val="28"/>
          <w:lang w:val="uk-UA"/>
        </w:rPr>
        <w:t>6. У пункті 2 зазначаються найменування відповідального виконавця бюджетної програми, код Типової відомчої класифікації видатків та кредитування місцевого бюджету та номер у системі головного розпорядника коштів місцевого бюджету, код за ЄДРПОУ.</w:t>
      </w:r>
    </w:p>
    <w:p w:rsidR="0020505B" w:rsidRPr="00774BD8" w:rsidRDefault="0020505B" w:rsidP="002D318C">
      <w:pPr>
        <w:pStyle w:val="rvps2"/>
        <w:spacing w:before="0" w:beforeAutospacing="0" w:after="0" w:afterAutospacing="0"/>
        <w:ind w:firstLine="708"/>
        <w:jc w:val="both"/>
        <w:rPr>
          <w:color w:val="FF0000"/>
          <w:sz w:val="28"/>
          <w:szCs w:val="28"/>
          <w:lang w:val="uk-UA"/>
        </w:rPr>
      </w:pPr>
    </w:p>
    <w:p w:rsidR="0020505B" w:rsidRPr="00523259" w:rsidRDefault="0020505B" w:rsidP="002D318C">
      <w:pPr>
        <w:pStyle w:val="rvps2"/>
        <w:spacing w:before="0" w:beforeAutospacing="0" w:after="0" w:afterAutospacing="0"/>
        <w:ind w:firstLine="708"/>
        <w:jc w:val="both"/>
        <w:rPr>
          <w:sz w:val="28"/>
          <w:szCs w:val="28"/>
          <w:lang w:val="uk-UA"/>
        </w:rPr>
      </w:pPr>
      <w:r w:rsidRPr="00523259">
        <w:rPr>
          <w:sz w:val="28"/>
          <w:szCs w:val="28"/>
          <w:lang w:val="uk-UA"/>
        </w:rPr>
        <w:t>7. У пункті 3 зазначаються найменування бюджетної програми згідно з Типовою програмною класифікацією видатків та кредитування місцевого бюджету, код Програмної класифікації видатків та кредитування місцевого бюджету, код Типової програмної класифікації видатків та кредитування місцевого бюджету, а також код Функціональної класифікації видатків та кредитування бюджету.</w:t>
      </w:r>
    </w:p>
    <w:p w:rsidR="0020505B" w:rsidRPr="00774BD8" w:rsidRDefault="0020505B" w:rsidP="002D318C">
      <w:pPr>
        <w:pStyle w:val="rvps2"/>
        <w:spacing w:before="0" w:beforeAutospacing="0" w:after="0" w:afterAutospacing="0"/>
        <w:ind w:firstLine="708"/>
        <w:jc w:val="both"/>
        <w:rPr>
          <w:color w:val="FF0000"/>
          <w:sz w:val="28"/>
          <w:szCs w:val="28"/>
          <w:lang w:val="uk-UA"/>
        </w:rPr>
      </w:pPr>
    </w:p>
    <w:p w:rsidR="0020505B" w:rsidRPr="00523259" w:rsidRDefault="0020505B" w:rsidP="002D318C">
      <w:pPr>
        <w:pStyle w:val="rvps2"/>
        <w:spacing w:before="0" w:beforeAutospacing="0" w:after="0" w:afterAutospacing="0"/>
        <w:ind w:firstLine="708"/>
        <w:jc w:val="both"/>
        <w:rPr>
          <w:sz w:val="28"/>
          <w:szCs w:val="28"/>
          <w:lang w:val="uk-UA"/>
        </w:rPr>
      </w:pPr>
      <w:r w:rsidRPr="00523259">
        <w:rPr>
          <w:sz w:val="28"/>
          <w:szCs w:val="28"/>
          <w:lang w:val="uk-UA"/>
        </w:rPr>
        <w:t>8. У пункті 4 зазначаються ціль державної, регіональної та місцевої політик, мета, завдання та законодавчі підстави реалізації бюджетної програми:</w:t>
      </w:r>
    </w:p>
    <w:p w:rsidR="0020505B" w:rsidRPr="00523259" w:rsidRDefault="0020505B" w:rsidP="002D318C">
      <w:pPr>
        <w:pStyle w:val="rvps2"/>
        <w:spacing w:before="0" w:beforeAutospacing="0" w:after="0" w:afterAutospacing="0"/>
        <w:ind w:firstLine="708"/>
        <w:jc w:val="both"/>
        <w:rPr>
          <w:sz w:val="28"/>
          <w:szCs w:val="28"/>
          <w:lang w:val="uk-UA"/>
        </w:rPr>
      </w:pPr>
      <w:r w:rsidRPr="00523259">
        <w:rPr>
          <w:sz w:val="28"/>
          <w:szCs w:val="28"/>
          <w:lang w:val="uk-UA"/>
        </w:rPr>
        <w:t>у підпункті  4.1 – ціль державної, регіональної та місцевої політик;</w:t>
      </w:r>
    </w:p>
    <w:p w:rsidR="0020505B" w:rsidRPr="00523259" w:rsidRDefault="0020505B" w:rsidP="002D318C">
      <w:pPr>
        <w:pStyle w:val="rvps2"/>
        <w:spacing w:before="0" w:beforeAutospacing="0" w:after="0" w:afterAutospacing="0"/>
        <w:ind w:firstLine="708"/>
        <w:jc w:val="both"/>
        <w:rPr>
          <w:sz w:val="28"/>
          <w:szCs w:val="28"/>
          <w:lang w:val="uk-UA"/>
        </w:rPr>
      </w:pPr>
      <w:r w:rsidRPr="00523259">
        <w:rPr>
          <w:sz w:val="28"/>
          <w:szCs w:val="28"/>
          <w:lang w:val="uk-UA"/>
        </w:rPr>
        <w:t>у підпункті 4.2 – мета бюджетної програми;</w:t>
      </w:r>
    </w:p>
    <w:p w:rsidR="0020505B" w:rsidRPr="00523259" w:rsidRDefault="0020505B" w:rsidP="002D318C">
      <w:pPr>
        <w:pStyle w:val="rvps2"/>
        <w:spacing w:before="0" w:beforeAutospacing="0" w:after="0" w:afterAutospacing="0"/>
        <w:ind w:firstLine="708"/>
        <w:jc w:val="both"/>
        <w:rPr>
          <w:sz w:val="28"/>
          <w:szCs w:val="28"/>
          <w:lang w:val="uk-UA"/>
        </w:rPr>
      </w:pPr>
      <w:r w:rsidRPr="00523259">
        <w:rPr>
          <w:sz w:val="28"/>
          <w:szCs w:val="28"/>
          <w:lang w:val="uk-UA"/>
        </w:rPr>
        <w:t>у підпункті 4.3 – завдання бюджетної програми;</w:t>
      </w:r>
    </w:p>
    <w:p w:rsidR="0020505B" w:rsidRPr="00523259" w:rsidRDefault="0020505B" w:rsidP="002D318C">
      <w:pPr>
        <w:pStyle w:val="rvps2"/>
        <w:spacing w:before="0" w:beforeAutospacing="0" w:after="0" w:afterAutospacing="0"/>
        <w:ind w:firstLine="708"/>
        <w:jc w:val="both"/>
        <w:rPr>
          <w:sz w:val="28"/>
          <w:szCs w:val="28"/>
          <w:lang w:val="uk-UA"/>
        </w:rPr>
      </w:pPr>
      <w:r w:rsidRPr="00523259">
        <w:rPr>
          <w:sz w:val="28"/>
          <w:szCs w:val="28"/>
          <w:lang w:val="uk-UA"/>
        </w:rPr>
        <w:t>у підпункті 4.4 – нормативно-правові акти, які є підставою для реалізації бюджетної програми.</w:t>
      </w:r>
    </w:p>
    <w:p w:rsidR="0020505B" w:rsidRPr="00774BD8" w:rsidRDefault="0020505B" w:rsidP="002D318C">
      <w:pPr>
        <w:pStyle w:val="rvps2"/>
        <w:spacing w:before="0" w:beforeAutospacing="0" w:after="0" w:afterAutospacing="0"/>
        <w:ind w:firstLine="708"/>
        <w:jc w:val="both"/>
        <w:rPr>
          <w:color w:val="FF0000"/>
          <w:sz w:val="28"/>
          <w:szCs w:val="28"/>
          <w:lang w:val="uk-UA"/>
        </w:rPr>
      </w:pPr>
    </w:p>
    <w:p w:rsidR="0020505B" w:rsidRPr="00523259" w:rsidRDefault="0020505B" w:rsidP="002D318C">
      <w:pPr>
        <w:pStyle w:val="rvps2"/>
        <w:spacing w:before="0" w:beforeAutospacing="0" w:after="0" w:afterAutospacing="0"/>
        <w:ind w:firstLine="708"/>
        <w:jc w:val="both"/>
        <w:rPr>
          <w:sz w:val="28"/>
          <w:szCs w:val="28"/>
          <w:lang w:val="uk-UA"/>
        </w:rPr>
      </w:pPr>
      <w:r w:rsidRPr="00523259">
        <w:rPr>
          <w:sz w:val="28"/>
          <w:szCs w:val="28"/>
          <w:lang w:val="uk-UA"/>
        </w:rPr>
        <w:t>9. У пункті 5 зазначаються усі надходження для виконання бюджетної програми, підстави та обґрунтування надходжень спеціального фонду.</w:t>
      </w:r>
    </w:p>
    <w:p w:rsidR="0020505B" w:rsidRPr="00523259" w:rsidRDefault="0020505B" w:rsidP="002D318C">
      <w:pPr>
        <w:pStyle w:val="rvps2"/>
        <w:spacing w:before="0" w:beforeAutospacing="0" w:after="0" w:afterAutospacing="0"/>
        <w:ind w:firstLine="708"/>
        <w:jc w:val="both"/>
        <w:rPr>
          <w:sz w:val="28"/>
          <w:szCs w:val="28"/>
          <w:lang w:val="uk-UA"/>
        </w:rPr>
      </w:pPr>
      <w:r w:rsidRPr="00523259">
        <w:rPr>
          <w:sz w:val="28"/>
          <w:szCs w:val="28"/>
          <w:lang w:val="uk-UA"/>
        </w:rPr>
        <w:t>Надходження загального фонду необхідно зазначати з урахуванням міжбюджетних трансфертів, доведених в орієнтовних граничних показниках.</w:t>
      </w:r>
      <w:r w:rsidRPr="00523259">
        <w:rPr>
          <w:sz w:val="28"/>
          <w:szCs w:val="28"/>
          <w:lang w:val="uk-UA"/>
        </w:rPr>
        <w:br/>
      </w:r>
      <w:r w:rsidRPr="00774BD8">
        <w:rPr>
          <w:color w:val="FF0000"/>
          <w:sz w:val="28"/>
          <w:szCs w:val="28"/>
          <w:lang w:val="uk-UA"/>
        </w:rPr>
        <w:tab/>
      </w:r>
      <w:r w:rsidRPr="00523259">
        <w:rPr>
          <w:sz w:val="28"/>
          <w:szCs w:val="28"/>
          <w:lang w:val="uk-UA"/>
        </w:rPr>
        <w:t>У підпункті 5.1 зазначаються надходження для виконання бюджетної програми за результатами звітного бюджетного періоду, на поточний бюджетний період та на середньостроковий бюджетний період.</w:t>
      </w:r>
    </w:p>
    <w:p w:rsidR="0020505B" w:rsidRPr="00523259" w:rsidRDefault="0020505B" w:rsidP="002D318C">
      <w:pPr>
        <w:pStyle w:val="rvps2"/>
        <w:spacing w:before="0" w:beforeAutospacing="0" w:after="0" w:afterAutospacing="0"/>
        <w:ind w:firstLine="708"/>
        <w:jc w:val="both"/>
        <w:rPr>
          <w:sz w:val="28"/>
          <w:szCs w:val="28"/>
          <w:lang w:val="uk-UA"/>
        </w:rPr>
      </w:pPr>
      <w:r w:rsidRPr="00523259">
        <w:rPr>
          <w:sz w:val="28"/>
          <w:szCs w:val="28"/>
          <w:lang w:val="uk-UA"/>
        </w:rPr>
        <w:t>Показники, зазначені у рядку «загальний фонд, у тому числі:» у графах 3-7 підпункту 5.1 повинні відповідати показникам, зазначеним у рядку «загальний фонд»  у графах 6-10 підпункту 4.1 пункту 4 Форми БП - 1 за відповідною бюджетною програмою.</w:t>
      </w:r>
    </w:p>
    <w:p w:rsidR="0020505B" w:rsidRPr="00523259" w:rsidRDefault="0020505B" w:rsidP="002D318C">
      <w:pPr>
        <w:pStyle w:val="rvps2"/>
        <w:spacing w:before="0" w:beforeAutospacing="0" w:after="0" w:afterAutospacing="0"/>
        <w:ind w:firstLine="708"/>
        <w:jc w:val="both"/>
        <w:rPr>
          <w:sz w:val="28"/>
          <w:szCs w:val="28"/>
          <w:lang w:val="uk-UA"/>
        </w:rPr>
      </w:pPr>
      <w:r w:rsidRPr="00523259">
        <w:rPr>
          <w:sz w:val="28"/>
          <w:szCs w:val="28"/>
          <w:lang w:val="uk-UA"/>
        </w:rPr>
        <w:t>Під час заповнення пункту 5.1 в частині власних надходжень бюджетних установ головним розпорядникам необхідно керуватися частиною четвертою статті 13 Кодексу. Власні надходження бюджетних</w:t>
      </w:r>
      <w:r w:rsidRPr="00774BD8">
        <w:rPr>
          <w:color w:val="FF0000"/>
          <w:sz w:val="28"/>
          <w:szCs w:val="28"/>
          <w:lang w:val="uk-UA"/>
        </w:rPr>
        <w:t xml:space="preserve"> </w:t>
      </w:r>
      <w:r w:rsidRPr="00523259">
        <w:rPr>
          <w:sz w:val="28"/>
          <w:szCs w:val="28"/>
          <w:lang w:val="uk-UA"/>
        </w:rPr>
        <w:t>установ визначаються головним розпорядником за наявності підстави, про яку необхідно зазначити під час заповнення підпункту 5.2.</w:t>
      </w:r>
    </w:p>
    <w:p w:rsidR="0020505B" w:rsidRPr="00523259" w:rsidRDefault="0020505B" w:rsidP="002D318C">
      <w:pPr>
        <w:pStyle w:val="rvps2"/>
        <w:spacing w:before="0" w:beforeAutospacing="0" w:after="0" w:afterAutospacing="0"/>
        <w:ind w:firstLine="708"/>
        <w:jc w:val="both"/>
        <w:rPr>
          <w:sz w:val="28"/>
          <w:szCs w:val="28"/>
          <w:lang w:val="uk-UA"/>
        </w:rPr>
      </w:pPr>
      <w:r w:rsidRPr="00523259">
        <w:rPr>
          <w:sz w:val="28"/>
          <w:szCs w:val="28"/>
          <w:lang w:val="uk-UA"/>
        </w:rPr>
        <w:t>Повернення кредитів до бюджету необхідно відображати зі знаком  «-».</w:t>
      </w:r>
    </w:p>
    <w:p w:rsidR="0020505B" w:rsidRPr="00CE0A92" w:rsidRDefault="0020505B" w:rsidP="002D318C">
      <w:pPr>
        <w:pStyle w:val="rvps2"/>
        <w:spacing w:before="0" w:beforeAutospacing="0" w:after="0" w:afterAutospacing="0"/>
        <w:ind w:firstLine="708"/>
        <w:jc w:val="both"/>
        <w:rPr>
          <w:sz w:val="28"/>
          <w:szCs w:val="28"/>
          <w:lang w:val="uk-UA"/>
        </w:rPr>
      </w:pPr>
      <w:r w:rsidRPr="00CE0A92">
        <w:rPr>
          <w:sz w:val="28"/>
          <w:szCs w:val="28"/>
          <w:lang w:val="uk-UA"/>
        </w:rPr>
        <w:t>У разі, якщо за бюджетною програмою плануються надходження за спеціальним фондом, про це доцільно зазначати у підпункті 5.2 і навести:</w:t>
      </w:r>
    </w:p>
    <w:p w:rsidR="0020505B" w:rsidRPr="00CE0A92" w:rsidRDefault="0020505B" w:rsidP="00B0724E">
      <w:pPr>
        <w:pStyle w:val="rvps2"/>
        <w:spacing w:before="0" w:beforeAutospacing="0" w:after="0" w:afterAutospacing="0"/>
        <w:ind w:firstLine="708"/>
        <w:jc w:val="both"/>
        <w:rPr>
          <w:sz w:val="28"/>
          <w:szCs w:val="28"/>
          <w:lang w:val="uk-UA"/>
        </w:rPr>
      </w:pPr>
      <w:r w:rsidRPr="00CE0A92">
        <w:rPr>
          <w:sz w:val="28"/>
          <w:szCs w:val="28"/>
          <w:lang w:val="uk-UA"/>
        </w:rPr>
        <w:t>нормативно-правові акти з посиланням на конкретні статті (пункти), якими надано повноваження на отримання надходжень спеціального фонду;</w:t>
      </w:r>
    </w:p>
    <w:p w:rsidR="0020505B" w:rsidRPr="00CE0A92" w:rsidRDefault="0020505B" w:rsidP="00B0724E">
      <w:pPr>
        <w:pStyle w:val="rvps2"/>
        <w:spacing w:before="0" w:beforeAutospacing="0" w:after="0" w:afterAutospacing="0"/>
        <w:ind w:firstLine="708"/>
        <w:jc w:val="both"/>
        <w:rPr>
          <w:sz w:val="28"/>
          <w:szCs w:val="28"/>
          <w:lang w:val="uk-UA"/>
        </w:rPr>
      </w:pPr>
      <w:r w:rsidRPr="00CE0A92">
        <w:rPr>
          <w:sz w:val="28"/>
          <w:szCs w:val="28"/>
          <w:lang w:val="uk-UA"/>
        </w:rPr>
        <w:t>основні підходи до розрахунку власних надходжень бюджетних установ, інших надходжень спеціального фонду на середньостроковий період.</w:t>
      </w:r>
    </w:p>
    <w:p w:rsidR="0020505B" w:rsidRPr="00CE0A92" w:rsidRDefault="0020505B" w:rsidP="00B0724E">
      <w:pPr>
        <w:pStyle w:val="rvps2"/>
        <w:spacing w:before="0" w:beforeAutospacing="0" w:after="0" w:afterAutospacing="0"/>
        <w:ind w:firstLine="708"/>
        <w:jc w:val="both"/>
        <w:rPr>
          <w:sz w:val="28"/>
          <w:szCs w:val="28"/>
          <w:lang w:val="uk-UA"/>
        </w:rPr>
      </w:pPr>
      <w:r w:rsidRPr="00CE0A92">
        <w:rPr>
          <w:sz w:val="28"/>
          <w:szCs w:val="28"/>
          <w:lang w:val="uk-UA"/>
        </w:rPr>
        <w:t>Загальний обсяг надходжень спеціального фонду за звітний бюджетний період (рядок «спеціальний фонд, утому числі:») розраховується як сума усіх вищезазначених надходжень.</w:t>
      </w:r>
    </w:p>
    <w:p w:rsidR="0020505B" w:rsidRPr="00CE0A92" w:rsidRDefault="0020505B" w:rsidP="00B0724E">
      <w:pPr>
        <w:pStyle w:val="rvps2"/>
        <w:spacing w:before="0" w:beforeAutospacing="0" w:after="0" w:afterAutospacing="0"/>
        <w:ind w:firstLine="708"/>
        <w:jc w:val="both"/>
        <w:rPr>
          <w:sz w:val="28"/>
          <w:szCs w:val="28"/>
          <w:lang w:val="uk-UA"/>
        </w:rPr>
      </w:pPr>
      <w:r w:rsidRPr="00CE0A92">
        <w:rPr>
          <w:sz w:val="28"/>
          <w:szCs w:val="28"/>
          <w:lang w:val="uk-UA"/>
        </w:rPr>
        <w:t>Загальний обсяг надходжень для виконання бюджетної програми у графах 3-7 у рядку «УСЬОГО, у тому числі:» розраховується як сума надходжень загального фонду (рядок «загальний фонд, у тому числі:») та спеціального фонду (рядок «спеціальний фонд, у тому числі:»).</w:t>
      </w:r>
    </w:p>
    <w:p w:rsidR="0020505B" w:rsidRPr="00774BD8" w:rsidRDefault="0020505B" w:rsidP="00B0724E">
      <w:pPr>
        <w:pStyle w:val="rvps2"/>
        <w:spacing w:before="0" w:beforeAutospacing="0" w:after="0" w:afterAutospacing="0"/>
        <w:ind w:firstLine="708"/>
        <w:jc w:val="both"/>
        <w:rPr>
          <w:color w:val="FF0000"/>
          <w:sz w:val="28"/>
          <w:szCs w:val="28"/>
          <w:lang w:val="uk-UA"/>
        </w:rPr>
      </w:pPr>
    </w:p>
    <w:p w:rsidR="0020505B" w:rsidRPr="009F661B" w:rsidRDefault="0020505B" w:rsidP="00B0724E">
      <w:pPr>
        <w:pStyle w:val="rvps2"/>
        <w:spacing w:before="0" w:beforeAutospacing="0" w:after="0" w:afterAutospacing="0"/>
        <w:ind w:firstLine="708"/>
        <w:jc w:val="both"/>
        <w:rPr>
          <w:sz w:val="28"/>
          <w:szCs w:val="28"/>
          <w:lang w:val="uk-UA"/>
        </w:rPr>
      </w:pPr>
      <w:r w:rsidRPr="009F661B">
        <w:rPr>
          <w:sz w:val="28"/>
          <w:szCs w:val="28"/>
          <w:lang w:val="uk-UA"/>
        </w:rPr>
        <w:t>10. У пункті 6 зазначаються видатки (підпункт 6.1) або надання кредитів (підпункт 6.2) на середньостроковий бюджетний період за загальним та спеціальним фондами у розрізі Економічної класифікації видатків бюджету або Класифікації кредитування бюджету:</w:t>
      </w:r>
    </w:p>
    <w:p w:rsidR="0020505B" w:rsidRPr="009F661B" w:rsidRDefault="0020505B" w:rsidP="00B0724E">
      <w:pPr>
        <w:pStyle w:val="rvps2"/>
        <w:spacing w:before="0" w:beforeAutospacing="0" w:after="0" w:afterAutospacing="0"/>
        <w:ind w:firstLine="708"/>
        <w:jc w:val="both"/>
        <w:rPr>
          <w:sz w:val="28"/>
          <w:szCs w:val="28"/>
          <w:lang w:val="uk-UA"/>
        </w:rPr>
      </w:pPr>
      <w:r w:rsidRPr="009F661B">
        <w:rPr>
          <w:sz w:val="28"/>
          <w:szCs w:val="28"/>
          <w:lang w:val="uk-UA"/>
        </w:rPr>
        <w:t>у графах 1, 2 підпунктів 6.1, 6.2 – коди Економічної класифікації видатків бюджету/коди Класифікації кредитування бюджету та їх найменування;</w:t>
      </w:r>
    </w:p>
    <w:p w:rsidR="0020505B" w:rsidRPr="009F661B" w:rsidRDefault="0020505B" w:rsidP="00B0724E">
      <w:pPr>
        <w:pStyle w:val="rvps2"/>
        <w:spacing w:before="0" w:beforeAutospacing="0" w:after="0" w:afterAutospacing="0"/>
        <w:ind w:firstLine="708"/>
        <w:jc w:val="both"/>
        <w:rPr>
          <w:sz w:val="28"/>
          <w:szCs w:val="28"/>
          <w:lang w:val="uk-UA"/>
        </w:rPr>
      </w:pPr>
      <w:r w:rsidRPr="009F661B">
        <w:rPr>
          <w:sz w:val="28"/>
          <w:szCs w:val="28"/>
          <w:lang w:val="uk-UA"/>
        </w:rPr>
        <w:t>у графі 3 підпунктів 6.1, 6.2 ( 20_рік (звіт)) – видатки або надання кредитів відповідно до річного звіту за попередній бюджетний період;</w:t>
      </w:r>
    </w:p>
    <w:p w:rsidR="0020505B" w:rsidRPr="009F661B" w:rsidRDefault="0020505B" w:rsidP="00B0724E">
      <w:pPr>
        <w:pStyle w:val="rvps2"/>
        <w:spacing w:before="0" w:beforeAutospacing="0" w:after="0" w:afterAutospacing="0"/>
        <w:ind w:firstLine="708"/>
        <w:jc w:val="both"/>
        <w:rPr>
          <w:sz w:val="28"/>
          <w:szCs w:val="28"/>
          <w:lang w:val="uk-UA"/>
        </w:rPr>
      </w:pPr>
      <w:r w:rsidRPr="009F661B">
        <w:rPr>
          <w:sz w:val="28"/>
          <w:szCs w:val="28"/>
          <w:lang w:val="uk-UA"/>
        </w:rPr>
        <w:t>у графі 4 підпунктів 6.1, 6.2 (20_рік (затверджено)) - показники затверджені розписом на поточний бюджетний період;</w:t>
      </w:r>
    </w:p>
    <w:p w:rsidR="0020505B" w:rsidRPr="009F661B" w:rsidRDefault="0020505B" w:rsidP="00B0724E">
      <w:pPr>
        <w:pStyle w:val="rvps2"/>
        <w:spacing w:before="0" w:beforeAutospacing="0" w:after="0" w:afterAutospacing="0"/>
        <w:ind w:firstLine="708"/>
        <w:jc w:val="both"/>
        <w:rPr>
          <w:sz w:val="28"/>
          <w:szCs w:val="28"/>
          <w:lang w:val="uk-UA"/>
        </w:rPr>
      </w:pPr>
      <w:r w:rsidRPr="009F661B">
        <w:rPr>
          <w:sz w:val="28"/>
          <w:szCs w:val="28"/>
          <w:lang w:val="uk-UA"/>
        </w:rPr>
        <w:t>у графі 5-7 підпунктів 6.1, 6.2 (20_рік(план)) – розподіл орієнтовних граничних показників на середньостроковий бюджетний період.</w:t>
      </w:r>
    </w:p>
    <w:p w:rsidR="0020505B" w:rsidRPr="009F661B" w:rsidRDefault="0020505B" w:rsidP="00B0724E">
      <w:pPr>
        <w:pStyle w:val="rvps2"/>
        <w:spacing w:before="0" w:beforeAutospacing="0" w:after="0" w:afterAutospacing="0"/>
        <w:ind w:firstLine="708"/>
        <w:jc w:val="both"/>
        <w:rPr>
          <w:sz w:val="28"/>
          <w:szCs w:val="28"/>
          <w:lang w:val="uk-UA"/>
        </w:rPr>
      </w:pPr>
      <w:r w:rsidRPr="009F661B">
        <w:rPr>
          <w:sz w:val="28"/>
          <w:szCs w:val="28"/>
          <w:lang w:val="uk-UA"/>
        </w:rPr>
        <w:t>Доцільно, щоб показники</w:t>
      </w:r>
      <w:r>
        <w:rPr>
          <w:sz w:val="28"/>
          <w:szCs w:val="28"/>
          <w:lang w:val="uk-UA"/>
        </w:rPr>
        <w:t xml:space="preserve"> зазначені</w:t>
      </w:r>
      <w:r w:rsidRPr="009F661B">
        <w:rPr>
          <w:sz w:val="28"/>
          <w:szCs w:val="28"/>
          <w:lang w:val="uk-UA"/>
        </w:rPr>
        <w:t xml:space="preserve"> у графах 3-7 у рядку «загальний фонд» підпункту 6.1 та у графах 3-7 рядку «загальний фонд»  підпункту 6.2 дорівнювали показникам у графах 6-10 у рядку «загальний фонд» підпункту 4.1 пункту 4 Форми БП – 1 відповідної бюджетної програми і показникам у графах 3-7 у рядку «загальний фонд» підпункту 5.1 пункту 5 Форми БП – 2. </w:t>
      </w:r>
    </w:p>
    <w:p w:rsidR="0020505B" w:rsidRPr="009F661B" w:rsidRDefault="0020505B" w:rsidP="00B0724E">
      <w:pPr>
        <w:pStyle w:val="rvps2"/>
        <w:spacing w:before="0" w:beforeAutospacing="0" w:after="0" w:afterAutospacing="0"/>
        <w:ind w:firstLine="708"/>
        <w:jc w:val="both"/>
        <w:rPr>
          <w:sz w:val="28"/>
          <w:szCs w:val="28"/>
          <w:lang w:val="uk-UA"/>
        </w:rPr>
      </w:pPr>
      <w:r w:rsidRPr="009F661B">
        <w:rPr>
          <w:sz w:val="28"/>
          <w:szCs w:val="28"/>
          <w:lang w:val="uk-UA"/>
        </w:rPr>
        <w:t xml:space="preserve">Показники, зазначені у графах 3-7 у рядку «спеціальний фонд» підпункту 6.1 та у графах 3-7 рядку «спеціальний фонд» підпункту 6.2 </w:t>
      </w:r>
      <w:r>
        <w:rPr>
          <w:sz w:val="28"/>
          <w:szCs w:val="28"/>
          <w:lang w:val="uk-UA"/>
        </w:rPr>
        <w:t xml:space="preserve">повинні </w:t>
      </w:r>
      <w:r w:rsidRPr="009F661B">
        <w:rPr>
          <w:sz w:val="28"/>
          <w:szCs w:val="28"/>
          <w:lang w:val="uk-UA"/>
        </w:rPr>
        <w:t>дорівнювати показникам у графах 6-10 у рядку «спеціальний фонд» пункту 4.1 пункту 4 Форми БП.-1 відповідної бюджетної програми і показникам у графах 3-7 у рядку «спеціальний фонд» підпункту 5.1 пункту 5 Форми БП – 2.</w:t>
      </w:r>
    </w:p>
    <w:p w:rsidR="0020505B" w:rsidRPr="00647FA1" w:rsidRDefault="0020505B" w:rsidP="00B0724E">
      <w:pPr>
        <w:pStyle w:val="rvps2"/>
        <w:spacing w:before="0" w:beforeAutospacing="0" w:after="0" w:afterAutospacing="0"/>
        <w:ind w:firstLine="708"/>
        <w:jc w:val="both"/>
        <w:rPr>
          <w:sz w:val="28"/>
          <w:szCs w:val="28"/>
          <w:lang w:val="uk-UA"/>
        </w:rPr>
      </w:pPr>
      <w:r w:rsidRPr="00647FA1">
        <w:rPr>
          <w:sz w:val="28"/>
          <w:szCs w:val="28"/>
          <w:lang w:val="uk-UA"/>
        </w:rPr>
        <w:t>Під час заповнення підпункту 6.1 необхідно відображати видатки у розрізі кодів Економічної класифікації видатків бюджету.</w:t>
      </w:r>
    </w:p>
    <w:p w:rsidR="0020505B" w:rsidRPr="00647FA1" w:rsidRDefault="0020505B" w:rsidP="00B0724E">
      <w:pPr>
        <w:pStyle w:val="rvps2"/>
        <w:spacing w:before="0" w:beforeAutospacing="0" w:after="0" w:afterAutospacing="0"/>
        <w:ind w:firstLine="708"/>
        <w:jc w:val="both"/>
        <w:rPr>
          <w:sz w:val="28"/>
          <w:szCs w:val="28"/>
          <w:lang w:val="uk-UA"/>
        </w:rPr>
      </w:pPr>
      <w:r w:rsidRPr="00647FA1">
        <w:rPr>
          <w:sz w:val="28"/>
          <w:szCs w:val="28"/>
          <w:lang w:val="uk-UA"/>
        </w:rPr>
        <w:t xml:space="preserve">  Під час заповнення підпункту 6.2 надання кредитів доцільно відображати дані показники за кодами Класифікації кредитування бюджету: 4110, 4210.</w:t>
      </w:r>
    </w:p>
    <w:p w:rsidR="0020505B" w:rsidRPr="00774BD8" w:rsidRDefault="0020505B" w:rsidP="00B0724E">
      <w:pPr>
        <w:pStyle w:val="rvps2"/>
        <w:spacing w:before="0" w:beforeAutospacing="0" w:after="0" w:afterAutospacing="0"/>
        <w:ind w:firstLine="708"/>
        <w:jc w:val="both"/>
        <w:rPr>
          <w:color w:val="FF0000"/>
          <w:sz w:val="28"/>
          <w:szCs w:val="28"/>
          <w:lang w:val="uk-UA"/>
        </w:rPr>
      </w:pPr>
    </w:p>
    <w:p w:rsidR="0020505B" w:rsidRPr="00647FA1" w:rsidRDefault="0020505B" w:rsidP="00B0724E">
      <w:pPr>
        <w:pStyle w:val="rvps2"/>
        <w:spacing w:before="0" w:beforeAutospacing="0" w:after="0" w:afterAutospacing="0"/>
        <w:ind w:firstLine="708"/>
        <w:jc w:val="both"/>
        <w:rPr>
          <w:sz w:val="28"/>
          <w:szCs w:val="28"/>
          <w:lang w:val="uk-UA"/>
        </w:rPr>
      </w:pPr>
      <w:r w:rsidRPr="00647FA1">
        <w:rPr>
          <w:sz w:val="28"/>
          <w:szCs w:val="28"/>
          <w:lang w:val="uk-UA"/>
        </w:rPr>
        <w:t>11. У пункті 7 зазначаються обсяги видатків або надання кредитів за кожним напрямом використання бюджетних коштів за загальним та спеціальним фондами, виконання яких забезпечує реалізацію бюджетної програми:</w:t>
      </w:r>
    </w:p>
    <w:p w:rsidR="0020505B" w:rsidRPr="00647FA1" w:rsidRDefault="0020505B" w:rsidP="00B0724E">
      <w:pPr>
        <w:pStyle w:val="rvps2"/>
        <w:spacing w:before="0" w:beforeAutospacing="0" w:after="0" w:afterAutospacing="0"/>
        <w:ind w:firstLine="708"/>
        <w:jc w:val="both"/>
        <w:rPr>
          <w:sz w:val="28"/>
          <w:szCs w:val="28"/>
          <w:lang w:val="uk-UA"/>
        </w:rPr>
      </w:pPr>
      <w:r w:rsidRPr="00647FA1">
        <w:rPr>
          <w:sz w:val="28"/>
          <w:szCs w:val="28"/>
          <w:lang w:val="uk-UA"/>
        </w:rPr>
        <w:t>у графах 1, 2 зазначаються порядковий номер та напрям використання бюджетних коштів;</w:t>
      </w:r>
    </w:p>
    <w:p w:rsidR="0020505B" w:rsidRPr="00647FA1" w:rsidRDefault="0020505B" w:rsidP="00B0724E">
      <w:pPr>
        <w:pStyle w:val="rvps2"/>
        <w:spacing w:before="0" w:beforeAutospacing="0" w:after="0" w:afterAutospacing="0"/>
        <w:ind w:firstLine="708"/>
        <w:jc w:val="both"/>
        <w:rPr>
          <w:sz w:val="28"/>
          <w:szCs w:val="28"/>
          <w:lang w:val="uk-UA"/>
        </w:rPr>
      </w:pPr>
      <w:r w:rsidRPr="00647FA1">
        <w:rPr>
          <w:sz w:val="28"/>
          <w:szCs w:val="28"/>
          <w:lang w:val="uk-UA"/>
        </w:rPr>
        <w:t>у графі 3 (20_рік (звіт)) – видатки або надання кредитів відповідно до річного звіту за попередній бюджетний період;</w:t>
      </w:r>
    </w:p>
    <w:p w:rsidR="0020505B" w:rsidRPr="00647FA1" w:rsidRDefault="0020505B" w:rsidP="00B0724E">
      <w:pPr>
        <w:pStyle w:val="rvps2"/>
        <w:spacing w:before="0" w:beforeAutospacing="0" w:after="0" w:afterAutospacing="0"/>
        <w:ind w:firstLine="708"/>
        <w:jc w:val="both"/>
        <w:rPr>
          <w:sz w:val="28"/>
          <w:szCs w:val="28"/>
          <w:lang w:val="uk-UA"/>
        </w:rPr>
      </w:pPr>
      <w:r w:rsidRPr="00647FA1">
        <w:rPr>
          <w:sz w:val="28"/>
          <w:szCs w:val="28"/>
          <w:lang w:val="uk-UA"/>
        </w:rPr>
        <w:t>у графі 4 (20_рік (затверджено)) – показники, затверджені розписом на поточний бюджетний період;</w:t>
      </w:r>
    </w:p>
    <w:p w:rsidR="0020505B" w:rsidRPr="00647FA1" w:rsidRDefault="0020505B" w:rsidP="00B0724E">
      <w:pPr>
        <w:pStyle w:val="rvps2"/>
        <w:spacing w:before="0" w:beforeAutospacing="0" w:after="0" w:afterAutospacing="0"/>
        <w:ind w:firstLine="708"/>
        <w:jc w:val="both"/>
        <w:rPr>
          <w:sz w:val="28"/>
          <w:szCs w:val="28"/>
          <w:lang w:val="uk-UA"/>
        </w:rPr>
      </w:pPr>
      <w:r w:rsidRPr="00647FA1">
        <w:rPr>
          <w:sz w:val="28"/>
          <w:szCs w:val="28"/>
          <w:lang w:val="uk-UA"/>
        </w:rPr>
        <w:t>у графах 5 - 7 (20_рік (план)) – розподіл орієнтовних граничних показників на середньостроковий бюджетний період.</w:t>
      </w:r>
    </w:p>
    <w:p w:rsidR="0020505B" w:rsidRPr="00774BD8" w:rsidRDefault="0020505B" w:rsidP="00B0724E">
      <w:pPr>
        <w:pStyle w:val="rvps2"/>
        <w:spacing w:before="0" w:beforeAutospacing="0" w:after="0" w:afterAutospacing="0"/>
        <w:ind w:firstLine="708"/>
        <w:jc w:val="both"/>
        <w:rPr>
          <w:color w:val="FF0000"/>
          <w:sz w:val="28"/>
          <w:szCs w:val="28"/>
          <w:lang w:val="uk-UA"/>
        </w:rPr>
      </w:pPr>
    </w:p>
    <w:p w:rsidR="0020505B" w:rsidRPr="00647FA1" w:rsidRDefault="0020505B" w:rsidP="00B0724E">
      <w:pPr>
        <w:pStyle w:val="rvps2"/>
        <w:spacing w:before="0" w:beforeAutospacing="0" w:after="0" w:afterAutospacing="0"/>
        <w:ind w:firstLine="708"/>
        <w:jc w:val="both"/>
        <w:rPr>
          <w:sz w:val="28"/>
          <w:szCs w:val="28"/>
          <w:lang w:val="uk-UA"/>
        </w:rPr>
      </w:pPr>
      <w:r w:rsidRPr="00647FA1">
        <w:rPr>
          <w:sz w:val="28"/>
          <w:szCs w:val="28"/>
          <w:lang w:val="uk-UA"/>
        </w:rPr>
        <w:t>12. У пункті 8 наводяться показники міжбюджетних трансфертів.</w:t>
      </w:r>
    </w:p>
    <w:p w:rsidR="0020505B" w:rsidRPr="00647FA1" w:rsidRDefault="0020505B" w:rsidP="00B0724E">
      <w:pPr>
        <w:pStyle w:val="rvps2"/>
        <w:spacing w:before="0" w:beforeAutospacing="0" w:after="0" w:afterAutospacing="0"/>
        <w:ind w:firstLine="708"/>
        <w:jc w:val="both"/>
        <w:rPr>
          <w:sz w:val="28"/>
          <w:szCs w:val="28"/>
          <w:lang w:val="uk-UA"/>
        </w:rPr>
      </w:pPr>
      <w:r w:rsidRPr="00647FA1">
        <w:rPr>
          <w:sz w:val="28"/>
          <w:szCs w:val="28"/>
          <w:lang w:val="uk-UA"/>
        </w:rPr>
        <w:t>У пункті 8.1 наводиться обсяг міжбюджетних трансфертів, які отримуються з інших бюджетів (державного та місцевих), окремо за загальним та спеціальним фондами:</w:t>
      </w:r>
    </w:p>
    <w:p w:rsidR="0020505B" w:rsidRPr="00647FA1" w:rsidRDefault="0020505B" w:rsidP="00735D9F">
      <w:pPr>
        <w:pStyle w:val="rvps2"/>
        <w:spacing w:before="0" w:beforeAutospacing="0" w:after="0" w:afterAutospacing="0"/>
        <w:ind w:firstLine="708"/>
        <w:jc w:val="both"/>
        <w:rPr>
          <w:sz w:val="28"/>
          <w:szCs w:val="28"/>
          <w:lang w:val="uk-UA"/>
        </w:rPr>
      </w:pPr>
      <w:r w:rsidRPr="00647FA1">
        <w:rPr>
          <w:sz w:val="28"/>
          <w:szCs w:val="28"/>
          <w:lang w:val="uk-UA"/>
        </w:rPr>
        <w:t>у графі 1 – код Класифікації доходу бюджету/код бюджету;</w:t>
      </w:r>
    </w:p>
    <w:p w:rsidR="0020505B" w:rsidRPr="00F5317A" w:rsidRDefault="0020505B" w:rsidP="00735D9F">
      <w:pPr>
        <w:pStyle w:val="rvps2"/>
        <w:spacing w:before="0" w:beforeAutospacing="0" w:after="0" w:afterAutospacing="0"/>
        <w:ind w:firstLine="708"/>
        <w:jc w:val="both"/>
        <w:rPr>
          <w:sz w:val="28"/>
          <w:szCs w:val="28"/>
          <w:lang w:val="uk-UA"/>
        </w:rPr>
      </w:pPr>
      <w:r w:rsidRPr="00F5317A">
        <w:rPr>
          <w:sz w:val="28"/>
          <w:szCs w:val="28"/>
          <w:lang w:val="uk-UA"/>
        </w:rPr>
        <w:t xml:space="preserve">у графі 2 – найменування трансферту/ найменування бюджету – надавача міжбюджетного трансферту; </w:t>
      </w:r>
    </w:p>
    <w:p w:rsidR="0020505B" w:rsidRPr="00F5317A" w:rsidRDefault="0020505B" w:rsidP="00735D9F">
      <w:pPr>
        <w:pStyle w:val="rvps2"/>
        <w:spacing w:before="0" w:beforeAutospacing="0" w:after="0" w:afterAutospacing="0"/>
        <w:ind w:firstLine="708"/>
        <w:jc w:val="both"/>
        <w:rPr>
          <w:sz w:val="28"/>
          <w:szCs w:val="28"/>
          <w:lang w:val="uk-UA"/>
        </w:rPr>
      </w:pPr>
      <w:r w:rsidRPr="00F5317A">
        <w:rPr>
          <w:sz w:val="28"/>
          <w:szCs w:val="28"/>
          <w:lang w:val="uk-UA"/>
        </w:rPr>
        <w:t>у графі 3 (20_ рік (звіт)) – показники відповідно до річного звіту за попередній бюджетний період;</w:t>
      </w:r>
    </w:p>
    <w:p w:rsidR="0020505B" w:rsidRPr="00F5317A" w:rsidRDefault="0020505B" w:rsidP="00735D9F">
      <w:pPr>
        <w:pStyle w:val="rvps2"/>
        <w:spacing w:before="0" w:beforeAutospacing="0" w:after="0" w:afterAutospacing="0"/>
        <w:ind w:firstLine="708"/>
        <w:jc w:val="both"/>
        <w:rPr>
          <w:sz w:val="28"/>
          <w:szCs w:val="28"/>
          <w:lang w:val="uk-UA"/>
        </w:rPr>
      </w:pPr>
      <w:r w:rsidRPr="00F5317A">
        <w:rPr>
          <w:sz w:val="28"/>
          <w:szCs w:val="28"/>
          <w:lang w:val="uk-UA"/>
        </w:rPr>
        <w:t>у графі 4 (20_рік (затверджено)) – показники, затверджені розписом на поточний бюджетний період;</w:t>
      </w:r>
    </w:p>
    <w:p w:rsidR="0020505B" w:rsidRPr="00F5317A" w:rsidRDefault="0020505B" w:rsidP="00735D9F">
      <w:pPr>
        <w:pStyle w:val="rvps2"/>
        <w:spacing w:before="0" w:beforeAutospacing="0" w:after="0" w:afterAutospacing="0"/>
        <w:ind w:firstLine="708"/>
        <w:jc w:val="both"/>
        <w:rPr>
          <w:sz w:val="28"/>
          <w:szCs w:val="28"/>
          <w:lang w:val="uk-UA"/>
        </w:rPr>
      </w:pPr>
      <w:r w:rsidRPr="00F5317A">
        <w:rPr>
          <w:sz w:val="28"/>
          <w:szCs w:val="28"/>
          <w:lang w:val="uk-UA"/>
        </w:rPr>
        <w:t>у графах 5 -7 (20_рік (план)) – розподіл орієнтовних граничних показників на середньостроковий бюджетний період.</w:t>
      </w:r>
    </w:p>
    <w:p w:rsidR="0020505B" w:rsidRPr="00F5317A" w:rsidRDefault="0020505B" w:rsidP="00735D9F">
      <w:pPr>
        <w:pStyle w:val="rvps2"/>
        <w:spacing w:before="0" w:beforeAutospacing="0" w:after="0" w:afterAutospacing="0"/>
        <w:ind w:firstLine="708"/>
        <w:jc w:val="both"/>
        <w:rPr>
          <w:sz w:val="28"/>
          <w:szCs w:val="28"/>
          <w:lang w:val="uk-UA"/>
        </w:rPr>
      </w:pPr>
      <w:r w:rsidRPr="00F5317A">
        <w:rPr>
          <w:sz w:val="28"/>
          <w:szCs w:val="28"/>
          <w:lang w:val="uk-UA"/>
        </w:rPr>
        <w:t>Загальний обсяг міжбюджетних трансфертів у графах 3-7 у рядку «УСЬОГО за розділами І та ІІ, у тому числі:» розраховується як сума обсягу міжбюджетних трансфертів до загального фонду (рядок «загальний фонд») та спеціального фонду (рядок «спеціальний фонд»).</w:t>
      </w:r>
    </w:p>
    <w:p w:rsidR="0020505B" w:rsidRPr="00F5317A" w:rsidRDefault="0020505B" w:rsidP="00B0724E">
      <w:pPr>
        <w:pStyle w:val="rvps2"/>
        <w:spacing w:before="0" w:beforeAutospacing="0" w:after="0" w:afterAutospacing="0"/>
        <w:ind w:firstLine="708"/>
        <w:jc w:val="both"/>
        <w:rPr>
          <w:sz w:val="28"/>
          <w:szCs w:val="28"/>
          <w:lang w:val="uk-UA"/>
        </w:rPr>
      </w:pPr>
      <w:r w:rsidRPr="00F5317A">
        <w:rPr>
          <w:sz w:val="28"/>
          <w:szCs w:val="28"/>
          <w:lang w:val="uk-UA"/>
        </w:rPr>
        <w:t>У пункті 8.2 зазначається обсяг міжбюджетних трансфертів, які надаються іншим бюджетам (державному та місцевим), окремо за загальним та спеціальним фондами:</w:t>
      </w:r>
    </w:p>
    <w:p w:rsidR="0020505B" w:rsidRPr="00F5317A" w:rsidRDefault="0020505B" w:rsidP="00B0724E">
      <w:pPr>
        <w:pStyle w:val="rvps2"/>
        <w:spacing w:before="0" w:beforeAutospacing="0" w:after="0" w:afterAutospacing="0"/>
        <w:ind w:firstLine="708"/>
        <w:jc w:val="both"/>
        <w:rPr>
          <w:sz w:val="28"/>
          <w:szCs w:val="28"/>
          <w:lang w:val="uk-UA"/>
        </w:rPr>
      </w:pPr>
      <w:r w:rsidRPr="00F5317A">
        <w:rPr>
          <w:sz w:val="28"/>
          <w:szCs w:val="28"/>
          <w:lang w:val="uk-UA"/>
        </w:rPr>
        <w:t>у графі 1 – код бюджету;</w:t>
      </w:r>
    </w:p>
    <w:p w:rsidR="0020505B" w:rsidRPr="00F5317A" w:rsidRDefault="0020505B" w:rsidP="00B0724E">
      <w:pPr>
        <w:pStyle w:val="rvps2"/>
        <w:spacing w:before="0" w:beforeAutospacing="0" w:after="0" w:afterAutospacing="0"/>
        <w:ind w:firstLine="708"/>
        <w:jc w:val="both"/>
        <w:rPr>
          <w:sz w:val="28"/>
          <w:szCs w:val="28"/>
          <w:lang w:val="uk-UA"/>
        </w:rPr>
      </w:pPr>
      <w:r w:rsidRPr="00F5317A">
        <w:rPr>
          <w:sz w:val="28"/>
          <w:szCs w:val="28"/>
          <w:lang w:val="uk-UA"/>
        </w:rPr>
        <w:t>у графі 2 – найменування трансферту/найменування бюджету – отримувача міжбюджетного трансферту;</w:t>
      </w:r>
    </w:p>
    <w:p w:rsidR="0020505B" w:rsidRPr="00F5317A" w:rsidRDefault="0020505B" w:rsidP="00B0724E">
      <w:pPr>
        <w:pStyle w:val="rvps2"/>
        <w:spacing w:before="0" w:beforeAutospacing="0" w:after="0" w:afterAutospacing="0"/>
        <w:ind w:firstLine="708"/>
        <w:jc w:val="both"/>
        <w:rPr>
          <w:sz w:val="28"/>
          <w:szCs w:val="28"/>
          <w:lang w:val="uk-UA"/>
        </w:rPr>
      </w:pPr>
      <w:r w:rsidRPr="00F5317A">
        <w:rPr>
          <w:sz w:val="28"/>
          <w:szCs w:val="28"/>
          <w:lang w:val="uk-UA"/>
        </w:rPr>
        <w:t>у графі 3 (20_рік (звіт)) – показники відповідно до річного звіту за попередній бюджетний період;</w:t>
      </w:r>
    </w:p>
    <w:p w:rsidR="0020505B" w:rsidRPr="00F5317A" w:rsidRDefault="0020505B" w:rsidP="00B0724E">
      <w:pPr>
        <w:pStyle w:val="rvps2"/>
        <w:spacing w:before="0" w:beforeAutospacing="0" w:after="0" w:afterAutospacing="0"/>
        <w:ind w:firstLine="708"/>
        <w:jc w:val="both"/>
        <w:rPr>
          <w:sz w:val="28"/>
          <w:szCs w:val="28"/>
          <w:lang w:val="uk-UA"/>
        </w:rPr>
      </w:pPr>
      <w:r w:rsidRPr="00F5317A">
        <w:rPr>
          <w:sz w:val="28"/>
          <w:szCs w:val="28"/>
          <w:lang w:val="uk-UA"/>
        </w:rPr>
        <w:t>у графі 4 (20_рік (затверджено)) – показники, затверджені розписом на поточний бюджетний період;</w:t>
      </w:r>
    </w:p>
    <w:p w:rsidR="0020505B" w:rsidRPr="00F5317A" w:rsidRDefault="0020505B" w:rsidP="00B0724E">
      <w:pPr>
        <w:pStyle w:val="rvps2"/>
        <w:spacing w:before="0" w:beforeAutospacing="0" w:after="0" w:afterAutospacing="0"/>
        <w:ind w:firstLine="708"/>
        <w:jc w:val="both"/>
        <w:rPr>
          <w:sz w:val="28"/>
          <w:szCs w:val="28"/>
          <w:lang w:val="uk-UA"/>
        </w:rPr>
      </w:pPr>
      <w:r w:rsidRPr="00F5317A">
        <w:rPr>
          <w:sz w:val="28"/>
          <w:szCs w:val="28"/>
          <w:lang w:val="uk-UA"/>
        </w:rPr>
        <w:t xml:space="preserve">у графі 5 - 7 (20_рік (план)) – розподіл </w:t>
      </w:r>
      <w:r>
        <w:rPr>
          <w:sz w:val="28"/>
          <w:szCs w:val="28"/>
          <w:lang w:val="uk-UA"/>
        </w:rPr>
        <w:t xml:space="preserve">орієнтовних граничних </w:t>
      </w:r>
      <w:r w:rsidRPr="00F5317A">
        <w:rPr>
          <w:sz w:val="28"/>
          <w:szCs w:val="28"/>
          <w:lang w:val="uk-UA"/>
        </w:rPr>
        <w:t>показників на середньостроковий бюджетний період.</w:t>
      </w:r>
    </w:p>
    <w:p w:rsidR="0020505B" w:rsidRPr="00F5317A" w:rsidRDefault="0020505B" w:rsidP="00B0724E">
      <w:pPr>
        <w:pStyle w:val="rvps2"/>
        <w:spacing w:before="0" w:beforeAutospacing="0" w:after="0" w:afterAutospacing="0"/>
        <w:ind w:firstLine="708"/>
        <w:jc w:val="both"/>
        <w:rPr>
          <w:sz w:val="28"/>
          <w:szCs w:val="28"/>
          <w:lang w:val="uk-UA"/>
        </w:rPr>
      </w:pPr>
      <w:r w:rsidRPr="00F5317A">
        <w:rPr>
          <w:sz w:val="28"/>
          <w:szCs w:val="28"/>
          <w:lang w:val="uk-UA"/>
        </w:rPr>
        <w:t>Загальний обсяг міжбюджетних трансфертів у графах 3-7 у рядку «УСЬОГО за розділами І та ІІ, у тому числі:» розраховується як сума обсягу міжбюджетних трансфертів до загального фонду (рядок «загальний фонд») та спеціального фонду (рядок «спеціальний фонд»).</w:t>
      </w:r>
    </w:p>
    <w:p w:rsidR="0020505B" w:rsidRPr="00F5317A" w:rsidRDefault="0020505B" w:rsidP="00B0724E">
      <w:pPr>
        <w:pStyle w:val="rvps2"/>
        <w:spacing w:before="0" w:beforeAutospacing="0" w:after="0" w:afterAutospacing="0"/>
        <w:ind w:firstLine="708"/>
        <w:jc w:val="both"/>
        <w:rPr>
          <w:sz w:val="28"/>
          <w:szCs w:val="28"/>
          <w:lang w:val="uk-UA"/>
        </w:rPr>
      </w:pPr>
    </w:p>
    <w:p w:rsidR="0020505B" w:rsidRPr="00673989" w:rsidRDefault="0020505B" w:rsidP="007D7D15">
      <w:pPr>
        <w:pStyle w:val="rvps2"/>
        <w:spacing w:before="0" w:beforeAutospacing="0" w:after="0" w:afterAutospacing="0"/>
        <w:ind w:firstLine="708"/>
        <w:jc w:val="center"/>
        <w:rPr>
          <w:b/>
          <w:bCs/>
          <w:sz w:val="28"/>
          <w:szCs w:val="28"/>
          <w:lang w:val="uk-UA"/>
        </w:rPr>
      </w:pPr>
      <w:r w:rsidRPr="00673989">
        <w:rPr>
          <w:b/>
          <w:bCs/>
          <w:sz w:val="28"/>
          <w:szCs w:val="28"/>
          <w:lang w:val="en-US"/>
        </w:rPr>
        <w:t>V</w:t>
      </w:r>
      <w:r w:rsidRPr="00673989">
        <w:rPr>
          <w:b/>
          <w:bCs/>
          <w:sz w:val="28"/>
          <w:szCs w:val="28"/>
          <w:lang w:val="uk-UA"/>
        </w:rPr>
        <w:t>І. Заповнення Форми БП-3</w:t>
      </w:r>
    </w:p>
    <w:p w:rsidR="0020505B" w:rsidRPr="00673989" w:rsidRDefault="0020505B" w:rsidP="00BD7FE1">
      <w:pPr>
        <w:pStyle w:val="rvps2"/>
        <w:spacing w:before="0" w:beforeAutospacing="0" w:after="0" w:afterAutospacing="0"/>
        <w:ind w:firstLine="708"/>
        <w:jc w:val="both"/>
        <w:rPr>
          <w:sz w:val="28"/>
          <w:szCs w:val="28"/>
          <w:lang w:val="uk-UA"/>
        </w:rPr>
      </w:pPr>
    </w:p>
    <w:p w:rsidR="0020505B" w:rsidRPr="00673989" w:rsidRDefault="0020505B" w:rsidP="00BD7FE1">
      <w:pPr>
        <w:pStyle w:val="rvps2"/>
        <w:spacing w:before="0" w:beforeAutospacing="0" w:after="0" w:afterAutospacing="0"/>
        <w:ind w:firstLine="708"/>
        <w:jc w:val="both"/>
        <w:rPr>
          <w:sz w:val="28"/>
          <w:szCs w:val="28"/>
          <w:lang w:val="uk-UA"/>
        </w:rPr>
      </w:pPr>
      <w:r w:rsidRPr="00673989">
        <w:rPr>
          <w:sz w:val="28"/>
          <w:szCs w:val="28"/>
          <w:lang w:val="uk-UA"/>
        </w:rPr>
        <w:t>1. Форму БП- 3 використовують для представлення та обґрунтування пропозицій щодо додаткових коштів, необхідних для виконання нормативно-правових актів під час реалізації бюджетних програм, але не забезпечених орієнтовними граничними показниками, або для реалізації нових заходів державної, регіональної та місцевої політик, які сприяють покращенню показників досягнення цілей державної, регіональної та місцевої політик, зокрема у сфері гендерної рівності, кліматичної стійкості та соціальної справедливості, а також підвищенню якості життя населення Хорольської</w:t>
      </w:r>
      <w:r>
        <w:rPr>
          <w:sz w:val="28"/>
          <w:szCs w:val="28"/>
          <w:lang w:val="uk-UA"/>
        </w:rPr>
        <w:t xml:space="preserve"> міської</w:t>
      </w:r>
      <w:r w:rsidRPr="00673989">
        <w:rPr>
          <w:sz w:val="28"/>
          <w:szCs w:val="28"/>
          <w:lang w:val="uk-UA"/>
        </w:rPr>
        <w:t xml:space="preserve"> територіальної громади та/або наближенню їх досягнення у часі.</w:t>
      </w:r>
    </w:p>
    <w:p w:rsidR="0020505B" w:rsidRPr="00673989" w:rsidRDefault="0020505B" w:rsidP="00BD7FE1">
      <w:pPr>
        <w:pStyle w:val="rvps2"/>
        <w:spacing w:before="0" w:beforeAutospacing="0" w:after="0" w:afterAutospacing="0"/>
        <w:ind w:firstLine="708"/>
        <w:jc w:val="both"/>
        <w:rPr>
          <w:sz w:val="28"/>
          <w:szCs w:val="28"/>
          <w:lang w:val="uk-UA"/>
        </w:rPr>
      </w:pPr>
      <w:r w:rsidRPr="00673989">
        <w:rPr>
          <w:sz w:val="28"/>
          <w:szCs w:val="28"/>
          <w:lang w:val="uk-UA"/>
        </w:rPr>
        <w:t>Форма БП-3 заповнюється</w:t>
      </w:r>
      <w:r>
        <w:rPr>
          <w:sz w:val="28"/>
          <w:szCs w:val="28"/>
          <w:lang w:val="uk-UA"/>
        </w:rPr>
        <w:t xml:space="preserve"> лише після заповнення Форми БП-1 і Форми БП-</w:t>
      </w:r>
      <w:r w:rsidRPr="00673989">
        <w:rPr>
          <w:sz w:val="28"/>
          <w:szCs w:val="28"/>
          <w:lang w:val="uk-UA"/>
        </w:rPr>
        <w:t>2 у разі, якщо витрати, розраховані виходячи з пріоритетності та обґрунтованості потреб, перевищують орієнтовні граничні показники.</w:t>
      </w:r>
    </w:p>
    <w:p w:rsidR="0020505B" w:rsidRPr="00774BD8" w:rsidRDefault="0020505B" w:rsidP="00BD7FE1">
      <w:pPr>
        <w:pStyle w:val="rvps2"/>
        <w:spacing w:before="0" w:beforeAutospacing="0" w:after="0" w:afterAutospacing="0"/>
        <w:ind w:firstLine="708"/>
        <w:jc w:val="both"/>
        <w:rPr>
          <w:color w:val="FF0000"/>
          <w:sz w:val="28"/>
          <w:szCs w:val="28"/>
          <w:lang w:val="uk-UA"/>
        </w:rPr>
      </w:pPr>
    </w:p>
    <w:p w:rsidR="0020505B" w:rsidRPr="00691C80" w:rsidRDefault="0020505B" w:rsidP="00BD7FE1">
      <w:pPr>
        <w:pStyle w:val="rvps2"/>
        <w:spacing w:before="0" w:beforeAutospacing="0" w:after="0" w:afterAutospacing="0"/>
        <w:ind w:firstLine="708"/>
        <w:jc w:val="both"/>
        <w:rPr>
          <w:sz w:val="28"/>
          <w:szCs w:val="28"/>
          <w:lang w:val="uk-UA"/>
        </w:rPr>
      </w:pPr>
      <w:r w:rsidRPr="00691C80">
        <w:rPr>
          <w:sz w:val="28"/>
          <w:szCs w:val="28"/>
          <w:lang w:val="uk-UA"/>
        </w:rPr>
        <w:t>2. Фінансове управління розглядає пропозиції головного розпорядника щодо додаткових видатків та надання кредитів у межах ресурсних можливостей місцевого бюджету у середньостроковому періоді.</w:t>
      </w:r>
    </w:p>
    <w:p w:rsidR="0020505B" w:rsidRPr="00691C80" w:rsidRDefault="0020505B" w:rsidP="00BD7FE1">
      <w:pPr>
        <w:pStyle w:val="rvps2"/>
        <w:spacing w:before="0" w:beforeAutospacing="0" w:after="0" w:afterAutospacing="0"/>
        <w:ind w:firstLine="708"/>
        <w:jc w:val="both"/>
        <w:rPr>
          <w:sz w:val="28"/>
          <w:szCs w:val="28"/>
          <w:lang w:val="uk-UA"/>
        </w:rPr>
      </w:pPr>
    </w:p>
    <w:p w:rsidR="0020505B" w:rsidRPr="00691C80" w:rsidRDefault="0020505B" w:rsidP="00BD7FE1">
      <w:pPr>
        <w:pStyle w:val="rvps2"/>
        <w:spacing w:before="0" w:beforeAutospacing="0" w:after="0" w:afterAutospacing="0"/>
        <w:ind w:firstLine="708"/>
        <w:jc w:val="both"/>
        <w:rPr>
          <w:sz w:val="28"/>
          <w:szCs w:val="28"/>
          <w:lang w:val="uk-UA"/>
        </w:rPr>
      </w:pPr>
      <w:r w:rsidRPr="00691C80">
        <w:rPr>
          <w:sz w:val="28"/>
          <w:szCs w:val="28"/>
          <w:lang w:val="uk-UA"/>
        </w:rPr>
        <w:t>3. У пункті 1 зазначаються найменування головного розпорядника коштів місцевого бюджету, код Типової відомчої класифікації видатків та кредитування місцевого бюджету, код за ЄДРПОУ, а також код бюджету.</w:t>
      </w:r>
    </w:p>
    <w:p w:rsidR="0020505B" w:rsidRPr="00774BD8" w:rsidRDefault="0020505B" w:rsidP="00BD7FE1">
      <w:pPr>
        <w:pStyle w:val="rvps2"/>
        <w:spacing w:before="0" w:beforeAutospacing="0" w:after="0" w:afterAutospacing="0"/>
        <w:ind w:firstLine="708"/>
        <w:jc w:val="both"/>
        <w:rPr>
          <w:color w:val="FF0000"/>
          <w:sz w:val="28"/>
          <w:szCs w:val="28"/>
          <w:lang w:val="uk-UA"/>
        </w:rPr>
      </w:pPr>
    </w:p>
    <w:p w:rsidR="0020505B" w:rsidRPr="00691C80" w:rsidRDefault="0020505B" w:rsidP="00BD7FE1">
      <w:pPr>
        <w:pStyle w:val="rvps2"/>
        <w:spacing w:before="0" w:beforeAutospacing="0" w:after="0" w:afterAutospacing="0"/>
        <w:ind w:firstLine="708"/>
        <w:jc w:val="both"/>
        <w:rPr>
          <w:sz w:val="28"/>
          <w:szCs w:val="28"/>
          <w:lang w:val="uk-UA"/>
        </w:rPr>
      </w:pPr>
      <w:r w:rsidRPr="00691C80">
        <w:rPr>
          <w:sz w:val="28"/>
          <w:szCs w:val="28"/>
          <w:lang w:val="uk-UA"/>
        </w:rPr>
        <w:t>4. У пункті 2 зазначаються найменування відповідального виконавця, код Типової відомчої класифікації видатків та кредитування місцевого бюджету та номер у системі головного розпорядника коштів місцевого бюджету, код за ЄДРПОУ.</w:t>
      </w:r>
    </w:p>
    <w:p w:rsidR="0020505B" w:rsidRPr="00774BD8" w:rsidRDefault="0020505B" w:rsidP="00BD7FE1">
      <w:pPr>
        <w:pStyle w:val="rvps2"/>
        <w:spacing w:before="0" w:beforeAutospacing="0" w:after="0" w:afterAutospacing="0"/>
        <w:ind w:firstLine="708"/>
        <w:jc w:val="both"/>
        <w:rPr>
          <w:color w:val="FF0000"/>
          <w:sz w:val="28"/>
          <w:szCs w:val="28"/>
          <w:lang w:val="uk-UA"/>
        </w:rPr>
      </w:pPr>
    </w:p>
    <w:p w:rsidR="0020505B" w:rsidRPr="00691C80" w:rsidRDefault="0020505B" w:rsidP="00BD7FE1">
      <w:pPr>
        <w:pStyle w:val="rvps2"/>
        <w:spacing w:before="0" w:beforeAutospacing="0" w:after="0" w:afterAutospacing="0"/>
        <w:ind w:firstLine="708"/>
        <w:jc w:val="both"/>
        <w:rPr>
          <w:sz w:val="28"/>
          <w:szCs w:val="28"/>
          <w:lang w:val="uk-UA"/>
        </w:rPr>
      </w:pPr>
      <w:r w:rsidRPr="00691C80">
        <w:rPr>
          <w:sz w:val="28"/>
          <w:szCs w:val="28"/>
          <w:lang w:val="uk-UA"/>
        </w:rPr>
        <w:t xml:space="preserve">5. У пункті 3 наводяться обсяги додаткових коштів загального та спеціального фондів за бюджетними програмами у розрізі Економічної класифікації видатків бюджету або Класифікації кредитування бюджету, підстави та обґрунтування пропозицій щодо додаткових коштів загального та спеціального фондів, у яких зазначається нормативно - правовий акт, виконання якого не забезпечено орієнтовними граничними показниками.   </w:t>
      </w:r>
    </w:p>
    <w:p w:rsidR="0020505B" w:rsidRPr="00774BD8" w:rsidRDefault="0020505B" w:rsidP="00BD7FE1">
      <w:pPr>
        <w:pStyle w:val="rvps2"/>
        <w:spacing w:before="0" w:beforeAutospacing="0" w:after="0" w:afterAutospacing="0"/>
        <w:ind w:firstLine="708"/>
        <w:jc w:val="both"/>
        <w:rPr>
          <w:color w:val="FF0000"/>
          <w:sz w:val="28"/>
          <w:szCs w:val="28"/>
          <w:lang w:val="uk-UA"/>
        </w:rPr>
      </w:pPr>
    </w:p>
    <w:p w:rsidR="0020505B" w:rsidRPr="00691C80" w:rsidRDefault="0020505B" w:rsidP="00BD7FE1">
      <w:pPr>
        <w:pStyle w:val="rvps2"/>
        <w:spacing w:before="0" w:beforeAutospacing="0" w:after="0" w:afterAutospacing="0"/>
        <w:ind w:firstLine="708"/>
        <w:jc w:val="both"/>
        <w:rPr>
          <w:sz w:val="28"/>
          <w:szCs w:val="28"/>
          <w:lang w:val="uk-UA"/>
        </w:rPr>
      </w:pPr>
      <w:r w:rsidRPr="00691C80">
        <w:rPr>
          <w:sz w:val="28"/>
          <w:szCs w:val="28"/>
          <w:lang w:val="uk-UA"/>
        </w:rPr>
        <w:t>У графах 1-3 – зазначаються коди Програмної класифікації видатків та кредитування місцевого бюджету/Економічної класифікації видатків бюджету/Класифікації кредитування бюджету, Типової програмної класифікації видатків та кредитування місцевого бюджету та Функціональної класифікації видатків бюджету, а також найменування бюджетної програми;</w:t>
      </w:r>
    </w:p>
    <w:p w:rsidR="0020505B" w:rsidRPr="00691C80" w:rsidRDefault="0020505B" w:rsidP="00BD7FE1">
      <w:pPr>
        <w:pStyle w:val="rvps2"/>
        <w:spacing w:before="0" w:beforeAutospacing="0" w:after="0" w:afterAutospacing="0"/>
        <w:ind w:firstLine="708"/>
        <w:jc w:val="both"/>
        <w:rPr>
          <w:sz w:val="28"/>
          <w:szCs w:val="28"/>
          <w:lang w:val="uk-UA"/>
        </w:rPr>
      </w:pPr>
      <w:r w:rsidRPr="00691C80">
        <w:rPr>
          <w:sz w:val="28"/>
          <w:szCs w:val="28"/>
          <w:lang w:val="uk-UA"/>
        </w:rPr>
        <w:t>у графі 4 – найменування бюджетної програми;</w:t>
      </w:r>
    </w:p>
    <w:p w:rsidR="0020505B" w:rsidRPr="00691C80" w:rsidRDefault="0020505B" w:rsidP="00BD7FE1">
      <w:pPr>
        <w:pStyle w:val="rvps2"/>
        <w:spacing w:before="0" w:beforeAutospacing="0" w:after="0" w:afterAutospacing="0"/>
        <w:ind w:firstLine="708"/>
        <w:jc w:val="both"/>
        <w:rPr>
          <w:sz w:val="28"/>
          <w:szCs w:val="28"/>
          <w:lang w:val="uk-UA"/>
        </w:rPr>
      </w:pPr>
      <w:r w:rsidRPr="00691C80">
        <w:rPr>
          <w:sz w:val="28"/>
          <w:szCs w:val="28"/>
          <w:lang w:val="uk-UA"/>
        </w:rPr>
        <w:t>у графі 5, 7, 9 (20_рік (план)) – обсяг коштів, в межах орієнтовних граничних показників;</w:t>
      </w:r>
    </w:p>
    <w:p w:rsidR="0020505B" w:rsidRPr="00691C80" w:rsidRDefault="0020505B" w:rsidP="00BD7FE1">
      <w:pPr>
        <w:pStyle w:val="rvps2"/>
        <w:spacing w:before="0" w:beforeAutospacing="0" w:after="0" w:afterAutospacing="0"/>
        <w:ind w:firstLine="708"/>
        <w:jc w:val="both"/>
        <w:rPr>
          <w:sz w:val="28"/>
          <w:szCs w:val="28"/>
          <w:lang w:val="uk-UA"/>
        </w:rPr>
      </w:pPr>
      <w:r w:rsidRPr="00691C80">
        <w:rPr>
          <w:sz w:val="28"/>
          <w:szCs w:val="28"/>
          <w:lang w:val="uk-UA"/>
        </w:rPr>
        <w:t>у графах 6, 8, 10 (20_ рік (план)) – пропозиції щодо додаткового обсягу коштів.</w:t>
      </w:r>
    </w:p>
    <w:p w:rsidR="0020505B" w:rsidRPr="00691C80" w:rsidRDefault="0020505B" w:rsidP="00BD7FE1">
      <w:pPr>
        <w:pStyle w:val="rvps2"/>
        <w:spacing w:before="0" w:beforeAutospacing="0" w:after="0" w:afterAutospacing="0"/>
        <w:ind w:firstLine="708"/>
        <w:jc w:val="both"/>
        <w:rPr>
          <w:sz w:val="28"/>
          <w:szCs w:val="28"/>
          <w:lang w:val="uk-UA"/>
        </w:rPr>
      </w:pPr>
      <w:r w:rsidRPr="00691C80">
        <w:rPr>
          <w:sz w:val="28"/>
          <w:szCs w:val="28"/>
          <w:lang w:val="uk-UA"/>
        </w:rPr>
        <w:t>Обсяг коштів за усіма бюджетними програмами наводиться у розрізі кодів Економічної класифікації видатків бюджету та Класифікації кредитування бюджету.</w:t>
      </w:r>
    </w:p>
    <w:p w:rsidR="0020505B" w:rsidRPr="00691C80" w:rsidRDefault="0020505B" w:rsidP="00BD7FE1">
      <w:pPr>
        <w:pStyle w:val="rvps2"/>
        <w:spacing w:before="0" w:beforeAutospacing="0" w:after="0" w:afterAutospacing="0"/>
        <w:ind w:firstLine="708"/>
        <w:jc w:val="both"/>
        <w:rPr>
          <w:sz w:val="28"/>
          <w:szCs w:val="28"/>
          <w:lang w:val="uk-UA"/>
        </w:rPr>
      </w:pPr>
      <w:r w:rsidRPr="00691C80">
        <w:rPr>
          <w:sz w:val="28"/>
          <w:szCs w:val="28"/>
          <w:lang w:val="uk-UA"/>
        </w:rPr>
        <w:t>У рядку «УСЬОГО за бюджетними програмами, у тому числі:» у графах 5 - 10 зазначається загальний обсяг коштів за усіма бюджетними програмами у розрізі кодів Економічної класифікації видатків бюджету та Класифікації кредитування бюджету.</w:t>
      </w:r>
    </w:p>
    <w:p w:rsidR="0020505B" w:rsidRPr="00691C80" w:rsidRDefault="0020505B" w:rsidP="00BD7FE1">
      <w:pPr>
        <w:pStyle w:val="rvps2"/>
        <w:spacing w:before="0" w:beforeAutospacing="0" w:after="0" w:afterAutospacing="0"/>
        <w:ind w:firstLine="708"/>
        <w:jc w:val="both"/>
        <w:rPr>
          <w:sz w:val="28"/>
          <w:szCs w:val="28"/>
          <w:lang w:val="uk-UA"/>
        </w:rPr>
      </w:pPr>
    </w:p>
    <w:p w:rsidR="0020505B" w:rsidRPr="00691C80" w:rsidRDefault="0020505B" w:rsidP="00BD7FE1">
      <w:pPr>
        <w:pStyle w:val="rvps2"/>
        <w:spacing w:before="0" w:beforeAutospacing="0" w:after="0" w:afterAutospacing="0"/>
        <w:ind w:firstLine="708"/>
        <w:jc w:val="both"/>
        <w:rPr>
          <w:sz w:val="28"/>
          <w:szCs w:val="28"/>
          <w:lang w:val="uk-UA"/>
        </w:rPr>
      </w:pPr>
      <w:r w:rsidRPr="00691C80">
        <w:rPr>
          <w:sz w:val="28"/>
          <w:szCs w:val="28"/>
          <w:lang w:val="uk-UA"/>
        </w:rPr>
        <w:t>6. У пункті 4 наводиться інформація про зміну показників досягнення цілей у середньостроковому періоді у разі, якщо додаткові кошти буде враховано в орієнтовному граничному показнику.</w:t>
      </w:r>
    </w:p>
    <w:p w:rsidR="0020505B" w:rsidRPr="00691C80" w:rsidRDefault="0020505B" w:rsidP="00BD7FE1">
      <w:pPr>
        <w:pStyle w:val="rvps2"/>
        <w:spacing w:before="0" w:beforeAutospacing="0" w:after="0" w:afterAutospacing="0"/>
        <w:ind w:firstLine="708"/>
        <w:jc w:val="both"/>
        <w:rPr>
          <w:sz w:val="28"/>
          <w:szCs w:val="28"/>
          <w:lang w:val="uk-UA"/>
        </w:rPr>
      </w:pPr>
      <w:r w:rsidRPr="00691C80">
        <w:rPr>
          <w:sz w:val="28"/>
          <w:szCs w:val="28"/>
          <w:lang w:val="uk-UA"/>
        </w:rPr>
        <w:t>У графах 1-3 зазначається номе</w:t>
      </w:r>
      <w:r>
        <w:rPr>
          <w:sz w:val="28"/>
          <w:szCs w:val="28"/>
          <w:lang w:val="uk-UA"/>
        </w:rPr>
        <w:t>р, найменування цілей державної</w:t>
      </w:r>
      <w:r w:rsidRPr="00691C80">
        <w:rPr>
          <w:sz w:val="28"/>
          <w:szCs w:val="28"/>
          <w:lang w:val="uk-UA"/>
        </w:rPr>
        <w:t>, регіональної та місцевої політик, показники досягнення цілей, а також одиниця виміру показника досягнення цілей;</w:t>
      </w:r>
    </w:p>
    <w:p w:rsidR="0020505B" w:rsidRPr="00691C80" w:rsidRDefault="0020505B" w:rsidP="00BD7FE1">
      <w:pPr>
        <w:pStyle w:val="rvps2"/>
        <w:spacing w:before="0" w:beforeAutospacing="0" w:after="0" w:afterAutospacing="0"/>
        <w:ind w:firstLine="708"/>
        <w:jc w:val="both"/>
        <w:rPr>
          <w:sz w:val="28"/>
          <w:szCs w:val="28"/>
          <w:lang w:val="uk-UA"/>
        </w:rPr>
      </w:pPr>
      <w:r w:rsidRPr="00691C80">
        <w:rPr>
          <w:sz w:val="28"/>
          <w:szCs w:val="28"/>
          <w:lang w:val="uk-UA"/>
        </w:rPr>
        <w:t>у графах 4, 6 та 8 (20_рік (план)) – показники в межах орієнтовного граничного показника. Доцільно, щоб показники досягнення цілей, зазначені у Формі БП – 3 відповідали показникам, включеним до граф 4 – 6 пункту 2 Форми БП – 1;</w:t>
      </w:r>
    </w:p>
    <w:p w:rsidR="0020505B" w:rsidRPr="00691C80" w:rsidRDefault="0020505B" w:rsidP="00BD7FE1">
      <w:pPr>
        <w:pStyle w:val="rvps2"/>
        <w:spacing w:before="0" w:beforeAutospacing="0" w:after="0" w:afterAutospacing="0"/>
        <w:ind w:firstLine="708"/>
        <w:jc w:val="both"/>
        <w:rPr>
          <w:sz w:val="28"/>
          <w:szCs w:val="28"/>
          <w:lang w:val="uk-UA"/>
        </w:rPr>
      </w:pPr>
      <w:r w:rsidRPr="00691C80">
        <w:rPr>
          <w:sz w:val="28"/>
          <w:szCs w:val="28"/>
          <w:lang w:val="uk-UA"/>
        </w:rPr>
        <w:t>у графі 5, 7, 9 (20_рік (план)) – показники досягнення цілей, які головний розпорядник передбачає досягти у середньостроковому періоді під час виконання бюджетних програм у цілому за рахунок коштів загального та спеціального фондів, у разі, якщо додаткові кошти загального та спеціального фондів буде враховано в граничному показнику видатків місцевого бюджету та надання кредитів з місцевого бюджету, який визначається у прогнозі місцевого бюджету відповідному головному розпоряднику.</w:t>
      </w:r>
    </w:p>
    <w:p w:rsidR="0020505B" w:rsidRPr="00691C80" w:rsidRDefault="0020505B" w:rsidP="00BD7FE1">
      <w:pPr>
        <w:pStyle w:val="rvps2"/>
        <w:spacing w:before="0" w:beforeAutospacing="0" w:after="0" w:afterAutospacing="0"/>
        <w:ind w:firstLine="708"/>
        <w:jc w:val="both"/>
        <w:rPr>
          <w:sz w:val="28"/>
          <w:szCs w:val="28"/>
          <w:lang w:val="uk-UA"/>
        </w:rPr>
      </w:pPr>
    </w:p>
    <w:p w:rsidR="0020505B" w:rsidRPr="00691C80" w:rsidRDefault="0020505B" w:rsidP="00DA36E4">
      <w:pPr>
        <w:pStyle w:val="rvps2"/>
        <w:spacing w:before="0" w:beforeAutospacing="0" w:after="0" w:afterAutospacing="0"/>
        <w:jc w:val="both"/>
        <w:rPr>
          <w:sz w:val="28"/>
          <w:szCs w:val="28"/>
          <w:lang w:val="uk-UA"/>
        </w:rPr>
      </w:pPr>
      <w:r w:rsidRPr="00691C80">
        <w:rPr>
          <w:sz w:val="28"/>
          <w:szCs w:val="28"/>
          <w:lang w:val="uk-UA"/>
        </w:rPr>
        <w:t>Начальник фінансового управління</w:t>
      </w:r>
    </w:p>
    <w:p w:rsidR="0020505B" w:rsidRPr="00691C80" w:rsidRDefault="0020505B" w:rsidP="00850207">
      <w:pPr>
        <w:pStyle w:val="rvps2"/>
        <w:spacing w:before="0" w:beforeAutospacing="0" w:after="0" w:afterAutospacing="0"/>
        <w:jc w:val="both"/>
        <w:rPr>
          <w:sz w:val="28"/>
          <w:szCs w:val="28"/>
          <w:lang w:val="uk-UA"/>
        </w:rPr>
      </w:pPr>
      <w:r w:rsidRPr="00691C80">
        <w:rPr>
          <w:sz w:val="28"/>
          <w:szCs w:val="28"/>
          <w:lang w:val="uk-UA"/>
        </w:rPr>
        <w:t>Хорольської міської ради                                                     Людмила БРОВКО</w:t>
      </w:r>
    </w:p>
    <w:sectPr w:rsidR="0020505B" w:rsidRPr="00691C80" w:rsidSect="00CB1498">
      <w:pgSz w:w="11906" w:h="16838"/>
      <w:pgMar w:top="1134" w:right="1134" w:bottom="851" w:left="1701" w:header="709" w:footer="709"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505B" w:rsidRDefault="0020505B" w:rsidP="00826B6F">
      <w:r>
        <w:separator/>
      </w:r>
    </w:p>
  </w:endnote>
  <w:endnote w:type="continuationSeparator" w:id="0">
    <w:p w:rsidR="0020505B" w:rsidRDefault="0020505B" w:rsidP="00826B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505B" w:rsidRDefault="0020505B" w:rsidP="00826B6F">
      <w:r>
        <w:separator/>
      </w:r>
    </w:p>
  </w:footnote>
  <w:footnote w:type="continuationSeparator" w:id="0">
    <w:p w:rsidR="0020505B" w:rsidRDefault="0020505B" w:rsidP="00826B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05B" w:rsidRDefault="0020505B">
    <w:pPr>
      <w:pStyle w:val="Header"/>
      <w:jc w:val="center"/>
    </w:pPr>
    <w:fldSimple w:instr="PAGE   \* MERGEFORMAT">
      <w:r w:rsidRPr="00826B6F">
        <w:rPr>
          <w:noProof/>
          <w:lang w:val="ru-RU"/>
        </w:rPr>
        <w:t>2</w:t>
      </w:r>
    </w:fldSimple>
  </w:p>
  <w:p w:rsidR="0020505B" w:rsidRDefault="0020505B" w:rsidP="00826B6F">
    <w:pPr>
      <w:pStyle w:val="Header"/>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05B" w:rsidRDefault="0020505B">
    <w:pPr>
      <w:pStyle w:val="Header"/>
      <w:jc w:val="center"/>
    </w:pPr>
  </w:p>
  <w:p w:rsidR="0020505B" w:rsidRPr="00826B6F" w:rsidRDefault="0020505B" w:rsidP="00826B6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12D65"/>
    <w:multiLevelType w:val="hybridMultilevel"/>
    <w:tmpl w:val="F2A8DE22"/>
    <w:lvl w:ilvl="0" w:tplc="0422000F">
      <w:start w:val="1"/>
      <w:numFmt w:val="decimal"/>
      <w:lvlText w:val="%1."/>
      <w:lvlJc w:val="left"/>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
    <w:nsid w:val="09F35172"/>
    <w:multiLevelType w:val="hybridMultilevel"/>
    <w:tmpl w:val="AAFE596C"/>
    <w:lvl w:ilvl="0" w:tplc="0422000F">
      <w:start w:val="1"/>
      <w:numFmt w:val="decimal"/>
      <w:lvlText w:val="%1."/>
      <w:lvlJc w:val="left"/>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
    <w:nsid w:val="0D812F6A"/>
    <w:multiLevelType w:val="hybridMultilevel"/>
    <w:tmpl w:val="D0B650FE"/>
    <w:lvl w:ilvl="0" w:tplc="853A9306">
      <w:start w:val="1"/>
      <w:numFmt w:val="decimal"/>
      <w:lvlText w:val="%1."/>
      <w:lvlJc w:val="left"/>
      <w:pPr>
        <w:tabs>
          <w:tab w:val="num" w:pos="1698"/>
        </w:tabs>
        <w:ind w:left="1698" w:hanging="990"/>
      </w:pPr>
      <w:rPr>
        <w:rFonts w:cs="Times New Roman" w:hint="default"/>
      </w:rPr>
    </w:lvl>
    <w:lvl w:ilvl="1" w:tplc="04220019">
      <w:start w:val="1"/>
      <w:numFmt w:val="lowerLetter"/>
      <w:lvlText w:val="%2."/>
      <w:lvlJc w:val="left"/>
      <w:pPr>
        <w:tabs>
          <w:tab w:val="num" w:pos="1788"/>
        </w:tabs>
        <w:ind w:left="1788" w:hanging="360"/>
      </w:pPr>
      <w:rPr>
        <w:rFonts w:cs="Times New Roman"/>
      </w:rPr>
    </w:lvl>
    <w:lvl w:ilvl="2" w:tplc="0422001B">
      <w:start w:val="1"/>
      <w:numFmt w:val="lowerRoman"/>
      <w:lvlText w:val="%3."/>
      <w:lvlJc w:val="right"/>
      <w:pPr>
        <w:tabs>
          <w:tab w:val="num" w:pos="2508"/>
        </w:tabs>
        <w:ind w:left="2508" w:hanging="180"/>
      </w:pPr>
      <w:rPr>
        <w:rFonts w:cs="Times New Roman"/>
      </w:rPr>
    </w:lvl>
    <w:lvl w:ilvl="3" w:tplc="0422000F">
      <w:start w:val="1"/>
      <w:numFmt w:val="decimal"/>
      <w:lvlText w:val="%4."/>
      <w:lvlJc w:val="left"/>
      <w:pPr>
        <w:tabs>
          <w:tab w:val="num" w:pos="3228"/>
        </w:tabs>
        <w:ind w:left="3228" w:hanging="360"/>
      </w:pPr>
      <w:rPr>
        <w:rFonts w:cs="Times New Roman"/>
      </w:rPr>
    </w:lvl>
    <w:lvl w:ilvl="4" w:tplc="04220019">
      <w:start w:val="1"/>
      <w:numFmt w:val="lowerLetter"/>
      <w:lvlText w:val="%5."/>
      <w:lvlJc w:val="left"/>
      <w:pPr>
        <w:tabs>
          <w:tab w:val="num" w:pos="3948"/>
        </w:tabs>
        <w:ind w:left="3948" w:hanging="360"/>
      </w:pPr>
      <w:rPr>
        <w:rFonts w:cs="Times New Roman"/>
      </w:rPr>
    </w:lvl>
    <w:lvl w:ilvl="5" w:tplc="0422001B">
      <w:start w:val="1"/>
      <w:numFmt w:val="lowerRoman"/>
      <w:lvlText w:val="%6."/>
      <w:lvlJc w:val="right"/>
      <w:pPr>
        <w:tabs>
          <w:tab w:val="num" w:pos="4668"/>
        </w:tabs>
        <w:ind w:left="4668" w:hanging="180"/>
      </w:pPr>
      <w:rPr>
        <w:rFonts w:cs="Times New Roman"/>
      </w:rPr>
    </w:lvl>
    <w:lvl w:ilvl="6" w:tplc="0422000F">
      <w:start w:val="1"/>
      <w:numFmt w:val="decimal"/>
      <w:lvlText w:val="%7."/>
      <w:lvlJc w:val="left"/>
      <w:pPr>
        <w:tabs>
          <w:tab w:val="num" w:pos="5388"/>
        </w:tabs>
        <w:ind w:left="5388" w:hanging="360"/>
      </w:pPr>
      <w:rPr>
        <w:rFonts w:cs="Times New Roman"/>
      </w:rPr>
    </w:lvl>
    <w:lvl w:ilvl="7" w:tplc="04220019">
      <w:start w:val="1"/>
      <w:numFmt w:val="lowerLetter"/>
      <w:lvlText w:val="%8."/>
      <w:lvlJc w:val="left"/>
      <w:pPr>
        <w:tabs>
          <w:tab w:val="num" w:pos="6108"/>
        </w:tabs>
        <w:ind w:left="6108" w:hanging="360"/>
      </w:pPr>
      <w:rPr>
        <w:rFonts w:cs="Times New Roman"/>
      </w:rPr>
    </w:lvl>
    <w:lvl w:ilvl="8" w:tplc="0422001B">
      <w:start w:val="1"/>
      <w:numFmt w:val="lowerRoman"/>
      <w:lvlText w:val="%9."/>
      <w:lvlJc w:val="right"/>
      <w:pPr>
        <w:tabs>
          <w:tab w:val="num" w:pos="6828"/>
        </w:tabs>
        <w:ind w:left="6828" w:hanging="180"/>
      </w:pPr>
      <w:rPr>
        <w:rFonts w:cs="Times New Roman"/>
      </w:rPr>
    </w:lvl>
  </w:abstractNum>
  <w:abstractNum w:abstractNumId="3">
    <w:nsid w:val="0E835F7E"/>
    <w:multiLevelType w:val="hybridMultilevel"/>
    <w:tmpl w:val="42484C4E"/>
    <w:lvl w:ilvl="0" w:tplc="BBAA1596">
      <w:start w:val="1"/>
      <w:numFmt w:val="decimal"/>
      <w:lvlText w:val="%1."/>
      <w:lvlJc w:val="left"/>
      <w:pPr>
        <w:tabs>
          <w:tab w:val="num" w:pos="1068"/>
        </w:tabs>
        <w:ind w:left="1068" w:hanging="360"/>
      </w:pPr>
      <w:rPr>
        <w:rFonts w:ascii="Times New Roman" w:eastAsia="Times New Roman" w:hAnsi="Times New Roman" w:cs="Times New Roman"/>
      </w:rPr>
    </w:lvl>
    <w:lvl w:ilvl="1" w:tplc="04220019">
      <w:start w:val="1"/>
      <w:numFmt w:val="lowerLetter"/>
      <w:lvlText w:val="%2."/>
      <w:lvlJc w:val="left"/>
      <w:pPr>
        <w:tabs>
          <w:tab w:val="num" w:pos="1788"/>
        </w:tabs>
        <w:ind w:left="1788" w:hanging="360"/>
      </w:pPr>
      <w:rPr>
        <w:rFonts w:cs="Times New Roman"/>
      </w:rPr>
    </w:lvl>
    <w:lvl w:ilvl="2" w:tplc="0422001B">
      <w:start w:val="1"/>
      <w:numFmt w:val="lowerRoman"/>
      <w:lvlText w:val="%3."/>
      <w:lvlJc w:val="right"/>
      <w:pPr>
        <w:tabs>
          <w:tab w:val="num" w:pos="2508"/>
        </w:tabs>
        <w:ind w:left="2508" w:hanging="180"/>
      </w:pPr>
      <w:rPr>
        <w:rFonts w:cs="Times New Roman"/>
      </w:rPr>
    </w:lvl>
    <w:lvl w:ilvl="3" w:tplc="0422000F">
      <w:start w:val="1"/>
      <w:numFmt w:val="decimal"/>
      <w:lvlText w:val="%4."/>
      <w:lvlJc w:val="left"/>
      <w:pPr>
        <w:tabs>
          <w:tab w:val="num" w:pos="3228"/>
        </w:tabs>
        <w:ind w:left="3228" w:hanging="360"/>
      </w:pPr>
      <w:rPr>
        <w:rFonts w:cs="Times New Roman"/>
      </w:rPr>
    </w:lvl>
    <w:lvl w:ilvl="4" w:tplc="04220019">
      <w:start w:val="1"/>
      <w:numFmt w:val="lowerLetter"/>
      <w:lvlText w:val="%5."/>
      <w:lvlJc w:val="left"/>
      <w:pPr>
        <w:tabs>
          <w:tab w:val="num" w:pos="3948"/>
        </w:tabs>
        <w:ind w:left="3948" w:hanging="360"/>
      </w:pPr>
      <w:rPr>
        <w:rFonts w:cs="Times New Roman"/>
      </w:rPr>
    </w:lvl>
    <w:lvl w:ilvl="5" w:tplc="0422001B">
      <w:start w:val="1"/>
      <w:numFmt w:val="lowerRoman"/>
      <w:lvlText w:val="%6."/>
      <w:lvlJc w:val="right"/>
      <w:pPr>
        <w:tabs>
          <w:tab w:val="num" w:pos="4668"/>
        </w:tabs>
        <w:ind w:left="4668" w:hanging="180"/>
      </w:pPr>
      <w:rPr>
        <w:rFonts w:cs="Times New Roman"/>
      </w:rPr>
    </w:lvl>
    <w:lvl w:ilvl="6" w:tplc="0422000F">
      <w:start w:val="1"/>
      <w:numFmt w:val="decimal"/>
      <w:lvlText w:val="%7."/>
      <w:lvlJc w:val="left"/>
      <w:pPr>
        <w:tabs>
          <w:tab w:val="num" w:pos="5388"/>
        </w:tabs>
        <w:ind w:left="5388" w:hanging="360"/>
      </w:pPr>
      <w:rPr>
        <w:rFonts w:cs="Times New Roman"/>
      </w:rPr>
    </w:lvl>
    <w:lvl w:ilvl="7" w:tplc="04220019">
      <w:start w:val="1"/>
      <w:numFmt w:val="lowerLetter"/>
      <w:lvlText w:val="%8."/>
      <w:lvlJc w:val="left"/>
      <w:pPr>
        <w:tabs>
          <w:tab w:val="num" w:pos="6108"/>
        </w:tabs>
        <w:ind w:left="6108" w:hanging="360"/>
      </w:pPr>
      <w:rPr>
        <w:rFonts w:cs="Times New Roman"/>
      </w:rPr>
    </w:lvl>
    <w:lvl w:ilvl="8" w:tplc="0422001B">
      <w:start w:val="1"/>
      <w:numFmt w:val="lowerRoman"/>
      <w:lvlText w:val="%9."/>
      <w:lvlJc w:val="right"/>
      <w:pPr>
        <w:tabs>
          <w:tab w:val="num" w:pos="6828"/>
        </w:tabs>
        <w:ind w:left="6828" w:hanging="180"/>
      </w:pPr>
      <w:rPr>
        <w:rFonts w:cs="Times New Roman"/>
      </w:rPr>
    </w:lvl>
  </w:abstractNum>
  <w:abstractNum w:abstractNumId="4">
    <w:nsid w:val="20AE7360"/>
    <w:multiLevelType w:val="hybridMultilevel"/>
    <w:tmpl w:val="E7B84254"/>
    <w:lvl w:ilvl="0" w:tplc="0568A322">
      <w:start w:val="1"/>
      <w:numFmt w:val="decimal"/>
      <w:lvlText w:val="%1."/>
      <w:lvlJc w:val="left"/>
      <w:pPr>
        <w:tabs>
          <w:tab w:val="num" w:pos="1758"/>
        </w:tabs>
        <w:ind w:left="1758" w:hanging="1050"/>
      </w:pPr>
      <w:rPr>
        <w:rFonts w:cs="Times New Roman" w:hint="default"/>
      </w:rPr>
    </w:lvl>
    <w:lvl w:ilvl="1" w:tplc="04220019">
      <w:start w:val="1"/>
      <w:numFmt w:val="lowerLetter"/>
      <w:lvlText w:val="%2."/>
      <w:lvlJc w:val="left"/>
      <w:pPr>
        <w:tabs>
          <w:tab w:val="num" w:pos="1788"/>
        </w:tabs>
        <w:ind w:left="1788" w:hanging="360"/>
      </w:pPr>
      <w:rPr>
        <w:rFonts w:cs="Times New Roman"/>
      </w:rPr>
    </w:lvl>
    <w:lvl w:ilvl="2" w:tplc="0422001B">
      <w:start w:val="1"/>
      <w:numFmt w:val="lowerRoman"/>
      <w:lvlText w:val="%3."/>
      <w:lvlJc w:val="right"/>
      <w:pPr>
        <w:tabs>
          <w:tab w:val="num" w:pos="2508"/>
        </w:tabs>
        <w:ind w:left="2508" w:hanging="180"/>
      </w:pPr>
      <w:rPr>
        <w:rFonts w:cs="Times New Roman"/>
      </w:rPr>
    </w:lvl>
    <w:lvl w:ilvl="3" w:tplc="0422000F">
      <w:start w:val="1"/>
      <w:numFmt w:val="decimal"/>
      <w:lvlText w:val="%4."/>
      <w:lvlJc w:val="left"/>
      <w:pPr>
        <w:tabs>
          <w:tab w:val="num" w:pos="3228"/>
        </w:tabs>
        <w:ind w:left="3228" w:hanging="360"/>
      </w:pPr>
      <w:rPr>
        <w:rFonts w:cs="Times New Roman"/>
      </w:rPr>
    </w:lvl>
    <w:lvl w:ilvl="4" w:tplc="04220019">
      <w:start w:val="1"/>
      <w:numFmt w:val="lowerLetter"/>
      <w:lvlText w:val="%5."/>
      <w:lvlJc w:val="left"/>
      <w:pPr>
        <w:tabs>
          <w:tab w:val="num" w:pos="3948"/>
        </w:tabs>
        <w:ind w:left="3948" w:hanging="360"/>
      </w:pPr>
      <w:rPr>
        <w:rFonts w:cs="Times New Roman"/>
      </w:rPr>
    </w:lvl>
    <w:lvl w:ilvl="5" w:tplc="0422001B">
      <w:start w:val="1"/>
      <w:numFmt w:val="lowerRoman"/>
      <w:lvlText w:val="%6."/>
      <w:lvlJc w:val="right"/>
      <w:pPr>
        <w:tabs>
          <w:tab w:val="num" w:pos="4668"/>
        </w:tabs>
        <w:ind w:left="4668" w:hanging="180"/>
      </w:pPr>
      <w:rPr>
        <w:rFonts w:cs="Times New Roman"/>
      </w:rPr>
    </w:lvl>
    <w:lvl w:ilvl="6" w:tplc="0422000F">
      <w:start w:val="1"/>
      <w:numFmt w:val="decimal"/>
      <w:lvlText w:val="%7."/>
      <w:lvlJc w:val="left"/>
      <w:pPr>
        <w:tabs>
          <w:tab w:val="num" w:pos="5388"/>
        </w:tabs>
        <w:ind w:left="5388" w:hanging="360"/>
      </w:pPr>
      <w:rPr>
        <w:rFonts w:cs="Times New Roman"/>
      </w:rPr>
    </w:lvl>
    <w:lvl w:ilvl="7" w:tplc="04220019">
      <w:start w:val="1"/>
      <w:numFmt w:val="lowerLetter"/>
      <w:lvlText w:val="%8."/>
      <w:lvlJc w:val="left"/>
      <w:pPr>
        <w:tabs>
          <w:tab w:val="num" w:pos="6108"/>
        </w:tabs>
        <w:ind w:left="6108" w:hanging="360"/>
      </w:pPr>
      <w:rPr>
        <w:rFonts w:cs="Times New Roman"/>
      </w:rPr>
    </w:lvl>
    <w:lvl w:ilvl="8" w:tplc="0422001B">
      <w:start w:val="1"/>
      <w:numFmt w:val="lowerRoman"/>
      <w:lvlText w:val="%9."/>
      <w:lvlJc w:val="right"/>
      <w:pPr>
        <w:tabs>
          <w:tab w:val="num" w:pos="6828"/>
        </w:tabs>
        <w:ind w:left="6828" w:hanging="180"/>
      </w:pPr>
      <w:rPr>
        <w:rFonts w:cs="Times New Roman"/>
      </w:rPr>
    </w:lvl>
  </w:abstractNum>
  <w:abstractNum w:abstractNumId="5">
    <w:nsid w:val="22A67F1E"/>
    <w:multiLevelType w:val="hybridMultilevel"/>
    <w:tmpl w:val="2E18B706"/>
    <w:lvl w:ilvl="0" w:tplc="0422000F">
      <w:start w:val="1"/>
      <w:numFmt w:val="decimal"/>
      <w:lvlText w:val="%1."/>
      <w:lvlJc w:val="left"/>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6">
    <w:nsid w:val="2459326E"/>
    <w:multiLevelType w:val="hybridMultilevel"/>
    <w:tmpl w:val="E4566886"/>
    <w:lvl w:ilvl="0" w:tplc="0422000F">
      <w:start w:val="1"/>
      <w:numFmt w:val="decimal"/>
      <w:lvlText w:val="%1."/>
      <w:lvlJc w:val="left"/>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7">
    <w:nsid w:val="25107E65"/>
    <w:multiLevelType w:val="multilevel"/>
    <w:tmpl w:val="7520EE6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nsid w:val="2B761AC5"/>
    <w:multiLevelType w:val="hybridMultilevel"/>
    <w:tmpl w:val="D1763340"/>
    <w:lvl w:ilvl="0" w:tplc="0422000F">
      <w:start w:val="1"/>
      <w:numFmt w:val="decimal"/>
      <w:lvlText w:val="%1."/>
      <w:lvlJc w:val="left"/>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9">
    <w:nsid w:val="3D732EFC"/>
    <w:multiLevelType w:val="hybridMultilevel"/>
    <w:tmpl w:val="6666D04A"/>
    <w:lvl w:ilvl="0" w:tplc="03620A10">
      <w:start w:val="1"/>
      <w:numFmt w:val="decimal"/>
      <w:lvlText w:val="%1."/>
      <w:lvlJc w:val="left"/>
      <w:pPr>
        <w:tabs>
          <w:tab w:val="num" w:pos="1698"/>
        </w:tabs>
        <w:ind w:left="1698" w:hanging="990"/>
      </w:pPr>
      <w:rPr>
        <w:rFonts w:cs="Times New Roman" w:hint="default"/>
      </w:rPr>
    </w:lvl>
    <w:lvl w:ilvl="1" w:tplc="04220019">
      <w:start w:val="1"/>
      <w:numFmt w:val="lowerLetter"/>
      <w:lvlText w:val="%2."/>
      <w:lvlJc w:val="left"/>
      <w:pPr>
        <w:tabs>
          <w:tab w:val="num" w:pos="1788"/>
        </w:tabs>
        <w:ind w:left="1788" w:hanging="360"/>
      </w:pPr>
      <w:rPr>
        <w:rFonts w:cs="Times New Roman"/>
      </w:rPr>
    </w:lvl>
    <w:lvl w:ilvl="2" w:tplc="0422001B">
      <w:start w:val="1"/>
      <w:numFmt w:val="lowerRoman"/>
      <w:lvlText w:val="%3."/>
      <w:lvlJc w:val="right"/>
      <w:pPr>
        <w:tabs>
          <w:tab w:val="num" w:pos="2508"/>
        </w:tabs>
        <w:ind w:left="2508" w:hanging="180"/>
      </w:pPr>
      <w:rPr>
        <w:rFonts w:cs="Times New Roman"/>
      </w:rPr>
    </w:lvl>
    <w:lvl w:ilvl="3" w:tplc="0422000F">
      <w:start w:val="1"/>
      <w:numFmt w:val="decimal"/>
      <w:lvlText w:val="%4."/>
      <w:lvlJc w:val="left"/>
      <w:pPr>
        <w:tabs>
          <w:tab w:val="num" w:pos="3228"/>
        </w:tabs>
        <w:ind w:left="3228" w:hanging="360"/>
      </w:pPr>
      <w:rPr>
        <w:rFonts w:cs="Times New Roman"/>
      </w:rPr>
    </w:lvl>
    <w:lvl w:ilvl="4" w:tplc="04220019">
      <w:start w:val="1"/>
      <w:numFmt w:val="lowerLetter"/>
      <w:lvlText w:val="%5."/>
      <w:lvlJc w:val="left"/>
      <w:pPr>
        <w:tabs>
          <w:tab w:val="num" w:pos="3948"/>
        </w:tabs>
        <w:ind w:left="3948" w:hanging="360"/>
      </w:pPr>
      <w:rPr>
        <w:rFonts w:cs="Times New Roman"/>
      </w:rPr>
    </w:lvl>
    <w:lvl w:ilvl="5" w:tplc="0422001B">
      <w:start w:val="1"/>
      <w:numFmt w:val="lowerRoman"/>
      <w:lvlText w:val="%6."/>
      <w:lvlJc w:val="right"/>
      <w:pPr>
        <w:tabs>
          <w:tab w:val="num" w:pos="4668"/>
        </w:tabs>
        <w:ind w:left="4668" w:hanging="180"/>
      </w:pPr>
      <w:rPr>
        <w:rFonts w:cs="Times New Roman"/>
      </w:rPr>
    </w:lvl>
    <w:lvl w:ilvl="6" w:tplc="0422000F">
      <w:start w:val="1"/>
      <w:numFmt w:val="decimal"/>
      <w:lvlText w:val="%7."/>
      <w:lvlJc w:val="left"/>
      <w:pPr>
        <w:tabs>
          <w:tab w:val="num" w:pos="5388"/>
        </w:tabs>
        <w:ind w:left="5388" w:hanging="360"/>
      </w:pPr>
      <w:rPr>
        <w:rFonts w:cs="Times New Roman"/>
      </w:rPr>
    </w:lvl>
    <w:lvl w:ilvl="7" w:tplc="04220019">
      <w:start w:val="1"/>
      <w:numFmt w:val="lowerLetter"/>
      <w:lvlText w:val="%8."/>
      <w:lvlJc w:val="left"/>
      <w:pPr>
        <w:tabs>
          <w:tab w:val="num" w:pos="6108"/>
        </w:tabs>
        <w:ind w:left="6108" w:hanging="360"/>
      </w:pPr>
      <w:rPr>
        <w:rFonts w:cs="Times New Roman"/>
      </w:rPr>
    </w:lvl>
    <w:lvl w:ilvl="8" w:tplc="0422001B">
      <w:start w:val="1"/>
      <w:numFmt w:val="lowerRoman"/>
      <w:lvlText w:val="%9."/>
      <w:lvlJc w:val="right"/>
      <w:pPr>
        <w:tabs>
          <w:tab w:val="num" w:pos="6828"/>
        </w:tabs>
        <w:ind w:left="6828" w:hanging="180"/>
      </w:pPr>
      <w:rPr>
        <w:rFonts w:cs="Times New Roman"/>
      </w:rPr>
    </w:lvl>
  </w:abstractNum>
  <w:abstractNum w:abstractNumId="10">
    <w:nsid w:val="48494C83"/>
    <w:multiLevelType w:val="hybridMultilevel"/>
    <w:tmpl w:val="21FC1BE6"/>
    <w:lvl w:ilvl="0" w:tplc="22BA9E44">
      <w:start w:val="1"/>
      <w:numFmt w:val="decimal"/>
      <w:lvlText w:val="%1."/>
      <w:lvlJc w:val="left"/>
      <w:pPr>
        <w:ind w:left="1068" w:hanging="360"/>
      </w:pPr>
      <w:rPr>
        <w:rFonts w:cs="Times New Roman" w:hint="default"/>
      </w:rPr>
    </w:lvl>
    <w:lvl w:ilvl="1" w:tplc="04220019">
      <w:start w:val="1"/>
      <w:numFmt w:val="lowerLetter"/>
      <w:lvlText w:val="%2."/>
      <w:lvlJc w:val="left"/>
      <w:pPr>
        <w:ind w:left="1788" w:hanging="360"/>
      </w:pPr>
      <w:rPr>
        <w:rFonts w:cs="Times New Roman"/>
      </w:rPr>
    </w:lvl>
    <w:lvl w:ilvl="2" w:tplc="0422001B">
      <w:start w:val="1"/>
      <w:numFmt w:val="lowerRoman"/>
      <w:lvlText w:val="%3."/>
      <w:lvlJc w:val="right"/>
      <w:pPr>
        <w:ind w:left="2508" w:hanging="180"/>
      </w:pPr>
      <w:rPr>
        <w:rFonts w:cs="Times New Roman"/>
      </w:rPr>
    </w:lvl>
    <w:lvl w:ilvl="3" w:tplc="0422000F">
      <w:start w:val="1"/>
      <w:numFmt w:val="decimal"/>
      <w:lvlText w:val="%4."/>
      <w:lvlJc w:val="left"/>
      <w:pPr>
        <w:ind w:left="3228" w:hanging="360"/>
      </w:pPr>
      <w:rPr>
        <w:rFonts w:cs="Times New Roman"/>
      </w:rPr>
    </w:lvl>
    <w:lvl w:ilvl="4" w:tplc="04220019">
      <w:start w:val="1"/>
      <w:numFmt w:val="lowerLetter"/>
      <w:lvlText w:val="%5."/>
      <w:lvlJc w:val="left"/>
      <w:pPr>
        <w:ind w:left="3948" w:hanging="360"/>
      </w:pPr>
      <w:rPr>
        <w:rFonts w:cs="Times New Roman"/>
      </w:rPr>
    </w:lvl>
    <w:lvl w:ilvl="5" w:tplc="0422001B">
      <w:start w:val="1"/>
      <w:numFmt w:val="lowerRoman"/>
      <w:lvlText w:val="%6."/>
      <w:lvlJc w:val="right"/>
      <w:pPr>
        <w:ind w:left="4668" w:hanging="180"/>
      </w:pPr>
      <w:rPr>
        <w:rFonts w:cs="Times New Roman"/>
      </w:rPr>
    </w:lvl>
    <w:lvl w:ilvl="6" w:tplc="0422000F">
      <w:start w:val="1"/>
      <w:numFmt w:val="decimal"/>
      <w:lvlText w:val="%7."/>
      <w:lvlJc w:val="left"/>
      <w:pPr>
        <w:ind w:left="5388" w:hanging="360"/>
      </w:pPr>
      <w:rPr>
        <w:rFonts w:cs="Times New Roman"/>
      </w:rPr>
    </w:lvl>
    <w:lvl w:ilvl="7" w:tplc="04220019">
      <w:start w:val="1"/>
      <w:numFmt w:val="lowerLetter"/>
      <w:lvlText w:val="%8."/>
      <w:lvlJc w:val="left"/>
      <w:pPr>
        <w:ind w:left="6108" w:hanging="360"/>
      </w:pPr>
      <w:rPr>
        <w:rFonts w:cs="Times New Roman"/>
      </w:rPr>
    </w:lvl>
    <w:lvl w:ilvl="8" w:tplc="0422001B">
      <w:start w:val="1"/>
      <w:numFmt w:val="lowerRoman"/>
      <w:lvlText w:val="%9."/>
      <w:lvlJc w:val="right"/>
      <w:pPr>
        <w:ind w:left="6828" w:hanging="180"/>
      </w:pPr>
      <w:rPr>
        <w:rFonts w:cs="Times New Roman"/>
      </w:rPr>
    </w:lvl>
  </w:abstractNum>
  <w:abstractNum w:abstractNumId="11">
    <w:nsid w:val="526E7B22"/>
    <w:multiLevelType w:val="hybridMultilevel"/>
    <w:tmpl w:val="9552D0E0"/>
    <w:lvl w:ilvl="0" w:tplc="0422000F">
      <w:start w:val="1"/>
      <w:numFmt w:val="decimal"/>
      <w:lvlText w:val="%1."/>
      <w:lvlJc w:val="left"/>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2">
    <w:nsid w:val="658E4F4B"/>
    <w:multiLevelType w:val="hybridMultilevel"/>
    <w:tmpl w:val="70422C30"/>
    <w:lvl w:ilvl="0" w:tplc="CFEE6080">
      <w:start w:val="9"/>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67637FC5"/>
    <w:multiLevelType w:val="hybridMultilevel"/>
    <w:tmpl w:val="2DBE50C4"/>
    <w:lvl w:ilvl="0" w:tplc="4784F046">
      <w:start w:val="1"/>
      <w:numFmt w:val="decimal"/>
      <w:lvlText w:val="%1."/>
      <w:lvlJc w:val="left"/>
      <w:pPr>
        <w:ind w:left="1065" w:hanging="360"/>
      </w:pPr>
      <w:rPr>
        <w:rFonts w:cs="Times New Roman" w:hint="default"/>
      </w:rPr>
    </w:lvl>
    <w:lvl w:ilvl="1" w:tplc="04190019">
      <w:start w:val="1"/>
      <w:numFmt w:val="lowerLetter"/>
      <w:lvlText w:val="%2."/>
      <w:lvlJc w:val="left"/>
      <w:pPr>
        <w:ind w:left="1785" w:hanging="360"/>
      </w:pPr>
      <w:rPr>
        <w:rFonts w:cs="Times New Roman"/>
      </w:rPr>
    </w:lvl>
    <w:lvl w:ilvl="2" w:tplc="0419001B">
      <w:start w:val="1"/>
      <w:numFmt w:val="lowerRoman"/>
      <w:lvlText w:val="%3."/>
      <w:lvlJc w:val="right"/>
      <w:pPr>
        <w:ind w:left="2505" w:hanging="180"/>
      </w:pPr>
      <w:rPr>
        <w:rFonts w:cs="Times New Roman"/>
      </w:rPr>
    </w:lvl>
    <w:lvl w:ilvl="3" w:tplc="0419000F">
      <w:start w:val="1"/>
      <w:numFmt w:val="decimal"/>
      <w:lvlText w:val="%4."/>
      <w:lvlJc w:val="left"/>
      <w:pPr>
        <w:ind w:left="3225" w:hanging="360"/>
      </w:pPr>
      <w:rPr>
        <w:rFonts w:cs="Times New Roman"/>
      </w:rPr>
    </w:lvl>
    <w:lvl w:ilvl="4" w:tplc="04190019">
      <w:start w:val="1"/>
      <w:numFmt w:val="lowerLetter"/>
      <w:lvlText w:val="%5."/>
      <w:lvlJc w:val="left"/>
      <w:pPr>
        <w:ind w:left="3945" w:hanging="360"/>
      </w:pPr>
      <w:rPr>
        <w:rFonts w:cs="Times New Roman"/>
      </w:rPr>
    </w:lvl>
    <w:lvl w:ilvl="5" w:tplc="0419001B">
      <w:start w:val="1"/>
      <w:numFmt w:val="lowerRoman"/>
      <w:lvlText w:val="%6."/>
      <w:lvlJc w:val="right"/>
      <w:pPr>
        <w:ind w:left="4665" w:hanging="180"/>
      </w:pPr>
      <w:rPr>
        <w:rFonts w:cs="Times New Roman"/>
      </w:rPr>
    </w:lvl>
    <w:lvl w:ilvl="6" w:tplc="0419000F">
      <w:start w:val="1"/>
      <w:numFmt w:val="decimal"/>
      <w:lvlText w:val="%7."/>
      <w:lvlJc w:val="left"/>
      <w:pPr>
        <w:ind w:left="5385" w:hanging="360"/>
      </w:pPr>
      <w:rPr>
        <w:rFonts w:cs="Times New Roman"/>
      </w:rPr>
    </w:lvl>
    <w:lvl w:ilvl="7" w:tplc="04190019">
      <w:start w:val="1"/>
      <w:numFmt w:val="lowerLetter"/>
      <w:lvlText w:val="%8."/>
      <w:lvlJc w:val="left"/>
      <w:pPr>
        <w:ind w:left="6105" w:hanging="360"/>
      </w:pPr>
      <w:rPr>
        <w:rFonts w:cs="Times New Roman"/>
      </w:rPr>
    </w:lvl>
    <w:lvl w:ilvl="8" w:tplc="0419001B">
      <w:start w:val="1"/>
      <w:numFmt w:val="lowerRoman"/>
      <w:lvlText w:val="%9."/>
      <w:lvlJc w:val="right"/>
      <w:pPr>
        <w:ind w:left="6825" w:hanging="180"/>
      </w:pPr>
      <w:rPr>
        <w:rFonts w:cs="Times New Roman"/>
      </w:rPr>
    </w:lvl>
  </w:abstractNum>
  <w:num w:numId="1">
    <w:abstractNumId w:val="12"/>
  </w:num>
  <w:num w:numId="2">
    <w:abstractNumId w:val="7"/>
  </w:num>
  <w:num w:numId="3">
    <w:abstractNumId w:val="13"/>
  </w:num>
  <w:num w:numId="4">
    <w:abstractNumId w:val="6"/>
  </w:num>
  <w:num w:numId="5">
    <w:abstractNumId w:val="11"/>
  </w:num>
  <w:num w:numId="6">
    <w:abstractNumId w:val="1"/>
  </w:num>
  <w:num w:numId="7">
    <w:abstractNumId w:val="0"/>
  </w:num>
  <w:num w:numId="8">
    <w:abstractNumId w:val="8"/>
  </w:num>
  <w:num w:numId="9">
    <w:abstractNumId w:val="5"/>
  </w:num>
  <w:num w:numId="10">
    <w:abstractNumId w:val="10"/>
  </w:num>
  <w:num w:numId="11">
    <w:abstractNumId w:val="2"/>
  </w:num>
  <w:num w:numId="12">
    <w:abstractNumId w:val="9"/>
  </w:num>
  <w:num w:numId="13">
    <w:abstractNumId w:val="3"/>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2859"/>
    <w:rsid w:val="0000019B"/>
    <w:rsid w:val="00000B60"/>
    <w:rsid w:val="00014D3A"/>
    <w:rsid w:val="000159EE"/>
    <w:rsid w:val="000372A3"/>
    <w:rsid w:val="00041CFE"/>
    <w:rsid w:val="00045AE4"/>
    <w:rsid w:val="00052A06"/>
    <w:rsid w:val="00064607"/>
    <w:rsid w:val="00081554"/>
    <w:rsid w:val="00084CE0"/>
    <w:rsid w:val="00086EF1"/>
    <w:rsid w:val="000966E9"/>
    <w:rsid w:val="00097F34"/>
    <w:rsid w:val="000A198B"/>
    <w:rsid w:val="000A1F9E"/>
    <w:rsid w:val="000A590C"/>
    <w:rsid w:val="000B0136"/>
    <w:rsid w:val="000B5603"/>
    <w:rsid w:val="000C27D3"/>
    <w:rsid w:val="000C3BDE"/>
    <w:rsid w:val="000E1B8D"/>
    <w:rsid w:val="000E6E30"/>
    <w:rsid w:val="00104719"/>
    <w:rsid w:val="001242A6"/>
    <w:rsid w:val="00124F81"/>
    <w:rsid w:val="00126AE9"/>
    <w:rsid w:val="001532A2"/>
    <w:rsid w:val="001564B6"/>
    <w:rsid w:val="00174C8E"/>
    <w:rsid w:val="00181419"/>
    <w:rsid w:val="001A0846"/>
    <w:rsid w:val="001A0F77"/>
    <w:rsid w:val="001A2A11"/>
    <w:rsid w:val="001B27D9"/>
    <w:rsid w:val="001B2B76"/>
    <w:rsid w:val="001B46DB"/>
    <w:rsid w:val="001B4896"/>
    <w:rsid w:val="001C2FC5"/>
    <w:rsid w:val="001D280D"/>
    <w:rsid w:val="001D40CB"/>
    <w:rsid w:val="001D4C0E"/>
    <w:rsid w:val="001E2E86"/>
    <w:rsid w:val="001E33F7"/>
    <w:rsid w:val="001E73A0"/>
    <w:rsid w:val="00203FC6"/>
    <w:rsid w:val="0020505B"/>
    <w:rsid w:val="00207A9C"/>
    <w:rsid w:val="0021454F"/>
    <w:rsid w:val="00214E6A"/>
    <w:rsid w:val="00230673"/>
    <w:rsid w:val="002371F3"/>
    <w:rsid w:val="00242A69"/>
    <w:rsid w:val="002440E2"/>
    <w:rsid w:val="00250B1C"/>
    <w:rsid w:val="00263992"/>
    <w:rsid w:val="00267D62"/>
    <w:rsid w:val="00267DAC"/>
    <w:rsid w:val="002736C0"/>
    <w:rsid w:val="00290D42"/>
    <w:rsid w:val="002956E1"/>
    <w:rsid w:val="002B40F8"/>
    <w:rsid w:val="002B68AD"/>
    <w:rsid w:val="002B738D"/>
    <w:rsid w:val="002C7A7B"/>
    <w:rsid w:val="002D2634"/>
    <w:rsid w:val="002D318C"/>
    <w:rsid w:val="002D464B"/>
    <w:rsid w:val="002F70A8"/>
    <w:rsid w:val="0030463E"/>
    <w:rsid w:val="003051CF"/>
    <w:rsid w:val="003056B9"/>
    <w:rsid w:val="0031016B"/>
    <w:rsid w:val="00322B3D"/>
    <w:rsid w:val="003249B6"/>
    <w:rsid w:val="00324B93"/>
    <w:rsid w:val="00326197"/>
    <w:rsid w:val="003264C2"/>
    <w:rsid w:val="0033132A"/>
    <w:rsid w:val="00331B0D"/>
    <w:rsid w:val="00334533"/>
    <w:rsid w:val="00347EEE"/>
    <w:rsid w:val="003524DB"/>
    <w:rsid w:val="0036030C"/>
    <w:rsid w:val="00362C91"/>
    <w:rsid w:val="00392A23"/>
    <w:rsid w:val="003931CC"/>
    <w:rsid w:val="00395EAC"/>
    <w:rsid w:val="003A5BF4"/>
    <w:rsid w:val="003B71C5"/>
    <w:rsid w:val="003B7375"/>
    <w:rsid w:val="003C2251"/>
    <w:rsid w:val="003C2CD5"/>
    <w:rsid w:val="003D7C34"/>
    <w:rsid w:val="00411769"/>
    <w:rsid w:val="004162A9"/>
    <w:rsid w:val="00420B90"/>
    <w:rsid w:val="00427F59"/>
    <w:rsid w:val="004348C0"/>
    <w:rsid w:val="004363F4"/>
    <w:rsid w:val="00445210"/>
    <w:rsid w:val="00450964"/>
    <w:rsid w:val="00453B40"/>
    <w:rsid w:val="0046446B"/>
    <w:rsid w:val="00465B6C"/>
    <w:rsid w:val="0047728A"/>
    <w:rsid w:val="004809EE"/>
    <w:rsid w:val="004830E2"/>
    <w:rsid w:val="00485192"/>
    <w:rsid w:val="00487B29"/>
    <w:rsid w:val="00491A82"/>
    <w:rsid w:val="00495BC7"/>
    <w:rsid w:val="0049750D"/>
    <w:rsid w:val="004B6625"/>
    <w:rsid w:val="004B7D91"/>
    <w:rsid w:val="004C12B4"/>
    <w:rsid w:val="004C5E84"/>
    <w:rsid w:val="004C69E1"/>
    <w:rsid w:val="004E08C7"/>
    <w:rsid w:val="004F1A4F"/>
    <w:rsid w:val="004F2801"/>
    <w:rsid w:val="004F3FEE"/>
    <w:rsid w:val="005043D7"/>
    <w:rsid w:val="00523259"/>
    <w:rsid w:val="00533CA9"/>
    <w:rsid w:val="00551427"/>
    <w:rsid w:val="0055607E"/>
    <w:rsid w:val="0057060C"/>
    <w:rsid w:val="0057525C"/>
    <w:rsid w:val="00577CE4"/>
    <w:rsid w:val="0058104A"/>
    <w:rsid w:val="005833A1"/>
    <w:rsid w:val="005905AD"/>
    <w:rsid w:val="00593509"/>
    <w:rsid w:val="0059595D"/>
    <w:rsid w:val="005A19B3"/>
    <w:rsid w:val="005A54F3"/>
    <w:rsid w:val="005A7FBD"/>
    <w:rsid w:val="005B30C9"/>
    <w:rsid w:val="005C2BA2"/>
    <w:rsid w:val="005E15FB"/>
    <w:rsid w:val="005E6B64"/>
    <w:rsid w:val="006115A2"/>
    <w:rsid w:val="00617F69"/>
    <w:rsid w:val="00623D6F"/>
    <w:rsid w:val="00635236"/>
    <w:rsid w:val="006374F4"/>
    <w:rsid w:val="00642056"/>
    <w:rsid w:val="00644B9E"/>
    <w:rsid w:val="00645061"/>
    <w:rsid w:val="00647FA1"/>
    <w:rsid w:val="0065569B"/>
    <w:rsid w:val="00664008"/>
    <w:rsid w:val="00666182"/>
    <w:rsid w:val="006675BF"/>
    <w:rsid w:val="006706DD"/>
    <w:rsid w:val="00673989"/>
    <w:rsid w:val="00673D41"/>
    <w:rsid w:val="0067535C"/>
    <w:rsid w:val="00691569"/>
    <w:rsid w:val="00691C80"/>
    <w:rsid w:val="00692AAC"/>
    <w:rsid w:val="00694B38"/>
    <w:rsid w:val="006969D6"/>
    <w:rsid w:val="006B08E5"/>
    <w:rsid w:val="006B12B3"/>
    <w:rsid w:val="006C007F"/>
    <w:rsid w:val="006C2E39"/>
    <w:rsid w:val="006C7424"/>
    <w:rsid w:val="006C763B"/>
    <w:rsid w:val="006D3C04"/>
    <w:rsid w:val="006E2D2E"/>
    <w:rsid w:val="006E4D25"/>
    <w:rsid w:val="006E5090"/>
    <w:rsid w:val="006E7346"/>
    <w:rsid w:val="006F34E7"/>
    <w:rsid w:val="006F7AF2"/>
    <w:rsid w:val="007065E5"/>
    <w:rsid w:val="00715F3D"/>
    <w:rsid w:val="007172AC"/>
    <w:rsid w:val="00722618"/>
    <w:rsid w:val="00722DA9"/>
    <w:rsid w:val="00726F6A"/>
    <w:rsid w:val="007303DD"/>
    <w:rsid w:val="00735D9F"/>
    <w:rsid w:val="00736CF9"/>
    <w:rsid w:val="00742C02"/>
    <w:rsid w:val="0075434F"/>
    <w:rsid w:val="00760B08"/>
    <w:rsid w:val="00767F12"/>
    <w:rsid w:val="00771B8C"/>
    <w:rsid w:val="00774BD8"/>
    <w:rsid w:val="0077751E"/>
    <w:rsid w:val="00783B81"/>
    <w:rsid w:val="007865E9"/>
    <w:rsid w:val="007874AE"/>
    <w:rsid w:val="007875BE"/>
    <w:rsid w:val="00792FCA"/>
    <w:rsid w:val="007958D8"/>
    <w:rsid w:val="007A5A55"/>
    <w:rsid w:val="007B1705"/>
    <w:rsid w:val="007B1F0F"/>
    <w:rsid w:val="007D7D15"/>
    <w:rsid w:val="007E0089"/>
    <w:rsid w:val="007E2C2B"/>
    <w:rsid w:val="007E5933"/>
    <w:rsid w:val="007E7F3F"/>
    <w:rsid w:val="007F428C"/>
    <w:rsid w:val="007F7BE9"/>
    <w:rsid w:val="008018F2"/>
    <w:rsid w:val="00811B60"/>
    <w:rsid w:val="008147A7"/>
    <w:rsid w:val="00814D10"/>
    <w:rsid w:val="008205EA"/>
    <w:rsid w:val="00825953"/>
    <w:rsid w:val="00826B6F"/>
    <w:rsid w:val="00850207"/>
    <w:rsid w:val="00850652"/>
    <w:rsid w:val="00851EE9"/>
    <w:rsid w:val="00863392"/>
    <w:rsid w:val="008633B8"/>
    <w:rsid w:val="00881856"/>
    <w:rsid w:val="00885817"/>
    <w:rsid w:val="00886160"/>
    <w:rsid w:val="008946C6"/>
    <w:rsid w:val="008C28A4"/>
    <w:rsid w:val="008C4B5E"/>
    <w:rsid w:val="008D4551"/>
    <w:rsid w:val="008D6246"/>
    <w:rsid w:val="00920086"/>
    <w:rsid w:val="00922E90"/>
    <w:rsid w:val="00925B83"/>
    <w:rsid w:val="00932B33"/>
    <w:rsid w:val="00935C47"/>
    <w:rsid w:val="00945250"/>
    <w:rsid w:val="00945354"/>
    <w:rsid w:val="00950F67"/>
    <w:rsid w:val="009519D3"/>
    <w:rsid w:val="00953E11"/>
    <w:rsid w:val="00977E1A"/>
    <w:rsid w:val="00981361"/>
    <w:rsid w:val="00985AE4"/>
    <w:rsid w:val="009A18C4"/>
    <w:rsid w:val="009A44FA"/>
    <w:rsid w:val="009D0AA9"/>
    <w:rsid w:val="009D366F"/>
    <w:rsid w:val="009D509F"/>
    <w:rsid w:val="009D779D"/>
    <w:rsid w:val="009E1BE0"/>
    <w:rsid w:val="009E1EE5"/>
    <w:rsid w:val="009E780A"/>
    <w:rsid w:val="009F661B"/>
    <w:rsid w:val="00A05E5E"/>
    <w:rsid w:val="00A313CE"/>
    <w:rsid w:val="00A33175"/>
    <w:rsid w:val="00A34E8B"/>
    <w:rsid w:val="00A36851"/>
    <w:rsid w:val="00A43967"/>
    <w:rsid w:val="00A43F7D"/>
    <w:rsid w:val="00A46944"/>
    <w:rsid w:val="00A47656"/>
    <w:rsid w:val="00A8489F"/>
    <w:rsid w:val="00AA38D5"/>
    <w:rsid w:val="00AA5E7A"/>
    <w:rsid w:val="00AB449E"/>
    <w:rsid w:val="00AB644C"/>
    <w:rsid w:val="00AC1E13"/>
    <w:rsid w:val="00AC2982"/>
    <w:rsid w:val="00AD10BF"/>
    <w:rsid w:val="00AD274D"/>
    <w:rsid w:val="00AD3E82"/>
    <w:rsid w:val="00AD4BE3"/>
    <w:rsid w:val="00AE1924"/>
    <w:rsid w:val="00AE1D5A"/>
    <w:rsid w:val="00AF02E6"/>
    <w:rsid w:val="00AF4EC0"/>
    <w:rsid w:val="00AF54A3"/>
    <w:rsid w:val="00AF5E92"/>
    <w:rsid w:val="00B0401F"/>
    <w:rsid w:val="00B0724E"/>
    <w:rsid w:val="00B12E59"/>
    <w:rsid w:val="00B17517"/>
    <w:rsid w:val="00B1782B"/>
    <w:rsid w:val="00B22781"/>
    <w:rsid w:val="00B272B4"/>
    <w:rsid w:val="00B327FF"/>
    <w:rsid w:val="00B3499C"/>
    <w:rsid w:val="00B4020A"/>
    <w:rsid w:val="00B4268E"/>
    <w:rsid w:val="00B44A23"/>
    <w:rsid w:val="00B46189"/>
    <w:rsid w:val="00B502F0"/>
    <w:rsid w:val="00B6131C"/>
    <w:rsid w:val="00B66E4B"/>
    <w:rsid w:val="00B705B2"/>
    <w:rsid w:val="00B728D5"/>
    <w:rsid w:val="00B94B4A"/>
    <w:rsid w:val="00B97C6A"/>
    <w:rsid w:val="00BA5F8C"/>
    <w:rsid w:val="00BB25B7"/>
    <w:rsid w:val="00BC0B2A"/>
    <w:rsid w:val="00BC126C"/>
    <w:rsid w:val="00BC1AE6"/>
    <w:rsid w:val="00BC3EE6"/>
    <w:rsid w:val="00BD0333"/>
    <w:rsid w:val="00BD63D2"/>
    <w:rsid w:val="00BD7A3F"/>
    <w:rsid w:val="00BD7FE1"/>
    <w:rsid w:val="00BE1B65"/>
    <w:rsid w:val="00BE61F3"/>
    <w:rsid w:val="00BF7B95"/>
    <w:rsid w:val="00C07EE2"/>
    <w:rsid w:val="00C11C5C"/>
    <w:rsid w:val="00C44F2F"/>
    <w:rsid w:val="00C4544F"/>
    <w:rsid w:val="00C5501E"/>
    <w:rsid w:val="00C63E01"/>
    <w:rsid w:val="00C71173"/>
    <w:rsid w:val="00C74C5A"/>
    <w:rsid w:val="00C75933"/>
    <w:rsid w:val="00C81D4B"/>
    <w:rsid w:val="00C840C5"/>
    <w:rsid w:val="00C86811"/>
    <w:rsid w:val="00C906A8"/>
    <w:rsid w:val="00C92DEA"/>
    <w:rsid w:val="00CA4CF0"/>
    <w:rsid w:val="00CB1498"/>
    <w:rsid w:val="00CB2859"/>
    <w:rsid w:val="00CC1B81"/>
    <w:rsid w:val="00CC3747"/>
    <w:rsid w:val="00CC76A9"/>
    <w:rsid w:val="00CD07B6"/>
    <w:rsid w:val="00CD370B"/>
    <w:rsid w:val="00CE0A92"/>
    <w:rsid w:val="00CE45BF"/>
    <w:rsid w:val="00CE4CC3"/>
    <w:rsid w:val="00CF1F4B"/>
    <w:rsid w:val="00CF218C"/>
    <w:rsid w:val="00CF3A19"/>
    <w:rsid w:val="00CF41F8"/>
    <w:rsid w:val="00CF51A6"/>
    <w:rsid w:val="00CF6629"/>
    <w:rsid w:val="00D0232B"/>
    <w:rsid w:val="00D142E9"/>
    <w:rsid w:val="00D15097"/>
    <w:rsid w:val="00D178C0"/>
    <w:rsid w:val="00D21203"/>
    <w:rsid w:val="00D2329F"/>
    <w:rsid w:val="00D24AFC"/>
    <w:rsid w:val="00D305E6"/>
    <w:rsid w:val="00D33F7F"/>
    <w:rsid w:val="00D35982"/>
    <w:rsid w:val="00D44F43"/>
    <w:rsid w:val="00D51116"/>
    <w:rsid w:val="00D60CC4"/>
    <w:rsid w:val="00D61514"/>
    <w:rsid w:val="00D659C2"/>
    <w:rsid w:val="00D6707A"/>
    <w:rsid w:val="00D752FA"/>
    <w:rsid w:val="00D81891"/>
    <w:rsid w:val="00D8418A"/>
    <w:rsid w:val="00D84AAD"/>
    <w:rsid w:val="00D93EB0"/>
    <w:rsid w:val="00D94A52"/>
    <w:rsid w:val="00D94B13"/>
    <w:rsid w:val="00DA2410"/>
    <w:rsid w:val="00DA36E4"/>
    <w:rsid w:val="00DC169C"/>
    <w:rsid w:val="00DD0D1A"/>
    <w:rsid w:val="00DD18C7"/>
    <w:rsid w:val="00DD4EBB"/>
    <w:rsid w:val="00DF7125"/>
    <w:rsid w:val="00E137E7"/>
    <w:rsid w:val="00E139B5"/>
    <w:rsid w:val="00E21F88"/>
    <w:rsid w:val="00E336B7"/>
    <w:rsid w:val="00E33AFD"/>
    <w:rsid w:val="00E4014D"/>
    <w:rsid w:val="00E42B0D"/>
    <w:rsid w:val="00E44FA3"/>
    <w:rsid w:val="00E45CAA"/>
    <w:rsid w:val="00E54799"/>
    <w:rsid w:val="00E56001"/>
    <w:rsid w:val="00E6237A"/>
    <w:rsid w:val="00E62E40"/>
    <w:rsid w:val="00E772FA"/>
    <w:rsid w:val="00E8734F"/>
    <w:rsid w:val="00E92A00"/>
    <w:rsid w:val="00E9760B"/>
    <w:rsid w:val="00EA2BF5"/>
    <w:rsid w:val="00EB755C"/>
    <w:rsid w:val="00EB791A"/>
    <w:rsid w:val="00EC20D1"/>
    <w:rsid w:val="00EC38D9"/>
    <w:rsid w:val="00EC561D"/>
    <w:rsid w:val="00EC64FA"/>
    <w:rsid w:val="00ED0875"/>
    <w:rsid w:val="00ED1851"/>
    <w:rsid w:val="00EE13E4"/>
    <w:rsid w:val="00EF694B"/>
    <w:rsid w:val="00EF6967"/>
    <w:rsid w:val="00F03641"/>
    <w:rsid w:val="00F05D93"/>
    <w:rsid w:val="00F07DF7"/>
    <w:rsid w:val="00F24C08"/>
    <w:rsid w:val="00F30BA6"/>
    <w:rsid w:val="00F51A28"/>
    <w:rsid w:val="00F51E3A"/>
    <w:rsid w:val="00F5317A"/>
    <w:rsid w:val="00F56560"/>
    <w:rsid w:val="00F61B81"/>
    <w:rsid w:val="00F63744"/>
    <w:rsid w:val="00F6517C"/>
    <w:rsid w:val="00F65BDE"/>
    <w:rsid w:val="00F73CCC"/>
    <w:rsid w:val="00F80270"/>
    <w:rsid w:val="00F80CB1"/>
    <w:rsid w:val="00FA14D9"/>
    <w:rsid w:val="00FA2271"/>
    <w:rsid w:val="00FA43AA"/>
    <w:rsid w:val="00FA54E4"/>
    <w:rsid w:val="00FA6674"/>
    <w:rsid w:val="00FB130D"/>
    <w:rsid w:val="00FC3C38"/>
    <w:rsid w:val="00FE3EBD"/>
    <w:rsid w:val="00FF1634"/>
    <w:rsid w:val="00FF7A83"/>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859"/>
    <w:rPr>
      <w:rFonts w:ascii="Times New Roman" w:eastAsia="Times New Roman" w:hAnsi="Times New Roman"/>
      <w:sz w:val="28"/>
      <w:szCs w:val="28"/>
      <w:lang w:eastAsia="ru-RU"/>
    </w:rPr>
  </w:style>
  <w:style w:type="paragraph" w:styleId="Heading1">
    <w:name w:val="heading 1"/>
    <w:basedOn w:val="Normal"/>
    <w:next w:val="Normal"/>
    <w:link w:val="Heading1Char"/>
    <w:uiPriority w:val="99"/>
    <w:qFormat/>
    <w:locked/>
    <w:rsid w:val="00B272B4"/>
    <w:pPr>
      <w:keepNext/>
      <w:jc w:val="center"/>
      <w:outlineLvl w:val="0"/>
    </w:pPr>
    <w:rPr>
      <w:rFonts w:eastAsia="Calibri"/>
      <w:sz w:val="32"/>
      <w:szCs w:val="20"/>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C1E13"/>
    <w:rPr>
      <w:rFonts w:ascii="Cambria" w:hAnsi="Cambria" w:cs="Times New Roman"/>
      <w:b/>
      <w:bCs/>
      <w:kern w:val="32"/>
      <w:sz w:val="32"/>
      <w:szCs w:val="32"/>
      <w:lang w:eastAsia="ru-RU"/>
    </w:rPr>
  </w:style>
  <w:style w:type="character" w:customStyle="1" w:styleId="FontStyle">
    <w:name w:val="Font Style"/>
    <w:uiPriority w:val="99"/>
    <w:rsid w:val="00CB2859"/>
    <w:rPr>
      <w:color w:val="000000"/>
      <w:sz w:val="20"/>
    </w:rPr>
  </w:style>
  <w:style w:type="paragraph" w:customStyle="1" w:styleId="ParagraphStyle">
    <w:name w:val="Paragraph Style"/>
    <w:uiPriority w:val="99"/>
    <w:rsid w:val="00CB2859"/>
    <w:pPr>
      <w:autoSpaceDE w:val="0"/>
      <w:autoSpaceDN w:val="0"/>
      <w:adjustRightInd w:val="0"/>
    </w:pPr>
    <w:rPr>
      <w:rFonts w:ascii="Courier New" w:eastAsia="Times New Roman" w:hAnsi="Courier New" w:cs="Courier New"/>
      <w:sz w:val="24"/>
      <w:szCs w:val="24"/>
      <w:lang w:val="ru-RU" w:eastAsia="ru-RU"/>
    </w:rPr>
  </w:style>
  <w:style w:type="paragraph" w:styleId="BodyText">
    <w:name w:val="Body Text"/>
    <w:basedOn w:val="Normal"/>
    <w:link w:val="BodyTextChar"/>
    <w:uiPriority w:val="99"/>
    <w:rsid w:val="00CB2859"/>
    <w:pPr>
      <w:jc w:val="both"/>
    </w:pPr>
    <w:rPr>
      <w:rFonts w:ascii="Arial" w:eastAsia="Calibri" w:hAnsi="Arial"/>
      <w:sz w:val="20"/>
      <w:szCs w:val="20"/>
    </w:rPr>
  </w:style>
  <w:style w:type="character" w:customStyle="1" w:styleId="BodyTextChar">
    <w:name w:val="Body Text Char"/>
    <w:basedOn w:val="DefaultParagraphFont"/>
    <w:link w:val="BodyText"/>
    <w:uiPriority w:val="99"/>
    <w:locked/>
    <w:rsid w:val="00CB2859"/>
    <w:rPr>
      <w:rFonts w:ascii="Arial" w:hAnsi="Arial" w:cs="Times New Roman"/>
      <w:sz w:val="20"/>
      <w:lang w:val="uk-UA" w:eastAsia="ru-RU"/>
    </w:rPr>
  </w:style>
  <w:style w:type="table" w:styleId="TableGrid">
    <w:name w:val="Table Grid"/>
    <w:basedOn w:val="TableNormal"/>
    <w:uiPriority w:val="99"/>
    <w:rsid w:val="0065569B"/>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Normal"/>
    <w:uiPriority w:val="99"/>
    <w:rsid w:val="00FE3EBD"/>
    <w:pPr>
      <w:spacing w:before="100" w:beforeAutospacing="1" w:after="100" w:afterAutospacing="1"/>
    </w:pPr>
    <w:rPr>
      <w:sz w:val="24"/>
      <w:szCs w:val="24"/>
      <w:lang w:val="ru-RU"/>
    </w:rPr>
  </w:style>
  <w:style w:type="paragraph" w:styleId="BalloonText">
    <w:name w:val="Balloon Text"/>
    <w:basedOn w:val="Normal"/>
    <w:link w:val="BalloonTextChar"/>
    <w:uiPriority w:val="99"/>
    <w:semiHidden/>
    <w:rsid w:val="00945354"/>
    <w:rPr>
      <w:rFonts w:ascii="Segoe UI" w:eastAsia="Calibri" w:hAnsi="Segoe UI"/>
      <w:sz w:val="18"/>
      <w:szCs w:val="18"/>
      <w:lang w:eastAsia="uk-UA"/>
    </w:rPr>
  </w:style>
  <w:style w:type="character" w:customStyle="1" w:styleId="BalloonTextChar">
    <w:name w:val="Balloon Text Char"/>
    <w:basedOn w:val="DefaultParagraphFont"/>
    <w:link w:val="BalloonText"/>
    <w:uiPriority w:val="99"/>
    <w:semiHidden/>
    <w:locked/>
    <w:rsid w:val="00945354"/>
    <w:rPr>
      <w:rFonts w:ascii="Segoe UI" w:hAnsi="Segoe UI" w:cs="Times New Roman"/>
      <w:sz w:val="18"/>
      <w:lang w:val="uk-UA"/>
    </w:rPr>
  </w:style>
  <w:style w:type="paragraph" w:styleId="ListParagraph">
    <w:name w:val="List Paragraph"/>
    <w:basedOn w:val="Normal"/>
    <w:uiPriority w:val="99"/>
    <w:qFormat/>
    <w:rsid w:val="00F05D93"/>
    <w:pPr>
      <w:ind w:left="720"/>
    </w:pPr>
  </w:style>
  <w:style w:type="character" w:customStyle="1" w:styleId="rvts23">
    <w:name w:val="rvts23"/>
    <w:basedOn w:val="DefaultParagraphFont"/>
    <w:uiPriority w:val="99"/>
    <w:rsid w:val="00CE4CC3"/>
    <w:rPr>
      <w:rFonts w:cs="Times New Roman"/>
    </w:rPr>
  </w:style>
  <w:style w:type="paragraph" w:customStyle="1" w:styleId="rvps6">
    <w:name w:val="rvps6"/>
    <w:basedOn w:val="Normal"/>
    <w:uiPriority w:val="99"/>
    <w:rsid w:val="00CE4CC3"/>
    <w:pPr>
      <w:spacing w:before="100" w:beforeAutospacing="1" w:after="100" w:afterAutospacing="1"/>
    </w:pPr>
    <w:rPr>
      <w:sz w:val="24"/>
      <w:szCs w:val="24"/>
      <w:lang w:eastAsia="uk-UA"/>
    </w:rPr>
  </w:style>
  <w:style w:type="character" w:customStyle="1" w:styleId="rvts15">
    <w:name w:val="rvts15"/>
    <w:basedOn w:val="DefaultParagraphFont"/>
    <w:uiPriority w:val="99"/>
    <w:rsid w:val="00CE4CC3"/>
    <w:rPr>
      <w:rFonts w:cs="Times New Roman"/>
    </w:rPr>
  </w:style>
  <w:style w:type="paragraph" w:customStyle="1" w:styleId="rvps7">
    <w:name w:val="rvps7"/>
    <w:basedOn w:val="Normal"/>
    <w:uiPriority w:val="99"/>
    <w:rsid w:val="00CE4CC3"/>
    <w:pPr>
      <w:spacing w:before="100" w:beforeAutospacing="1" w:after="100" w:afterAutospacing="1"/>
    </w:pPr>
    <w:rPr>
      <w:sz w:val="24"/>
      <w:szCs w:val="24"/>
      <w:lang w:eastAsia="uk-UA"/>
    </w:rPr>
  </w:style>
  <w:style w:type="character" w:styleId="Hyperlink">
    <w:name w:val="Hyperlink"/>
    <w:basedOn w:val="DefaultParagraphFont"/>
    <w:uiPriority w:val="99"/>
    <w:rsid w:val="00CE4CC3"/>
    <w:rPr>
      <w:rFonts w:cs="Times New Roman"/>
      <w:color w:val="0000FF"/>
      <w:u w:val="single"/>
    </w:rPr>
  </w:style>
  <w:style w:type="paragraph" w:styleId="Header">
    <w:name w:val="header"/>
    <w:basedOn w:val="Normal"/>
    <w:link w:val="HeaderChar"/>
    <w:uiPriority w:val="99"/>
    <w:rsid w:val="00826B6F"/>
    <w:pPr>
      <w:tabs>
        <w:tab w:val="center" w:pos="4677"/>
        <w:tab w:val="right" w:pos="9355"/>
      </w:tabs>
    </w:pPr>
  </w:style>
  <w:style w:type="character" w:customStyle="1" w:styleId="HeaderChar">
    <w:name w:val="Header Char"/>
    <w:basedOn w:val="DefaultParagraphFont"/>
    <w:link w:val="Header"/>
    <w:uiPriority w:val="99"/>
    <w:locked/>
    <w:rsid w:val="00826B6F"/>
    <w:rPr>
      <w:rFonts w:ascii="Times New Roman" w:hAnsi="Times New Roman" w:cs="Times New Roman"/>
      <w:sz w:val="28"/>
      <w:lang w:eastAsia="ru-RU"/>
    </w:rPr>
  </w:style>
  <w:style w:type="paragraph" w:styleId="Footer">
    <w:name w:val="footer"/>
    <w:basedOn w:val="Normal"/>
    <w:link w:val="FooterChar"/>
    <w:uiPriority w:val="99"/>
    <w:rsid w:val="00826B6F"/>
    <w:pPr>
      <w:tabs>
        <w:tab w:val="center" w:pos="4677"/>
        <w:tab w:val="right" w:pos="9355"/>
      </w:tabs>
    </w:pPr>
  </w:style>
  <w:style w:type="character" w:customStyle="1" w:styleId="FooterChar">
    <w:name w:val="Footer Char"/>
    <w:basedOn w:val="DefaultParagraphFont"/>
    <w:link w:val="Footer"/>
    <w:uiPriority w:val="99"/>
    <w:locked/>
    <w:rsid w:val="00826B6F"/>
    <w:rPr>
      <w:rFonts w:ascii="Times New Roman" w:hAnsi="Times New Roman" w:cs="Times New Roman"/>
      <w:sz w:val="28"/>
      <w:lang w:eastAsia="ru-RU"/>
    </w:rPr>
  </w:style>
</w:styles>
</file>

<file path=word/webSettings.xml><?xml version="1.0" encoding="utf-8"?>
<w:webSettings xmlns:r="http://schemas.openxmlformats.org/officeDocument/2006/relationships" xmlns:w="http://schemas.openxmlformats.org/wordprocessingml/2006/main">
  <w:divs>
    <w:div w:id="1193809940">
      <w:marLeft w:val="0"/>
      <w:marRight w:val="0"/>
      <w:marTop w:val="0"/>
      <w:marBottom w:val="0"/>
      <w:divBdr>
        <w:top w:val="none" w:sz="0" w:space="0" w:color="auto"/>
        <w:left w:val="none" w:sz="0" w:space="0" w:color="auto"/>
        <w:bottom w:val="none" w:sz="0" w:space="0" w:color="auto"/>
        <w:right w:val="none" w:sz="0" w:space="0" w:color="auto"/>
      </w:divBdr>
    </w:div>
    <w:div w:id="11938099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2516</TotalTime>
  <Pages>19</Pages>
  <Words>25402</Words>
  <Characters>14480</Characters>
  <Application>Microsoft Office Outlook</Application>
  <DocSecurity>0</DocSecurity>
  <Lines>0</Lines>
  <Paragraphs>0</Paragraphs>
  <ScaleCrop>false</ScaleCrop>
  <Company>finupravlenie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й</dc:creator>
  <cp:keywords/>
  <dc:description/>
  <cp:lastModifiedBy>Nosenko GD</cp:lastModifiedBy>
  <cp:revision>199</cp:revision>
  <cp:lastPrinted>2025-07-14T11:42:00Z</cp:lastPrinted>
  <dcterms:created xsi:type="dcterms:W3CDTF">2021-01-08T16:51:00Z</dcterms:created>
  <dcterms:modified xsi:type="dcterms:W3CDTF">2025-07-14T11:43:00Z</dcterms:modified>
</cp:coreProperties>
</file>